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zastoupené </w:t>
      </w:r>
      <w:r w:rsidRPr="00B01992">
        <w:rPr>
          <w:b/>
          <w:snapToGrid w:val="0"/>
          <w:szCs w:val="22"/>
        </w:rPr>
        <w:t>Michalem Šmardou</w:t>
      </w:r>
      <w:r w:rsidRPr="00B01992">
        <w:rPr>
          <w:snapToGrid w:val="0"/>
          <w:szCs w:val="22"/>
        </w:rPr>
        <w:t>, starostou města</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ve věcech technických je oprávněn jednat: </w:t>
      </w:r>
      <w:r w:rsidR="00203BFF">
        <w:rPr>
          <w:snapToGrid w:val="0"/>
          <w:szCs w:val="22"/>
        </w:rPr>
        <w:t>Mgr. Daniela Krejčí</w:t>
      </w:r>
      <w:r w:rsidRPr="00B01992">
        <w:rPr>
          <w:snapToGrid w:val="0"/>
          <w:szCs w:val="22"/>
        </w:rPr>
        <w:t xml:space="preserve">, vedoucí odboru </w:t>
      </w:r>
      <w:r w:rsidR="007F7FA1" w:rsidRPr="00B01992">
        <w:rPr>
          <w:snapToGrid w:val="0"/>
          <w:szCs w:val="22"/>
        </w:rPr>
        <w:t>investic</w:t>
      </w:r>
      <w:r w:rsidRPr="00B01992">
        <w:rPr>
          <w:snapToGrid w:val="0"/>
          <w:szCs w:val="22"/>
        </w:rPr>
        <w:t xml:space="preserve">             </w:t>
      </w:r>
    </w:p>
    <w:p w:rsidR="00CD127C" w:rsidRPr="00B01992" w:rsidRDefault="00CD127C" w:rsidP="00CD127C">
      <w:pPr>
        <w:pStyle w:val="Styl11bPed6b"/>
        <w:tabs>
          <w:tab w:val="left" w:pos="709"/>
        </w:tabs>
        <w:spacing w:before="0"/>
        <w:rPr>
          <w:snapToGrid w:val="0"/>
          <w:szCs w:val="22"/>
        </w:rPr>
      </w:pPr>
      <w:r w:rsidRPr="00B01992">
        <w:rPr>
          <w:snapToGrid w:val="0"/>
          <w:szCs w:val="22"/>
        </w:rPr>
        <w:t xml:space="preserve">                                                                                  Ing. Lubomír Kubík, referent odboru </w:t>
      </w:r>
      <w:r w:rsidR="007F7FA1" w:rsidRPr="00B01992">
        <w:rPr>
          <w:snapToGrid w:val="0"/>
          <w:szCs w:val="22"/>
        </w:rPr>
        <w:t>investic</w:t>
      </w:r>
    </w:p>
    <w:p w:rsidR="00CD127C" w:rsidRPr="00B01992" w:rsidRDefault="00CD127C" w:rsidP="00CD127C">
      <w:pPr>
        <w:pStyle w:val="Styl11bPed6b"/>
        <w:tabs>
          <w:tab w:val="left" w:pos="709"/>
        </w:tabs>
        <w:spacing w:before="0"/>
        <w:rPr>
          <w:snapToGrid w:val="0"/>
          <w:szCs w:val="22"/>
        </w:rPr>
      </w:pPr>
      <w:r w:rsidRPr="00B01992">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BA78BD" w:rsidRDefault="00E33715" w:rsidP="00E33715">
      <w:pPr>
        <w:numPr>
          <w:ilvl w:val="0"/>
          <w:numId w:val="18"/>
        </w:numPr>
        <w:jc w:val="both"/>
        <w:rPr>
          <w:sz w:val="22"/>
          <w:szCs w:val="22"/>
        </w:rPr>
      </w:pPr>
      <w:r w:rsidRPr="00BA78BD">
        <w:rPr>
          <w:sz w:val="22"/>
          <w:szCs w:val="22"/>
        </w:rPr>
        <w:t>Cílem této smlouvy je kontrola stavebních prací a dohlížení nad jejich prováděním prostřednictvím technického dozoru stavebníka (dále také jen „TD</w:t>
      </w:r>
      <w:r w:rsidR="00974491" w:rsidRPr="00BA78BD">
        <w:rPr>
          <w:sz w:val="22"/>
          <w:szCs w:val="22"/>
        </w:rPr>
        <w:t>S</w:t>
      </w:r>
      <w:r w:rsidRPr="00BA78BD">
        <w:rPr>
          <w:sz w:val="22"/>
          <w:szCs w:val="22"/>
        </w:rPr>
        <w:t>“), dosažení realizace a úspěšného dokončení</w:t>
      </w:r>
      <w:r w:rsidR="00F9537B" w:rsidRPr="00BA78BD">
        <w:rPr>
          <w:sz w:val="22"/>
          <w:szCs w:val="22"/>
        </w:rPr>
        <w:t xml:space="preserve"> stavby</w:t>
      </w:r>
      <w:r w:rsidRPr="00BA78BD">
        <w:rPr>
          <w:sz w:val="22"/>
          <w:szCs w:val="22"/>
        </w:rPr>
        <w:t xml:space="preserve"> </w:t>
      </w:r>
      <w:r w:rsidRPr="00BA78BD">
        <w:rPr>
          <w:b/>
          <w:sz w:val="22"/>
          <w:szCs w:val="22"/>
        </w:rPr>
        <w:t>„</w:t>
      </w:r>
      <w:r w:rsidR="00527979">
        <w:rPr>
          <w:b/>
          <w:sz w:val="22"/>
          <w:szCs w:val="22"/>
        </w:rPr>
        <w:t xml:space="preserve">Fotbalové hřiště </w:t>
      </w:r>
      <w:proofErr w:type="spellStart"/>
      <w:r w:rsidR="00527979">
        <w:rPr>
          <w:b/>
          <w:sz w:val="22"/>
          <w:szCs w:val="22"/>
        </w:rPr>
        <w:t>Vlachovická</w:t>
      </w:r>
      <w:proofErr w:type="spellEnd"/>
      <w:r w:rsidR="00527979">
        <w:rPr>
          <w:b/>
          <w:sz w:val="22"/>
          <w:szCs w:val="22"/>
        </w:rPr>
        <w:t xml:space="preserve">, </w:t>
      </w:r>
      <w:r w:rsidR="00B01992" w:rsidRPr="00BA78BD">
        <w:rPr>
          <w:b/>
          <w:sz w:val="22"/>
          <w:szCs w:val="22"/>
        </w:rPr>
        <w:t>Nové Město na Moravě –</w:t>
      </w:r>
      <w:r w:rsidR="00527979">
        <w:rPr>
          <w:b/>
          <w:sz w:val="22"/>
          <w:szCs w:val="22"/>
        </w:rPr>
        <w:t xml:space="preserve"> I. etapa</w:t>
      </w:r>
      <w:r w:rsidRPr="00BA78BD">
        <w:rPr>
          <w:b/>
          <w:sz w:val="22"/>
          <w:szCs w:val="22"/>
        </w:rPr>
        <w:t>“</w:t>
      </w:r>
      <w:r w:rsidRPr="00BA78BD">
        <w:rPr>
          <w:sz w:val="22"/>
          <w:szCs w:val="22"/>
        </w:rPr>
        <w:t xml:space="preserve"> podle podmínek smlouvy o dílo uzavřené se zhotovitelem stavby a v souladu s podmínkami příslušn</w:t>
      </w:r>
      <w:r w:rsidR="00F93627">
        <w:rPr>
          <w:sz w:val="22"/>
          <w:szCs w:val="22"/>
        </w:rPr>
        <w:t>ého</w:t>
      </w:r>
      <w:r w:rsidRPr="00BA78BD">
        <w:rPr>
          <w:sz w:val="22"/>
          <w:szCs w:val="22"/>
        </w:rPr>
        <w:t xml:space="preserve"> projekt</w:t>
      </w:r>
      <w:r w:rsidR="00F93627">
        <w:rPr>
          <w:sz w:val="22"/>
          <w:szCs w:val="22"/>
        </w:rPr>
        <w:t>u</w:t>
      </w:r>
      <w:r w:rsidRPr="00BA78BD">
        <w:rPr>
          <w:sz w:val="22"/>
          <w:szCs w:val="22"/>
        </w:rPr>
        <w:t xml:space="preserve"> tak, aby byly naplněny veškeré požadavky a podmínky pro úspěšné čerpání finanční podpor</w:t>
      </w:r>
      <w:r w:rsidR="00F93627">
        <w:rPr>
          <w:sz w:val="22"/>
          <w:szCs w:val="22"/>
        </w:rPr>
        <w:t>y</w:t>
      </w:r>
      <w:r w:rsidRPr="00BA78BD">
        <w:rPr>
          <w:sz w:val="22"/>
          <w:szCs w:val="22"/>
        </w:rPr>
        <w:t xml:space="preserve"> ve formě účelov</w:t>
      </w:r>
      <w:r w:rsidR="00F93627">
        <w:rPr>
          <w:sz w:val="22"/>
          <w:szCs w:val="22"/>
        </w:rPr>
        <w:t>é</w:t>
      </w:r>
      <w:r w:rsidRPr="00BA78BD">
        <w:rPr>
          <w:sz w:val="22"/>
          <w:szCs w:val="22"/>
        </w:rPr>
        <w:t xml:space="preserve"> dotac</w:t>
      </w:r>
      <w:r w:rsidR="00F93627">
        <w:rPr>
          <w:sz w:val="22"/>
          <w:szCs w:val="22"/>
        </w:rPr>
        <w:t>e</w:t>
      </w:r>
      <w:r w:rsidRPr="00BA78BD">
        <w:rPr>
          <w:sz w:val="22"/>
          <w:szCs w:val="22"/>
        </w:rPr>
        <w:t xml:space="preserve"> </w:t>
      </w:r>
      <w:r w:rsidR="00C00CE8">
        <w:rPr>
          <w:sz w:val="22"/>
          <w:szCs w:val="22"/>
        </w:rPr>
        <w:t>z Fondu V</w:t>
      </w:r>
      <w:r w:rsidR="00527979">
        <w:rPr>
          <w:sz w:val="22"/>
          <w:szCs w:val="22"/>
        </w:rPr>
        <w:t xml:space="preserve">ysočiny </w:t>
      </w:r>
      <w:r w:rsidRPr="00BA78BD">
        <w:rPr>
          <w:sz w:val="22"/>
          <w:szCs w:val="22"/>
        </w:rPr>
        <w:t>v</w:t>
      </w:r>
      <w:r w:rsidR="00527979">
        <w:rPr>
          <w:sz w:val="22"/>
          <w:szCs w:val="22"/>
        </w:rPr>
        <w:t> </w:t>
      </w:r>
      <w:r w:rsidRPr="00BA78BD">
        <w:rPr>
          <w:sz w:val="22"/>
          <w:szCs w:val="22"/>
        </w:rPr>
        <w:t>rámci</w:t>
      </w:r>
      <w:r w:rsidR="00527979">
        <w:rPr>
          <w:sz w:val="22"/>
          <w:szCs w:val="22"/>
        </w:rPr>
        <w:t xml:space="preserve"> programu „Sportovní infrastruktura 2024“</w:t>
      </w:r>
      <w:r w:rsidRPr="00BA78BD">
        <w:rPr>
          <w:sz w:val="22"/>
          <w:szCs w:val="22"/>
        </w:rPr>
        <w:t>.</w:t>
      </w:r>
    </w:p>
    <w:p w:rsidR="00E33715" w:rsidRPr="002D0298" w:rsidRDefault="00E33715" w:rsidP="00E33715">
      <w:pPr>
        <w:ind w:left="360"/>
        <w:jc w:val="both"/>
        <w:rPr>
          <w:sz w:val="22"/>
          <w:szCs w:val="22"/>
        </w:rPr>
      </w:pPr>
    </w:p>
    <w:p w:rsidR="00E33715" w:rsidRPr="00BA78BD" w:rsidRDefault="00E33715" w:rsidP="00E33715">
      <w:pPr>
        <w:numPr>
          <w:ilvl w:val="0"/>
          <w:numId w:val="18"/>
        </w:numPr>
        <w:jc w:val="both"/>
        <w:rPr>
          <w:sz w:val="22"/>
          <w:szCs w:val="22"/>
        </w:rPr>
      </w:pPr>
      <w:r w:rsidRPr="00BA78BD">
        <w:rPr>
          <w:sz w:val="22"/>
          <w:szCs w:val="22"/>
        </w:rPr>
        <w:t xml:space="preserve">Finanční toky jsou řízeny podle příslušné metodiky </w:t>
      </w:r>
      <w:r w:rsidR="00527979">
        <w:rPr>
          <w:sz w:val="22"/>
          <w:szCs w:val="22"/>
        </w:rPr>
        <w:t>Fondu Vysočiny</w:t>
      </w:r>
      <w:r w:rsidR="00C44969" w:rsidRPr="00BA78BD">
        <w:rPr>
          <w:sz w:val="22"/>
          <w:szCs w:val="22"/>
        </w:rPr>
        <w:t xml:space="preserve">. </w:t>
      </w:r>
      <w:r w:rsidR="007D19EA" w:rsidRPr="00BA78BD">
        <w:rPr>
          <w:sz w:val="22"/>
          <w:szCs w:val="22"/>
        </w:rPr>
        <w:t>Příkazník</w:t>
      </w:r>
      <w:r w:rsidR="00C44969" w:rsidRPr="00BA78BD">
        <w:rPr>
          <w:sz w:val="22"/>
          <w:szCs w:val="22"/>
        </w:rPr>
        <w:t xml:space="preserve"> je</w:t>
      </w:r>
      <w:r w:rsidRPr="00BA78BD">
        <w:rPr>
          <w:sz w:val="22"/>
          <w:szCs w:val="22"/>
        </w:rPr>
        <w:t xml:space="preserve"> povinen se řídit všemi předpisy, které stanoví podmínky pro poskytnutí a čerpání </w:t>
      </w:r>
      <w:r w:rsidR="008A058A" w:rsidRPr="00BA78BD">
        <w:rPr>
          <w:sz w:val="22"/>
          <w:szCs w:val="22"/>
        </w:rPr>
        <w:t>finanční podpor</w:t>
      </w:r>
      <w:r w:rsidR="00722908">
        <w:rPr>
          <w:sz w:val="22"/>
          <w:szCs w:val="22"/>
        </w:rPr>
        <w:t>y</w:t>
      </w:r>
      <w:r w:rsidRPr="00BA78BD">
        <w:rPr>
          <w:sz w:val="22"/>
          <w:szCs w:val="22"/>
        </w:rPr>
        <w:t>.</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lastRenderedPageBreak/>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154297" w:rsidRDefault="00A74753" w:rsidP="009A7CDD">
      <w:pPr>
        <w:numPr>
          <w:ilvl w:val="1"/>
          <w:numId w:val="18"/>
        </w:numPr>
        <w:jc w:val="both"/>
        <w:rPr>
          <w:sz w:val="22"/>
          <w:szCs w:val="22"/>
        </w:rPr>
      </w:pPr>
      <w:r w:rsidRPr="00154297">
        <w:rPr>
          <w:sz w:val="22"/>
          <w:szCs w:val="22"/>
        </w:rPr>
        <w:t>provedení stavby</w:t>
      </w:r>
      <w:r w:rsidR="00397001" w:rsidRPr="00154297">
        <w:rPr>
          <w:sz w:val="22"/>
          <w:szCs w:val="22"/>
        </w:rPr>
        <w:t xml:space="preserve"> „</w:t>
      </w:r>
      <w:r w:rsidR="00DC2315">
        <w:rPr>
          <w:sz w:val="22"/>
          <w:szCs w:val="22"/>
        </w:rPr>
        <w:t xml:space="preserve">Fotbalové hřiště </w:t>
      </w:r>
      <w:proofErr w:type="spellStart"/>
      <w:r w:rsidR="00DC2315">
        <w:rPr>
          <w:sz w:val="22"/>
          <w:szCs w:val="22"/>
        </w:rPr>
        <w:t>Vlachovická</w:t>
      </w:r>
      <w:proofErr w:type="spellEnd"/>
      <w:r w:rsidR="00DC2315">
        <w:rPr>
          <w:sz w:val="22"/>
          <w:szCs w:val="22"/>
        </w:rPr>
        <w:t xml:space="preserve">, </w:t>
      </w:r>
      <w:r w:rsidR="001629DB" w:rsidRPr="00154297">
        <w:rPr>
          <w:sz w:val="22"/>
          <w:szCs w:val="22"/>
        </w:rPr>
        <w:t xml:space="preserve">Nové Město na Moravě – </w:t>
      </w:r>
      <w:r w:rsidR="00DC2315">
        <w:rPr>
          <w:sz w:val="22"/>
          <w:szCs w:val="22"/>
        </w:rPr>
        <w:t>I. etapa</w:t>
      </w:r>
      <w:r w:rsidR="00397001" w:rsidRPr="00154297">
        <w:rPr>
          <w:sz w:val="22"/>
          <w:szCs w:val="22"/>
        </w:rPr>
        <w:t xml:space="preserve">“ </w:t>
      </w:r>
      <w:r w:rsidRPr="00154297">
        <w:rPr>
          <w:sz w:val="22"/>
          <w:szCs w:val="22"/>
        </w:rPr>
        <w:t>zhotovitelem stavby</w:t>
      </w:r>
      <w:r w:rsidR="009A7CDD" w:rsidRPr="00154297">
        <w:rPr>
          <w:sz w:val="22"/>
          <w:szCs w:val="22"/>
        </w:rPr>
        <w:t xml:space="preserve"> včas, řádně a kvalitně, v souladu se smlouv</w:t>
      </w:r>
      <w:r w:rsidR="00812542">
        <w:rPr>
          <w:sz w:val="22"/>
          <w:szCs w:val="22"/>
        </w:rPr>
        <w:t>ou</w:t>
      </w:r>
      <w:r w:rsidR="009A7CDD" w:rsidRPr="00154297">
        <w:rPr>
          <w:sz w:val="22"/>
          <w:szCs w:val="22"/>
        </w:rPr>
        <w:t xml:space="preserve"> o dílo uzavřen</w:t>
      </w:r>
      <w:r w:rsidR="00812542">
        <w:rPr>
          <w:sz w:val="22"/>
          <w:szCs w:val="22"/>
        </w:rPr>
        <w:t>ou</w:t>
      </w:r>
      <w:r w:rsidR="009A7CDD" w:rsidRPr="00154297">
        <w:rPr>
          <w:sz w:val="22"/>
          <w:szCs w:val="22"/>
        </w:rPr>
        <w:t xml:space="preserve"> mezi </w:t>
      </w:r>
      <w:r w:rsidR="007D19EA" w:rsidRPr="00154297">
        <w:rPr>
          <w:sz w:val="22"/>
          <w:szCs w:val="22"/>
        </w:rPr>
        <w:t>příkazcem</w:t>
      </w:r>
      <w:r w:rsidR="009A7CDD" w:rsidRPr="00154297">
        <w:rPr>
          <w:sz w:val="22"/>
          <w:szCs w:val="22"/>
        </w:rPr>
        <w:t xml:space="preserve"> a zhotovitelem stavby, za sjednan</w:t>
      </w:r>
      <w:r w:rsidR="00812542">
        <w:rPr>
          <w:sz w:val="22"/>
          <w:szCs w:val="22"/>
        </w:rPr>
        <w:t>ou</w:t>
      </w:r>
      <w:r w:rsidR="009A7CDD" w:rsidRPr="00154297">
        <w:rPr>
          <w:sz w:val="22"/>
          <w:szCs w:val="22"/>
        </w:rPr>
        <w:t xml:space="preserve"> smluvní cen</w:t>
      </w:r>
      <w:r w:rsidR="00812542">
        <w:rPr>
          <w:sz w:val="22"/>
          <w:szCs w:val="22"/>
        </w:rPr>
        <w:t>u</w:t>
      </w:r>
    </w:p>
    <w:p w:rsidR="009A7CDD" w:rsidRPr="00154297" w:rsidRDefault="009A7CDD" w:rsidP="009A7CDD">
      <w:pPr>
        <w:numPr>
          <w:ilvl w:val="1"/>
          <w:numId w:val="18"/>
        </w:numPr>
        <w:jc w:val="both"/>
        <w:rPr>
          <w:sz w:val="22"/>
          <w:szCs w:val="22"/>
        </w:rPr>
      </w:pPr>
      <w:r w:rsidRPr="00154297">
        <w:rPr>
          <w:sz w:val="22"/>
          <w:szCs w:val="22"/>
        </w:rPr>
        <w:t>úspěšné uvedení stavby</w:t>
      </w:r>
      <w:r w:rsidR="00397001" w:rsidRPr="00154297">
        <w:rPr>
          <w:sz w:val="22"/>
          <w:szCs w:val="22"/>
        </w:rPr>
        <w:t xml:space="preserve"> „</w:t>
      </w:r>
      <w:r w:rsidR="00DC2315">
        <w:rPr>
          <w:sz w:val="22"/>
          <w:szCs w:val="22"/>
        </w:rPr>
        <w:t xml:space="preserve">Fotbalové hřiště </w:t>
      </w:r>
      <w:proofErr w:type="spellStart"/>
      <w:r w:rsidR="00DC2315">
        <w:rPr>
          <w:sz w:val="22"/>
          <w:szCs w:val="22"/>
        </w:rPr>
        <w:t>Vlachovická</w:t>
      </w:r>
      <w:proofErr w:type="spellEnd"/>
      <w:r w:rsidR="00DC2315">
        <w:rPr>
          <w:sz w:val="22"/>
          <w:szCs w:val="22"/>
        </w:rPr>
        <w:t xml:space="preserve">, </w:t>
      </w:r>
      <w:r w:rsidR="001629DB" w:rsidRPr="00154297">
        <w:rPr>
          <w:sz w:val="22"/>
          <w:szCs w:val="22"/>
        </w:rPr>
        <w:t>Nové Město na Moravě –</w:t>
      </w:r>
      <w:r w:rsidR="00DC2315">
        <w:rPr>
          <w:sz w:val="22"/>
          <w:szCs w:val="22"/>
        </w:rPr>
        <w:t xml:space="preserve"> I. etapa</w:t>
      </w:r>
      <w:r w:rsidR="00397001" w:rsidRPr="00154297">
        <w:rPr>
          <w:sz w:val="22"/>
          <w:szCs w:val="22"/>
        </w:rPr>
        <w:t>“</w:t>
      </w:r>
      <w:r w:rsidRPr="00154297">
        <w:rPr>
          <w:sz w:val="22"/>
          <w:szCs w:val="22"/>
        </w:rPr>
        <w:t xml:space="preserve"> převzaté </w:t>
      </w:r>
      <w:r w:rsidR="007D19EA" w:rsidRPr="00154297">
        <w:rPr>
          <w:sz w:val="22"/>
          <w:szCs w:val="22"/>
        </w:rPr>
        <w:t>příkazcem</w:t>
      </w:r>
      <w:r w:rsidRPr="00154297">
        <w:rPr>
          <w:sz w:val="22"/>
          <w:szCs w:val="22"/>
        </w:rPr>
        <w:t xml:space="preserve"> do provozu</w:t>
      </w:r>
    </w:p>
    <w:p w:rsidR="009A7CDD" w:rsidRPr="00154297" w:rsidRDefault="009A7CDD" w:rsidP="009A7CDD">
      <w:pPr>
        <w:numPr>
          <w:ilvl w:val="1"/>
          <w:numId w:val="18"/>
        </w:numPr>
        <w:jc w:val="both"/>
        <w:rPr>
          <w:sz w:val="22"/>
          <w:szCs w:val="22"/>
        </w:rPr>
      </w:pPr>
      <w:r w:rsidRPr="00154297">
        <w:rPr>
          <w:sz w:val="22"/>
          <w:szCs w:val="22"/>
        </w:rPr>
        <w:t>vyřešení nároků z titulu odpovědnosti za vady vč. odpovědnosti za vady v záruce</w:t>
      </w:r>
    </w:p>
    <w:p w:rsidR="009A7CDD" w:rsidRPr="00154297" w:rsidRDefault="009A7CDD" w:rsidP="009A7CDD">
      <w:pPr>
        <w:numPr>
          <w:ilvl w:val="1"/>
          <w:numId w:val="18"/>
        </w:numPr>
        <w:jc w:val="both"/>
        <w:rPr>
          <w:sz w:val="22"/>
          <w:szCs w:val="22"/>
        </w:rPr>
      </w:pPr>
      <w:r w:rsidRPr="00154297">
        <w:rPr>
          <w:sz w:val="22"/>
          <w:szCs w:val="22"/>
        </w:rPr>
        <w:t xml:space="preserve">vyplacení </w:t>
      </w:r>
      <w:r w:rsidR="008A058A" w:rsidRPr="00154297">
        <w:rPr>
          <w:sz w:val="22"/>
          <w:szCs w:val="22"/>
        </w:rPr>
        <w:t xml:space="preserve">finanční podpory </w:t>
      </w:r>
      <w:r w:rsidR="00CE7FD6" w:rsidRPr="00154297">
        <w:rPr>
          <w:sz w:val="22"/>
          <w:szCs w:val="22"/>
        </w:rPr>
        <w:t>z</w:t>
      </w:r>
      <w:r w:rsidR="00DC2315">
        <w:rPr>
          <w:sz w:val="22"/>
          <w:szCs w:val="22"/>
        </w:rPr>
        <w:t> Fondu Vysočiny</w:t>
      </w:r>
      <w:r w:rsidR="00922C3F" w:rsidRPr="00154297">
        <w:rPr>
          <w:sz w:val="22"/>
          <w:szCs w:val="22"/>
        </w:rPr>
        <w:t xml:space="preserve"> příkazci v plné výši</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proofErr w:type="gramStart"/>
      <w:r w:rsidRPr="002D0298">
        <w:rPr>
          <w:b/>
          <w:sz w:val="22"/>
          <w:szCs w:val="22"/>
        </w:rPr>
        <w:t>Předmět  smlouvy</w:t>
      </w:r>
      <w:proofErr w:type="gramEnd"/>
    </w:p>
    <w:p w:rsidR="00017987" w:rsidRPr="00860567" w:rsidRDefault="00017987" w:rsidP="004D4C39">
      <w:pPr>
        <w:pStyle w:val="Zkladntext"/>
        <w:rPr>
          <w:color w:val="auto"/>
          <w:sz w:val="22"/>
          <w:szCs w:val="22"/>
        </w:rPr>
      </w:pPr>
    </w:p>
    <w:p w:rsidR="00D21EDF" w:rsidRPr="004D2DB6" w:rsidRDefault="007D19EA" w:rsidP="00D21EDF">
      <w:pPr>
        <w:pStyle w:val="Zkladntext"/>
        <w:numPr>
          <w:ilvl w:val="0"/>
          <w:numId w:val="1"/>
        </w:numPr>
        <w:rPr>
          <w:color w:val="auto"/>
          <w:sz w:val="22"/>
          <w:szCs w:val="22"/>
        </w:rPr>
      </w:pPr>
      <w:r w:rsidRPr="00860567">
        <w:rPr>
          <w:color w:val="auto"/>
          <w:sz w:val="22"/>
          <w:szCs w:val="22"/>
        </w:rPr>
        <w:t>Příkazník</w:t>
      </w:r>
      <w:r w:rsidR="005E2D36" w:rsidRPr="00860567">
        <w:rPr>
          <w:color w:val="auto"/>
          <w:sz w:val="22"/>
          <w:szCs w:val="22"/>
        </w:rPr>
        <w:t xml:space="preserve"> se zavazuje za podmínek dohodnutých touto smlouvou, že bude </w:t>
      </w:r>
      <w:r w:rsidR="00080232" w:rsidRPr="00860567">
        <w:rPr>
          <w:color w:val="auto"/>
          <w:sz w:val="22"/>
          <w:szCs w:val="22"/>
        </w:rPr>
        <w:t>zajišťovat</w:t>
      </w:r>
      <w:r w:rsidR="00017987" w:rsidRPr="00860567">
        <w:rPr>
          <w:color w:val="auto"/>
          <w:sz w:val="22"/>
          <w:szCs w:val="22"/>
        </w:rPr>
        <w:t xml:space="preserve"> zastupování </w:t>
      </w:r>
      <w:r w:rsidRPr="00860567">
        <w:rPr>
          <w:color w:val="auto"/>
          <w:sz w:val="22"/>
          <w:szCs w:val="22"/>
        </w:rPr>
        <w:t>příkazce</w:t>
      </w:r>
      <w:r w:rsidR="00017987" w:rsidRPr="00860567">
        <w:rPr>
          <w:color w:val="auto"/>
          <w:sz w:val="22"/>
          <w:szCs w:val="22"/>
        </w:rPr>
        <w:t xml:space="preserve"> ve věci zajištění realizace stavby</w:t>
      </w:r>
      <w:r w:rsidR="00080232" w:rsidRPr="00860567">
        <w:rPr>
          <w:color w:val="auto"/>
          <w:sz w:val="22"/>
          <w:szCs w:val="22"/>
        </w:rPr>
        <w:t xml:space="preserve"> </w:t>
      </w:r>
      <w:r w:rsidR="00487808" w:rsidRPr="00860567">
        <w:rPr>
          <w:b/>
          <w:color w:val="auto"/>
          <w:sz w:val="22"/>
          <w:szCs w:val="22"/>
        </w:rPr>
        <w:t>„</w:t>
      </w:r>
      <w:r w:rsidR="00DC2315">
        <w:rPr>
          <w:b/>
          <w:color w:val="auto"/>
          <w:sz w:val="22"/>
          <w:szCs w:val="22"/>
        </w:rPr>
        <w:t xml:space="preserve">Fotbalové hřiště </w:t>
      </w:r>
      <w:proofErr w:type="spellStart"/>
      <w:r w:rsidR="00DC2315">
        <w:rPr>
          <w:b/>
          <w:color w:val="auto"/>
          <w:sz w:val="22"/>
          <w:szCs w:val="22"/>
        </w:rPr>
        <w:t>Vlachovická</w:t>
      </w:r>
      <w:proofErr w:type="spellEnd"/>
      <w:r w:rsidR="00DC2315">
        <w:rPr>
          <w:b/>
          <w:color w:val="auto"/>
          <w:sz w:val="22"/>
          <w:szCs w:val="22"/>
        </w:rPr>
        <w:t xml:space="preserve">, </w:t>
      </w:r>
      <w:r w:rsidR="001629DB" w:rsidRPr="00860567">
        <w:rPr>
          <w:b/>
          <w:color w:val="auto"/>
          <w:sz w:val="22"/>
          <w:szCs w:val="22"/>
        </w:rPr>
        <w:t xml:space="preserve">Nové Město na Moravě – </w:t>
      </w:r>
      <w:r w:rsidR="00DC2315">
        <w:rPr>
          <w:b/>
          <w:color w:val="auto"/>
          <w:sz w:val="22"/>
          <w:szCs w:val="22"/>
        </w:rPr>
        <w:t>I. etapa</w:t>
      </w:r>
      <w:r w:rsidR="00487808" w:rsidRPr="00860567">
        <w:rPr>
          <w:b/>
          <w:color w:val="auto"/>
          <w:sz w:val="22"/>
          <w:szCs w:val="22"/>
        </w:rPr>
        <w:t>“</w:t>
      </w:r>
      <w:r w:rsidR="007176D5" w:rsidRPr="00860567">
        <w:rPr>
          <w:color w:val="auto"/>
          <w:sz w:val="22"/>
          <w:szCs w:val="22"/>
        </w:rPr>
        <w:t xml:space="preserve"> (dále jen „stavba“)</w:t>
      </w:r>
      <w:r w:rsidR="00B63EB1" w:rsidRPr="00860567">
        <w:rPr>
          <w:color w:val="auto"/>
          <w:sz w:val="22"/>
          <w:szCs w:val="22"/>
        </w:rPr>
        <w:t xml:space="preserve"> </w:t>
      </w:r>
      <w:r w:rsidR="00D63AD2" w:rsidRPr="00860567">
        <w:rPr>
          <w:color w:val="auto"/>
          <w:sz w:val="22"/>
          <w:szCs w:val="22"/>
        </w:rPr>
        <w:t>podle podmínek sml</w:t>
      </w:r>
      <w:r w:rsidR="00AE6F85">
        <w:rPr>
          <w:color w:val="auto"/>
          <w:sz w:val="22"/>
          <w:szCs w:val="22"/>
        </w:rPr>
        <w:t>ouvy</w:t>
      </w:r>
      <w:r w:rsidR="00D63AD2" w:rsidRPr="00860567">
        <w:rPr>
          <w:color w:val="auto"/>
          <w:sz w:val="22"/>
          <w:szCs w:val="22"/>
        </w:rPr>
        <w:t xml:space="preserve"> o dílo uzavřen</w:t>
      </w:r>
      <w:r w:rsidR="00AE6F85">
        <w:rPr>
          <w:color w:val="auto"/>
          <w:sz w:val="22"/>
          <w:szCs w:val="22"/>
        </w:rPr>
        <w:t>é</w:t>
      </w:r>
      <w:r w:rsidR="00D63AD2" w:rsidRPr="00860567">
        <w:rPr>
          <w:color w:val="auto"/>
          <w:sz w:val="22"/>
          <w:szCs w:val="22"/>
        </w:rPr>
        <w:t xml:space="preserve"> se zhotovitelem stavby</w:t>
      </w:r>
      <w:r w:rsidR="00B63EB1" w:rsidRPr="00860567">
        <w:rPr>
          <w:color w:val="auto"/>
          <w:sz w:val="22"/>
          <w:szCs w:val="22"/>
        </w:rPr>
        <w:t>.</w:t>
      </w:r>
      <w:r w:rsidR="00D21EDF" w:rsidRPr="00860567">
        <w:rPr>
          <w:color w:val="auto"/>
          <w:sz w:val="22"/>
          <w:szCs w:val="22"/>
        </w:rPr>
        <w:t xml:space="preserve"> Stavba je blíže specifikována projektovou dokumentací stavby</w:t>
      </w:r>
      <w:r w:rsidR="003427E4">
        <w:rPr>
          <w:color w:val="auto"/>
          <w:sz w:val="22"/>
          <w:szCs w:val="22"/>
        </w:rPr>
        <w:t xml:space="preserve"> ve stupni DPS</w:t>
      </w:r>
      <w:r w:rsidR="00D21EDF" w:rsidRPr="00860567">
        <w:rPr>
          <w:color w:val="auto"/>
          <w:sz w:val="22"/>
          <w:szCs w:val="22"/>
        </w:rPr>
        <w:t xml:space="preserve"> „</w:t>
      </w:r>
      <w:r w:rsidR="00865AF5">
        <w:rPr>
          <w:color w:val="auto"/>
          <w:sz w:val="22"/>
          <w:szCs w:val="22"/>
        </w:rPr>
        <w:t xml:space="preserve">Fotbalová hřiště </w:t>
      </w:r>
      <w:proofErr w:type="spellStart"/>
      <w:r w:rsidR="00865AF5">
        <w:rPr>
          <w:color w:val="auto"/>
          <w:sz w:val="22"/>
          <w:szCs w:val="22"/>
        </w:rPr>
        <w:t>Vlachovická</w:t>
      </w:r>
      <w:proofErr w:type="spellEnd"/>
      <w:r w:rsidR="00865AF5">
        <w:rPr>
          <w:color w:val="auto"/>
          <w:sz w:val="22"/>
          <w:szCs w:val="22"/>
        </w:rPr>
        <w:t xml:space="preserve">, </w:t>
      </w:r>
      <w:r w:rsidR="001629DB" w:rsidRPr="00860567">
        <w:rPr>
          <w:color w:val="auto"/>
          <w:sz w:val="22"/>
          <w:szCs w:val="22"/>
        </w:rPr>
        <w:t>N</w:t>
      </w:r>
      <w:r w:rsidR="00860567" w:rsidRPr="00860567">
        <w:rPr>
          <w:color w:val="auto"/>
          <w:sz w:val="22"/>
          <w:szCs w:val="22"/>
        </w:rPr>
        <w:t xml:space="preserve">ové </w:t>
      </w:r>
      <w:r w:rsidR="00AE6F85">
        <w:rPr>
          <w:color w:val="auto"/>
          <w:sz w:val="22"/>
          <w:szCs w:val="22"/>
        </w:rPr>
        <w:t>M</w:t>
      </w:r>
      <w:r w:rsidR="00860567" w:rsidRPr="00860567">
        <w:rPr>
          <w:color w:val="auto"/>
          <w:sz w:val="22"/>
          <w:szCs w:val="22"/>
        </w:rPr>
        <w:t>ěsto na Moravě</w:t>
      </w:r>
      <w:r w:rsidR="00D21EDF" w:rsidRPr="00860567">
        <w:rPr>
          <w:color w:val="auto"/>
          <w:sz w:val="22"/>
          <w:szCs w:val="22"/>
        </w:rPr>
        <w:t>“</w:t>
      </w:r>
      <w:r w:rsidR="00D21EDF" w:rsidRPr="0091513A">
        <w:rPr>
          <w:sz w:val="22"/>
          <w:szCs w:val="22"/>
        </w:rPr>
        <w:t xml:space="preserve"> </w:t>
      </w:r>
      <w:r w:rsidR="00D21EDF" w:rsidRPr="004D2DB6">
        <w:rPr>
          <w:color w:val="auto"/>
          <w:sz w:val="22"/>
          <w:szCs w:val="22"/>
        </w:rPr>
        <w:t xml:space="preserve">vypracovanou </w:t>
      </w:r>
      <w:r w:rsidR="00AE6F85">
        <w:rPr>
          <w:color w:val="auto"/>
          <w:sz w:val="22"/>
          <w:szCs w:val="22"/>
        </w:rPr>
        <w:t>fy G</w:t>
      </w:r>
      <w:r w:rsidR="00865AF5">
        <w:rPr>
          <w:color w:val="auto"/>
          <w:sz w:val="22"/>
          <w:szCs w:val="22"/>
        </w:rPr>
        <w:t>R</w:t>
      </w:r>
      <w:r w:rsidR="00AE6F85">
        <w:rPr>
          <w:color w:val="auto"/>
          <w:sz w:val="22"/>
          <w:szCs w:val="22"/>
        </w:rPr>
        <w:t>E</w:t>
      </w:r>
      <w:r w:rsidR="00865AF5">
        <w:rPr>
          <w:color w:val="auto"/>
          <w:sz w:val="22"/>
          <w:szCs w:val="22"/>
        </w:rPr>
        <w:t>MI</w:t>
      </w:r>
      <w:r w:rsidR="00AE6F85">
        <w:rPr>
          <w:color w:val="auto"/>
          <w:sz w:val="22"/>
          <w:szCs w:val="22"/>
        </w:rPr>
        <w:t>S</w:t>
      </w:r>
      <w:r w:rsidR="00865AF5">
        <w:rPr>
          <w:color w:val="auto"/>
          <w:sz w:val="22"/>
          <w:szCs w:val="22"/>
        </w:rPr>
        <w:t>,</w:t>
      </w:r>
      <w:r w:rsidR="00AE6F85">
        <w:rPr>
          <w:color w:val="auto"/>
          <w:sz w:val="22"/>
          <w:szCs w:val="22"/>
        </w:rPr>
        <w:t xml:space="preserve"> s.r.o., </w:t>
      </w:r>
      <w:r w:rsidR="00865AF5">
        <w:rPr>
          <w:color w:val="auto"/>
          <w:sz w:val="22"/>
          <w:szCs w:val="22"/>
        </w:rPr>
        <w:t>Jihlavská 230, 594 01 Velké Meziříčí</w:t>
      </w:r>
      <w:r w:rsidR="00D21EDF" w:rsidRPr="004D2DB6">
        <w:rPr>
          <w:color w:val="auto"/>
          <w:sz w:val="22"/>
          <w:szCs w:val="22"/>
        </w:rPr>
        <w:t xml:space="preserve"> v </w:t>
      </w:r>
      <w:r w:rsidR="001629DB" w:rsidRPr="004D2DB6">
        <w:rPr>
          <w:color w:val="auto"/>
          <w:sz w:val="22"/>
          <w:szCs w:val="22"/>
        </w:rPr>
        <w:t>0</w:t>
      </w:r>
      <w:r w:rsidR="00B2387B">
        <w:rPr>
          <w:color w:val="auto"/>
          <w:sz w:val="22"/>
          <w:szCs w:val="22"/>
        </w:rPr>
        <w:t>8</w:t>
      </w:r>
      <w:r w:rsidR="00D21EDF" w:rsidRPr="004D2DB6">
        <w:rPr>
          <w:color w:val="auto"/>
          <w:sz w:val="22"/>
          <w:szCs w:val="22"/>
        </w:rPr>
        <w:t>/20</w:t>
      </w:r>
      <w:r w:rsidR="00AE6F85">
        <w:rPr>
          <w:color w:val="auto"/>
          <w:sz w:val="22"/>
          <w:szCs w:val="22"/>
        </w:rPr>
        <w:t>24</w:t>
      </w:r>
      <w:r w:rsidR="00D21EDF" w:rsidRPr="004D2DB6">
        <w:rPr>
          <w:color w:val="auto"/>
          <w:sz w:val="22"/>
          <w:szCs w:val="22"/>
        </w:rPr>
        <w:t xml:space="preserve"> pod </w:t>
      </w:r>
      <w:proofErr w:type="spellStart"/>
      <w:r w:rsidR="00AE6F85">
        <w:rPr>
          <w:color w:val="auto"/>
          <w:sz w:val="22"/>
          <w:szCs w:val="22"/>
        </w:rPr>
        <w:t>zak</w:t>
      </w:r>
      <w:proofErr w:type="spellEnd"/>
      <w:r w:rsidR="00AE6F85">
        <w:rPr>
          <w:color w:val="auto"/>
          <w:sz w:val="22"/>
          <w:szCs w:val="22"/>
        </w:rPr>
        <w:t xml:space="preserve">. </w:t>
      </w:r>
      <w:r w:rsidR="00D21EDF" w:rsidRPr="004D2DB6">
        <w:rPr>
          <w:color w:val="auto"/>
          <w:sz w:val="22"/>
          <w:szCs w:val="22"/>
        </w:rPr>
        <w:t>č.</w:t>
      </w:r>
      <w:r w:rsidR="003427E4">
        <w:rPr>
          <w:color w:val="auto"/>
          <w:sz w:val="22"/>
          <w:szCs w:val="22"/>
        </w:rPr>
        <w:t xml:space="preserve"> </w:t>
      </w:r>
      <w:r w:rsidR="00B2387B">
        <w:rPr>
          <w:color w:val="auto"/>
          <w:sz w:val="22"/>
          <w:szCs w:val="22"/>
        </w:rPr>
        <w:t>605</w:t>
      </w:r>
      <w:r w:rsidR="003427E4">
        <w:rPr>
          <w:color w:val="auto"/>
          <w:sz w:val="22"/>
          <w:szCs w:val="22"/>
        </w:rPr>
        <w:t xml:space="preserve">, </w:t>
      </w:r>
      <w:r w:rsidR="00D21EDF" w:rsidRPr="004D2DB6">
        <w:rPr>
          <w:color w:val="auto"/>
          <w:sz w:val="22"/>
          <w:szCs w:val="22"/>
        </w:rPr>
        <w:t>vč. dokladové části</w:t>
      </w:r>
      <w:r w:rsidR="00865AF5">
        <w:rPr>
          <w:color w:val="auto"/>
          <w:sz w:val="22"/>
          <w:szCs w:val="22"/>
        </w:rPr>
        <w:t xml:space="preserve">, resp. její částí, týkající se I. etapy </w:t>
      </w:r>
      <w:r w:rsidR="00D21EDF" w:rsidRPr="004D2DB6">
        <w:rPr>
          <w:color w:val="auto"/>
          <w:sz w:val="22"/>
          <w:szCs w:val="22"/>
        </w:rPr>
        <w:t xml:space="preserve">(dále jen „projektová dokumentace“). </w:t>
      </w:r>
      <w:r w:rsidR="00E8724E" w:rsidRPr="004D2DB6">
        <w:rPr>
          <w:color w:val="auto"/>
          <w:sz w:val="22"/>
          <w:szCs w:val="22"/>
        </w:rPr>
        <w:t xml:space="preserve">Stavba </w:t>
      </w:r>
      <w:r w:rsidR="004D2DB6" w:rsidRPr="004D2DB6">
        <w:rPr>
          <w:color w:val="auto"/>
          <w:sz w:val="22"/>
          <w:szCs w:val="22"/>
        </w:rPr>
        <w:t>je</w:t>
      </w:r>
      <w:r w:rsidR="00EF3DBE" w:rsidRPr="004D2DB6">
        <w:rPr>
          <w:color w:val="auto"/>
          <w:sz w:val="22"/>
          <w:szCs w:val="22"/>
        </w:rPr>
        <w:t xml:space="preserve"> </w:t>
      </w:r>
      <w:r w:rsidR="004D2DB6" w:rsidRPr="004D2DB6">
        <w:rPr>
          <w:color w:val="auto"/>
          <w:sz w:val="22"/>
          <w:szCs w:val="22"/>
        </w:rPr>
        <w:t>realizován</w:t>
      </w:r>
      <w:r w:rsidR="00872E1B">
        <w:rPr>
          <w:color w:val="auto"/>
          <w:sz w:val="22"/>
          <w:szCs w:val="22"/>
        </w:rPr>
        <w:t>a</w:t>
      </w:r>
      <w:r w:rsidR="004D2DB6" w:rsidRPr="004D2DB6">
        <w:rPr>
          <w:color w:val="auto"/>
          <w:sz w:val="22"/>
          <w:szCs w:val="22"/>
        </w:rPr>
        <w:t xml:space="preserve"> příkazcem v rámci projektu </w:t>
      </w:r>
      <w:r w:rsidR="00EF3DBE" w:rsidRPr="004D2DB6">
        <w:rPr>
          <w:color w:val="auto"/>
          <w:sz w:val="22"/>
          <w:szCs w:val="22"/>
        </w:rPr>
        <w:t>spolufinancov</w:t>
      </w:r>
      <w:r w:rsidR="004D2DB6" w:rsidRPr="004D2DB6">
        <w:rPr>
          <w:color w:val="auto"/>
          <w:sz w:val="22"/>
          <w:szCs w:val="22"/>
        </w:rPr>
        <w:t>aného</w:t>
      </w:r>
      <w:r w:rsidR="00EF3DBE" w:rsidRPr="004D2DB6">
        <w:rPr>
          <w:color w:val="auto"/>
          <w:sz w:val="22"/>
          <w:szCs w:val="22"/>
        </w:rPr>
        <w:t xml:space="preserve"> z</w:t>
      </w:r>
      <w:r w:rsidR="00865AF5">
        <w:rPr>
          <w:color w:val="auto"/>
          <w:sz w:val="22"/>
          <w:szCs w:val="22"/>
        </w:rPr>
        <w:t> Fondu Vysočiny, program „Sportovní infrastruktura 2024“</w:t>
      </w:r>
      <w:r w:rsidR="004D2DB6">
        <w:rPr>
          <w:color w:val="auto"/>
          <w:sz w:val="22"/>
          <w:szCs w:val="22"/>
        </w:rPr>
        <w:t>.</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CD4271" w:rsidRDefault="00620416" w:rsidP="00620416">
      <w:pPr>
        <w:widowControl w:val="0"/>
        <w:jc w:val="both"/>
        <w:rPr>
          <w:snapToGrid w:val="0"/>
          <w:sz w:val="22"/>
          <w:szCs w:val="22"/>
        </w:rPr>
      </w:pPr>
    </w:p>
    <w:p w:rsidR="00E008D3" w:rsidRPr="00CD4271" w:rsidRDefault="00462C53" w:rsidP="00E008D3">
      <w:pPr>
        <w:widowControl w:val="0"/>
        <w:numPr>
          <w:ilvl w:val="0"/>
          <w:numId w:val="1"/>
        </w:numPr>
        <w:jc w:val="both"/>
        <w:rPr>
          <w:snapToGrid w:val="0"/>
          <w:sz w:val="22"/>
          <w:szCs w:val="22"/>
        </w:rPr>
      </w:pPr>
      <w:r w:rsidRPr="00CD4271">
        <w:rPr>
          <w:sz w:val="22"/>
          <w:szCs w:val="22"/>
        </w:rPr>
        <w:t>Příkazník</w:t>
      </w:r>
      <w:r w:rsidR="00962870" w:rsidRPr="00CD4271">
        <w:rPr>
          <w:sz w:val="22"/>
          <w:szCs w:val="22"/>
        </w:rPr>
        <w:t xml:space="preserve"> </w:t>
      </w:r>
      <w:r w:rsidR="00974491" w:rsidRPr="00CD4271">
        <w:rPr>
          <w:sz w:val="22"/>
          <w:szCs w:val="22"/>
        </w:rPr>
        <w:t>s</w:t>
      </w:r>
      <w:r w:rsidR="00E008D3" w:rsidRPr="00CD4271">
        <w:rPr>
          <w:sz w:val="22"/>
          <w:szCs w:val="22"/>
        </w:rPr>
        <w:t>e dále zavazuje</w:t>
      </w:r>
      <w:r w:rsidR="00812C8F" w:rsidRPr="00CD4271">
        <w:rPr>
          <w:sz w:val="22"/>
          <w:szCs w:val="22"/>
        </w:rPr>
        <w:t xml:space="preserve"> s </w:t>
      </w:r>
      <w:r w:rsidRPr="00CD4271">
        <w:rPr>
          <w:sz w:val="22"/>
          <w:szCs w:val="22"/>
        </w:rPr>
        <w:t>příkazce</w:t>
      </w:r>
      <w:r w:rsidR="00812C8F" w:rsidRPr="00CD4271">
        <w:rPr>
          <w:sz w:val="22"/>
          <w:szCs w:val="22"/>
        </w:rPr>
        <w:t xml:space="preserve">m účinně spolupracovat při </w:t>
      </w:r>
      <w:r w:rsidR="00E008D3" w:rsidRPr="00CD4271">
        <w:rPr>
          <w:sz w:val="22"/>
          <w:szCs w:val="22"/>
        </w:rPr>
        <w:t>zaji</w:t>
      </w:r>
      <w:r w:rsidR="00812C8F" w:rsidRPr="00CD4271">
        <w:rPr>
          <w:sz w:val="22"/>
          <w:szCs w:val="22"/>
        </w:rPr>
        <w:t>štění</w:t>
      </w:r>
      <w:r w:rsidR="002A7401" w:rsidRPr="00CD4271">
        <w:rPr>
          <w:sz w:val="22"/>
          <w:szCs w:val="22"/>
        </w:rPr>
        <w:t xml:space="preserve"> splnění veškerých požadavků a </w:t>
      </w:r>
      <w:r w:rsidR="00E008D3" w:rsidRPr="00CD4271">
        <w:rPr>
          <w:sz w:val="22"/>
          <w:szCs w:val="22"/>
        </w:rPr>
        <w:t>podmínek</w:t>
      </w:r>
      <w:r w:rsidR="00EF2424" w:rsidRPr="00CD4271">
        <w:rPr>
          <w:sz w:val="22"/>
          <w:szCs w:val="22"/>
        </w:rPr>
        <w:t xml:space="preserve">, které je </w:t>
      </w:r>
      <w:r w:rsidRPr="00CD4271">
        <w:rPr>
          <w:sz w:val="22"/>
          <w:szCs w:val="22"/>
        </w:rPr>
        <w:t>příkazce</w:t>
      </w:r>
      <w:r w:rsidR="00EF2424" w:rsidRPr="00CD4271">
        <w:rPr>
          <w:sz w:val="22"/>
          <w:szCs w:val="22"/>
        </w:rPr>
        <w:t xml:space="preserve"> povinen splnit</w:t>
      </w:r>
      <w:r w:rsidR="00E008D3" w:rsidRPr="00CD4271">
        <w:rPr>
          <w:sz w:val="22"/>
          <w:szCs w:val="22"/>
        </w:rPr>
        <w:t xml:space="preserve"> pro</w:t>
      </w:r>
      <w:r w:rsidR="00EF2424" w:rsidRPr="00CD4271">
        <w:rPr>
          <w:sz w:val="22"/>
          <w:szCs w:val="22"/>
        </w:rPr>
        <w:t xml:space="preserve"> úspěšné</w:t>
      </w:r>
      <w:r w:rsidR="00E008D3" w:rsidRPr="00CD4271">
        <w:rPr>
          <w:sz w:val="22"/>
          <w:szCs w:val="22"/>
        </w:rPr>
        <w:t xml:space="preserve"> čerpání</w:t>
      </w:r>
      <w:r w:rsidR="00EF2424" w:rsidRPr="00CD4271">
        <w:rPr>
          <w:sz w:val="22"/>
          <w:szCs w:val="22"/>
        </w:rPr>
        <w:t xml:space="preserve"> </w:t>
      </w:r>
      <w:r w:rsidR="00971EED" w:rsidRPr="00CD4271">
        <w:rPr>
          <w:sz w:val="22"/>
          <w:szCs w:val="22"/>
        </w:rPr>
        <w:t>výše uveden</w:t>
      </w:r>
      <w:r w:rsidR="00DC4773">
        <w:rPr>
          <w:sz w:val="22"/>
          <w:szCs w:val="22"/>
        </w:rPr>
        <w:t>é</w:t>
      </w:r>
      <w:r w:rsidR="00971EED" w:rsidRPr="00CD4271">
        <w:rPr>
          <w:sz w:val="22"/>
          <w:szCs w:val="22"/>
        </w:rPr>
        <w:t xml:space="preserve"> </w:t>
      </w:r>
      <w:r w:rsidR="008A058A" w:rsidRPr="00CD4271">
        <w:rPr>
          <w:sz w:val="22"/>
          <w:szCs w:val="22"/>
        </w:rPr>
        <w:t>finanční podpor</w:t>
      </w:r>
      <w:r w:rsidR="00DC4773">
        <w:rPr>
          <w:sz w:val="22"/>
          <w:szCs w:val="22"/>
        </w:rPr>
        <w:t>y</w:t>
      </w:r>
      <w:r w:rsidR="00971EED" w:rsidRPr="00CD4271">
        <w:rPr>
          <w:sz w:val="22"/>
          <w:szCs w:val="22"/>
        </w:rPr>
        <w:t xml:space="preserve"> pro stavbu.</w:t>
      </w:r>
      <w:r w:rsidR="002A7401" w:rsidRPr="00CD4271">
        <w:rPr>
          <w:sz w:val="22"/>
          <w:szCs w:val="22"/>
        </w:rPr>
        <w:t xml:space="preserve"> </w:t>
      </w:r>
    </w:p>
    <w:p w:rsidR="00017987" w:rsidRPr="00CD4271" w:rsidRDefault="00017987" w:rsidP="00C001F3">
      <w:pPr>
        <w:pStyle w:val="Zkladntext"/>
        <w:ind w:right="-2"/>
        <w:jc w:val="left"/>
        <w:rPr>
          <w:color w:val="auto"/>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2948B8" w:rsidRDefault="009E0803" w:rsidP="008909B5">
      <w:pPr>
        <w:pStyle w:val="Seznam"/>
        <w:numPr>
          <w:ilvl w:val="0"/>
          <w:numId w:val="2"/>
        </w:numPr>
        <w:jc w:val="both"/>
        <w:rPr>
          <w:sz w:val="22"/>
          <w:szCs w:val="22"/>
        </w:rPr>
      </w:pPr>
      <w:r w:rsidRPr="002948B8">
        <w:rPr>
          <w:sz w:val="22"/>
          <w:szCs w:val="22"/>
        </w:rPr>
        <w:t>Příkazník</w:t>
      </w:r>
      <w:r w:rsidR="00017987" w:rsidRPr="002948B8">
        <w:rPr>
          <w:sz w:val="22"/>
          <w:szCs w:val="22"/>
        </w:rPr>
        <w:t xml:space="preserve"> zahájí činnost </w:t>
      </w:r>
      <w:r w:rsidR="00E92FDC" w:rsidRPr="002948B8">
        <w:rPr>
          <w:sz w:val="22"/>
          <w:szCs w:val="22"/>
        </w:rPr>
        <w:t>po podpisu této smlouvy</w:t>
      </w:r>
      <w:r w:rsidR="007F7FA1" w:rsidRPr="002948B8">
        <w:rPr>
          <w:sz w:val="22"/>
          <w:szCs w:val="22"/>
        </w:rPr>
        <w:t xml:space="preserve"> tak, aby mohl řádně provést veškeré činnosti, které jsou předmětem této </w:t>
      </w:r>
      <w:proofErr w:type="gramStart"/>
      <w:r w:rsidR="007F7FA1" w:rsidRPr="002948B8">
        <w:rPr>
          <w:sz w:val="22"/>
          <w:szCs w:val="22"/>
        </w:rPr>
        <w:t>smlouvy a nebyl</w:t>
      </w:r>
      <w:proofErr w:type="gramEnd"/>
      <w:r w:rsidR="007F7FA1" w:rsidRPr="002948B8">
        <w:rPr>
          <w:sz w:val="22"/>
          <w:szCs w:val="22"/>
        </w:rPr>
        <w:t xml:space="preserve"> ohrožen termín zahájení stavby</w:t>
      </w:r>
      <w:r w:rsidR="00392F8C" w:rsidRPr="002948B8">
        <w:rPr>
          <w:sz w:val="22"/>
          <w:szCs w:val="22"/>
        </w:rPr>
        <w:t>.</w:t>
      </w:r>
    </w:p>
    <w:p w:rsidR="00392F8C" w:rsidRPr="002D0298" w:rsidRDefault="00392F8C" w:rsidP="007D1ABC">
      <w:pPr>
        <w:pStyle w:val="Seznam"/>
        <w:ind w:left="0" w:firstLine="0"/>
        <w:rPr>
          <w:sz w:val="22"/>
          <w:szCs w:val="22"/>
        </w:rPr>
      </w:pPr>
    </w:p>
    <w:p w:rsidR="00017987" w:rsidRPr="00C333AD" w:rsidRDefault="009E0803" w:rsidP="008B4698">
      <w:pPr>
        <w:pStyle w:val="Seznam"/>
        <w:numPr>
          <w:ilvl w:val="0"/>
          <w:numId w:val="2"/>
        </w:numPr>
        <w:jc w:val="both"/>
        <w:rPr>
          <w:sz w:val="22"/>
          <w:szCs w:val="22"/>
        </w:rPr>
      </w:pPr>
      <w:r w:rsidRPr="008A5CE4">
        <w:rPr>
          <w:sz w:val="22"/>
          <w:szCs w:val="22"/>
        </w:rPr>
        <w:t>Příkazník</w:t>
      </w:r>
      <w:r w:rsidR="00017987" w:rsidRPr="008A5CE4">
        <w:rPr>
          <w:sz w:val="22"/>
          <w:szCs w:val="22"/>
        </w:rPr>
        <w:t xml:space="preserve"> ukončí činnost </w:t>
      </w:r>
      <w:r w:rsidR="00E361A6" w:rsidRPr="008A5CE4">
        <w:rPr>
          <w:sz w:val="22"/>
          <w:szCs w:val="22"/>
        </w:rPr>
        <w:t xml:space="preserve">dnem </w:t>
      </w:r>
      <w:r w:rsidR="00DC4773" w:rsidRPr="008A5CE4">
        <w:rPr>
          <w:sz w:val="22"/>
          <w:szCs w:val="22"/>
        </w:rPr>
        <w:t xml:space="preserve">nabytí právní moci </w:t>
      </w:r>
      <w:r w:rsidR="00E361A6" w:rsidRPr="008A5CE4">
        <w:rPr>
          <w:sz w:val="22"/>
          <w:szCs w:val="22"/>
        </w:rPr>
        <w:t xml:space="preserve">kolaudačního </w:t>
      </w:r>
      <w:r w:rsidR="00DC4773" w:rsidRPr="008A5CE4">
        <w:rPr>
          <w:sz w:val="22"/>
          <w:szCs w:val="22"/>
        </w:rPr>
        <w:t>rozhodnutí</w:t>
      </w:r>
      <w:r w:rsidR="00E361A6" w:rsidRPr="008A5CE4">
        <w:rPr>
          <w:sz w:val="22"/>
          <w:szCs w:val="22"/>
        </w:rPr>
        <w:t>, příp. dnem</w:t>
      </w:r>
      <w:r w:rsidR="00E361A6" w:rsidRPr="00C333AD">
        <w:rPr>
          <w:sz w:val="22"/>
          <w:szCs w:val="22"/>
        </w:rPr>
        <w:t xml:space="preserve"> odstranění poslední </w:t>
      </w:r>
      <w:r w:rsidR="00392F8C" w:rsidRPr="00C333AD">
        <w:rPr>
          <w:sz w:val="22"/>
          <w:szCs w:val="22"/>
        </w:rPr>
        <w:t>případn</w:t>
      </w:r>
      <w:r w:rsidR="00E361A6" w:rsidRPr="00C333AD">
        <w:rPr>
          <w:sz w:val="22"/>
          <w:szCs w:val="22"/>
        </w:rPr>
        <w:t xml:space="preserve">é </w:t>
      </w:r>
      <w:r w:rsidR="00392F8C" w:rsidRPr="00C333AD">
        <w:rPr>
          <w:sz w:val="22"/>
          <w:szCs w:val="22"/>
        </w:rPr>
        <w:t>vad</w:t>
      </w:r>
      <w:r w:rsidR="00E361A6" w:rsidRPr="00C333AD">
        <w:rPr>
          <w:sz w:val="22"/>
          <w:szCs w:val="22"/>
        </w:rPr>
        <w:t>y</w:t>
      </w:r>
      <w:r w:rsidR="00392F8C" w:rsidRPr="00C333AD">
        <w:rPr>
          <w:sz w:val="22"/>
          <w:szCs w:val="22"/>
        </w:rPr>
        <w:t xml:space="preserve"> </w:t>
      </w:r>
      <w:r w:rsidR="00E361A6" w:rsidRPr="00C333AD">
        <w:rPr>
          <w:sz w:val="22"/>
          <w:szCs w:val="22"/>
        </w:rPr>
        <w:t>či</w:t>
      </w:r>
      <w:r w:rsidR="00392F8C" w:rsidRPr="00C333AD">
        <w:rPr>
          <w:sz w:val="22"/>
          <w:szCs w:val="22"/>
        </w:rPr>
        <w:t> </w:t>
      </w:r>
      <w:r w:rsidR="00017987" w:rsidRPr="00C333AD">
        <w:rPr>
          <w:sz w:val="22"/>
          <w:szCs w:val="22"/>
        </w:rPr>
        <w:t>nedodělk</w:t>
      </w:r>
      <w:r w:rsidR="00E361A6" w:rsidRPr="00C333AD">
        <w:rPr>
          <w:sz w:val="22"/>
          <w:szCs w:val="22"/>
        </w:rPr>
        <w:t>u</w:t>
      </w:r>
      <w:r w:rsidR="00392F8C" w:rsidRPr="00C333AD">
        <w:rPr>
          <w:sz w:val="22"/>
          <w:szCs w:val="22"/>
        </w:rPr>
        <w:t xml:space="preserve"> (</w:t>
      </w:r>
      <w:r w:rsidR="005D2795" w:rsidRPr="00C333AD">
        <w:rPr>
          <w:sz w:val="22"/>
          <w:szCs w:val="22"/>
        </w:rPr>
        <w:t>dnem podepsání zápisu o odstranění poslední případné vady či nedodělku)</w:t>
      </w:r>
      <w:r w:rsidR="00E361A6" w:rsidRPr="00C333AD">
        <w:rPr>
          <w:sz w:val="22"/>
          <w:szCs w:val="22"/>
        </w:rPr>
        <w:t xml:space="preserve">, příp. dnem předání posledního podkladu pro čerpání poskytnuté finanční podpory souvisejícího s realizací a dokončením stavby </w:t>
      </w:r>
      <w:r w:rsidRPr="00C333AD">
        <w:rPr>
          <w:sz w:val="22"/>
          <w:szCs w:val="22"/>
        </w:rPr>
        <w:t>příkazci</w:t>
      </w:r>
      <w:r w:rsidR="00DF33B5" w:rsidRPr="00C333AD">
        <w:rPr>
          <w:sz w:val="22"/>
          <w:szCs w:val="22"/>
        </w:rPr>
        <w:t>.</w:t>
      </w:r>
      <w:r w:rsidR="00E361A6" w:rsidRPr="00C333AD">
        <w:rPr>
          <w:sz w:val="22"/>
          <w:szCs w:val="22"/>
        </w:rPr>
        <w:t xml:space="preserve"> Rozhodný je termín, který nastane později</w:t>
      </w:r>
      <w:r w:rsidR="00017987" w:rsidRPr="00C333AD">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lastRenderedPageBreak/>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C333AD" w:rsidRDefault="00E361A6" w:rsidP="00E361A6">
      <w:pPr>
        <w:pStyle w:val="Seznam"/>
        <w:numPr>
          <w:ilvl w:val="0"/>
          <w:numId w:val="11"/>
        </w:numPr>
        <w:jc w:val="both"/>
        <w:rPr>
          <w:sz w:val="22"/>
          <w:szCs w:val="22"/>
        </w:rPr>
      </w:pPr>
      <w:r w:rsidRPr="009978E3">
        <w:rPr>
          <w:sz w:val="22"/>
          <w:szCs w:val="22"/>
        </w:rPr>
        <w:t xml:space="preserve">činnosti po dokončení stavby </w:t>
      </w:r>
      <w:r w:rsidR="00F50B93" w:rsidRPr="009978E3">
        <w:rPr>
          <w:sz w:val="22"/>
          <w:szCs w:val="22"/>
        </w:rPr>
        <w:t>končí</w:t>
      </w:r>
      <w:r w:rsidRPr="009978E3">
        <w:rPr>
          <w:sz w:val="22"/>
          <w:szCs w:val="22"/>
        </w:rPr>
        <w:t xml:space="preserve"> dnem </w:t>
      </w:r>
      <w:r w:rsidR="006B61ED" w:rsidRPr="009978E3">
        <w:rPr>
          <w:sz w:val="22"/>
          <w:szCs w:val="22"/>
        </w:rPr>
        <w:t>nabytí právní moci</w:t>
      </w:r>
      <w:r w:rsidRPr="009978E3">
        <w:rPr>
          <w:sz w:val="22"/>
          <w:szCs w:val="22"/>
        </w:rPr>
        <w:t xml:space="preserve"> kolaudačního </w:t>
      </w:r>
      <w:r w:rsidR="006B61ED" w:rsidRPr="009978E3">
        <w:rPr>
          <w:sz w:val="22"/>
          <w:szCs w:val="22"/>
        </w:rPr>
        <w:t>rozhodnutí</w:t>
      </w:r>
      <w:r w:rsidRPr="009978E3">
        <w:rPr>
          <w:sz w:val="22"/>
          <w:szCs w:val="22"/>
        </w:rPr>
        <w:t>, příp.</w:t>
      </w:r>
      <w:r w:rsidRPr="002D0298">
        <w:rPr>
          <w:sz w:val="22"/>
          <w:szCs w:val="22"/>
        </w:rPr>
        <w:t xml:space="preserve"> dnem odstranění poslední případné vady či nedodělku (dnem podepsání zápisu o odstranění poslední </w:t>
      </w:r>
      <w:r w:rsidRPr="00C333AD">
        <w:rPr>
          <w:sz w:val="22"/>
          <w:szCs w:val="22"/>
        </w:rPr>
        <w:t xml:space="preserve">případné vady či nedodělku), příp. dnem předání posledního podkladu pro čerpání poskytnuté finanční podpory souvisejícího s realizací a dokončením stavby </w:t>
      </w:r>
      <w:r w:rsidR="00EE7C32" w:rsidRPr="00C333AD">
        <w:rPr>
          <w:sz w:val="22"/>
          <w:szCs w:val="22"/>
        </w:rPr>
        <w:t>příkazci</w:t>
      </w:r>
      <w:r w:rsidR="00DF33B5" w:rsidRPr="00C333AD">
        <w:rPr>
          <w:sz w:val="22"/>
          <w:szCs w:val="22"/>
        </w:rPr>
        <w:t>.</w:t>
      </w:r>
      <w:r w:rsidRPr="00C333AD">
        <w:rPr>
          <w:sz w:val="22"/>
          <w:szCs w:val="22"/>
        </w:rPr>
        <w:t xml:space="preserve"> 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2D0298" w:rsidRDefault="008B4698" w:rsidP="008B4698">
      <w:pPr>
        <w:pStyle w:val="Seznam"/>
        <w:numPr>
          <w:ilvl w:val="0"/>
          <w:numId w:val="2"/>
        </w:numPr>
        <w:rPr>
          <w:sz w:val="22"/>
          <w:szCs w:val="22"/>
        </w:rPr>
      </w:pPr>
      <w:r w:rsidRPr="002D0298">
        <w:rPr>
          <w:sz w:val="22"/>
          <w:szCs w:val="22"/>
        </w:rPr>
        <w:t>Předpokládan</w:t>
      </w:r>
      <w:r w:rsidR="005E4D50" w:rsidRPr="002D0298">
        <w:rPr>
          <w:sz w:val="22"/>
          <w:szCs w:val="22"/>
        </w:rPr>
        <w:t xml:space="preserve">é termíny realizace </w:t>
      </w:r>
      <w:r w:rsidRPr="002D0298">
        <w:rPr>
          <w:sz w:val="22"/>
          <w:szCs w:val="22"/>
        </w:rPr>
        <w:t>stavby:</w:t>
      </w:r>
    </w:p>
    <w:p w:rsidR="008B4698" w:rsidRPr="009978E3" w:rsidRDefault="00817956" w:rsidP="008B4698">
      <w:pPr>
        <w:pStyle w:val="Seznam"/>
        <w:numPr>
          <w:ilvl w:val="1"/>
          <w:numId w:val="2"/>
        </w:numPr>
        <w:spacing w:before="80"/>
        <w:rPr>
          <w:sz w:val="22"/>
          <w:szCs w:val="22"/>
        </w:rPr>
      </w:pPr>
      <w:r w:rsidRPr="009978E3">
        <w:rPr>
          <w:sz w:val="22"/>
          <w:szCs w:val="22"/>
        </w:rPr>
        <w:t>zahájení stavby:</w:t>
      </w:r>
      <w:r w:rsidRPr="009978E3">
        <w:rPr>
          <w:sz w:val="22"/>
          <w:szCs w:val="22"/>
        </w:rPr>
        <w:tab/>
      </w:r>
      <w:proofErr w:type="gramStart"/>
      <w:r w:rsidR="002C7A89" w:rsidRPr="009978E3">
        <w:rPr>
          <w:sz w:val="22"/>
          <w:szCs w:val="22"/>
        </w:rPr>
        <w:t>02.06.</w:t>
      </w:r>
      <w:r w:rsidR="00453778" w:rsidRPr="009978E3">
        <w:rPr>
          <w:sz w:val="22"/>
          <w:szCs w:val="22"/>
        </w:rPr>
        <w:t>2025</w:t>
      </w:r>
      <w:proofErr w:type="gramEnd"/>
    </w:p>
    <w:p w:rsidR="008B4698" w:rsidRPr="00306646" w:rsidRDefault="00213E25" w:rsidP="008B4698">
      <w:pPr>
        <w:pStyle w:val="Seznam"/>
        <w:numPr>
          <w:ilvl w:val="1"/>
          <w:numId w:val="2"/>
        </w:numPr>
        <w:spacing w:before="80"/>
        <w:rPr>
          <w:sz w:val="22"/>
          <w:szCs w:val="22"/>
        </w:rPr>
      </w:pPr>
      <w:r w:rsidRPr="00306646">
        <w:rPr>
          <w:sz w:val="22"/>
          <w:szCs w:val="22"/>
        </w:rPr>
        <w:t xml:space="preserve">dokončení stavby: </w:t>
      </w:r>
      <w:r w:rsidRPr="00306646">
        <w:rPr>
          <w:sz w:val="22"/>
          <w:szCs w:val="22"/>
        </w:rPr>
        <w:tab/>
      </w:r>
      <w:r w:rsidR="00453778" w:rsidRPr="00306646">
        <w:rPr>
          <w:sz w:val="22"/>
          <w:szCs w:val="22"/>
        </w:rPr>
        <w:t xml:space="preserve">celé dílo musí být dokončeno nejpozději do </w:t>
      </w:r>
      <w:proofErr w:type="gramStart"/>
      <w:r w:rsidR="00453778" w:rsidRPr="00306646">
        <w:rPr>
          <w:sz w:val="22"/>
          <w:szCs w:val="22"/>
        </w:rPr>
        <w:t>2</w:t>
      </w:r>
      <w:r w:rsidR="002C7A89" w:rsidRPr="00306646">
        <w:rPr>
          <w:sz w:val="22"/>
          <w:szCs w:val="22"/>
        </w:rPr>
        <w:t>5</w:t>
      </w:r>
      <w:r w:rsidR="00453778" w:rsidRPr="00306646">
        <w:rPr>
          <w:sz w:val="22"/>
          <w:szCs w:val="22"/>
        </w:rPr>
        <w:t>.</w:t>
      </w:r>
      <w:r w:rsidR="002C7A89" w:rsidRPr="00306646">
        <w:rPr>
          <w:sz w:val="22"/>
          <w:szCs w:val="22"/>
        </w:rPr>
        <w:t>05</w:t>
      </w:r>
      <w:r w:rsidR="00453778" w:rsidRPr="00306646">
        <w:rPr>
          <w:sz w:val="22"/>
          <w:szCs w:val="22"/>
        </w:rPr>
        <w:t>.202</w:t>
      </w:r>
      <w:r w:rsidR="002C7A89" w:rsidRPr="00306646">
        <w:rPr>
          <w:sz w:val="22"/>
          <w:szCs w:val="22"/>
        </w:rPr>
        <w:t>6</w:t>
      </w:r>
      <w:proofErr w:type="gramEnd"/>
    </w:p>
    <w:p w:rsidR="00410059" w:rsidRPr="00CA43F8"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CA43F8">
        <w:rPr>
          <w:color w:val="auto"/>
          <w:sz w:val="22"/>
          <w:szCs w:val="22"/>
        </w:rPr>
        <w:t xml:space="preserve">Dojde-li při realizaci stavby k prodloužení doby realizace stavby oproti původně předpokládané </w:t>
      </w:r>
      <w:r w:rsidRPr="00B84D53">
        <w:rPr>
          <w:color w:val="auto"/>
          <w:sz w:val="22"/>
          <w:szCs w:val="22"/>
        </w:rPr>
        <w:t>době realizace stavby uvedené v čl.</w:t>
      </w:r>
      <w:r w:rsidR="00FA3F13" w:rsidRPr="00B84D53">
        <w:rPr>
          <w:color w:val="auto"/>
          <w:sz w:val="22"/>
          <w:szCs w:val="22"/>
        </w:rPr>
        <w:t xml:space="preserve"> </w:t>
      </w:r>
      <w:r w:rsidRPr="00B84D53">
        <w:rPr>
          <w:color w:val="auto"/>
          <w:sz w:val="22"/>
          <w:szCs w:val="22"/>
        </w:rPr>
        <w:t>3, odst.</w:t>
      </w:r>
      <w:r w:rsidR="00FA3F13" w:rsidRPr="00B84D53">
        <w:rPr>
          <w:color w:val="auto"/>
          <w:sz w:val="22"/>
          <w:szCs w:val="22"/>
        </w:rPr>
        <w:t xml:space="preserve"> </w:t>
      </w:r>
      <w:r w:rsidRPr="00B84D53">
        <w:rPr>
          <w:color w:val="auto"/>
          <w:sz w:val="22"/>
          <w:szCs w:val="22"/>
        </w:rPr>
        <w:t xml:space="preserve">4 </w:t>
      </w:r>
      <w:proofErr w:type="gramStart"/>
      <w:r w:rsidRPr="00B84D53">
        <w:rPr>
          <w:color w:val="auto"/>
          <w:sz w:val="22"/>
          <w:szCs w:val="22"/>
        </w:rPr>
        <w:t>této</w:t>
      </w:r>
      <w:proofErr w:type="gramEnd"/>
      <w:r w:rsidRPr="00B84D53">
        <w:rPr>
          <w:color w:val="auto"/>
          <w:sz w:val="22"/>
          <w:szCs w:val="22"/>
        </w:rPr>
        <w:t xml:space="preserve"> </w:t>
      </w:r>
      <w:r w:rsidR="00817956" w:rsidRPr="00B84D53">
        <w:rPr>
          <w:color w:val="auto"/>
          <w:sz w:val="22"/>
          <w:szCs w:val="22"/>
        </w:rPr>
        <w:t>smlouvy, zavazuje</w:t>
      </w:r>
      <w:r w:rsidRPr="00B84D53">
        <w:rPr>
          <w:color w:val="auto"/>
          <w:sz w:val="22"/>
          <w:szCs w:val="22"/>
        </w:rPr>
        <w:t xml:space="preserve"> se příkazník</w:t>
      </w:r>
      <w:r w:rsidRPr="00CA43F8">
        <w:rPr>
          <w:color w:val="auto"/>
          <w:sz w:val="22"/>
          <w:szCs w:val="22"/>
        </w:rPr>
        <w:t xml:space="preserve"> provádět pro příkazce práce a činnosti dle této smlouvy i po celou dobu prodloužení </w:t>
      </w:r>
      <w:r w:rsidR="004977B6" w:rsidRPr="00CA43F8">
        <w:rPr>
          <w:color w:val="auto"/>
          <w:sz w:val="22"/>
          <w:szCs w:val="22"/>
        </w:rPr>
        <w:t>doby</w:t>
      </w:r>
      <w:r w:rsidR="004977B6" w:rsidRPr="008A022A">
        <w:rPr>
          <w:color w:val="auto"/>
          <w:sz w:val="22"/>
          <w:szCs w:val="22"/>
        </w:rPr>
        <w:t xml:space="preserve">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1836AF" w:rsidRDefault="00B32778" w:rsidP="00D465DE">
      <w:pPr>
        <w:pStyle w:val="Zkladntext"/>
        <w:numPr>
          <w:ilvl w:val="0"/>
          <w:numId w:val="3"/>
        </w:numPr>
        <w:tabs>
          <w:tab w:val="clear" w:pos="357"/>
        </w:tabs>
        <w:rPr>
          <w:color w:val="auto"/>
          <w:sz w:val="22"/>
          <w:szCs w:val="22"/>
        </w:rPr>
      </w:pPr>
      <w:r w:rsidRPr="001836AF">
        <w:rPr>
          <w:color w:val="auto"/>
          <w:sz w:val="22"/>
          <w:szCs w:val="22"/>
        </w:rPr>
        <w:t>Příkazce poskytne příkazníkovi</w:t>
      </w:r>
      <w:r w:rsidR="00017987" w:rsidRPr="001836AF">
        <w:rPr>
          <w:color w:val="auto"/>
          <w:sz w:val="22"/>
          <w:szCs w:val="22"/>
        </w:rPr>
        <w:t xml:space="preserve"> za </w:t>
      </w:r>
      <w:r w:rsidR="00E02717" w:rsidRPr="001836AF">
        <w:rPr>
          <w:color w:val="auto"/>
          <w:sz w:val="22"/>
          <w:szCs w:val="22"/>
        </w:rPr>
        <w:t xml:space="preserve">jeho </w:t>
      </w:r>
      <w:r w:rsidR="00017987" w:rsidRPr="001836AF">
        <w:rPr>
          <w:color w:val="auto"/>
          <w:sz w:val="22"/>
          <w:szCs w:val="22"/>
        </w:rPr>
        <w:t>činnost</w:t>
      </w:r>
      <w:r w:rsidR="00586293" w:rsidRPr="001836AF">
        <w:rPr>
          <w:color w:val="auto"/>
          <w:sz w:val="22"/>
          <w:szCs w:val="22"/>
        </w:rPr>
        <w:t xml:space="preserve"> uvedenou v čl.</w:t>
      </w:r>
      <w:r w:rsidR="00C33C84" w:rsidRPr="001836AF">
        <w:rPr>
          <w:color w:val="auto"/>
          <w:sz w:val="22"/>
          <w:szCs w:val="22"/>
        </w:rPr>
        <w:t xml:space="preserve"> </w:t>
      </w:r>
      <w:r w:rsidR="00E14321" w:rsidRPr="001836AF">
        <w:rPr>
          <w:color w:val="auto"/>
          <w:sz w:val="22"/>
          <w:szCs w:val="22"/>
        </w:rPr>
        <w:t>2</w:t>
      </w:r>
      <w:r w:rsidR="00586293" w:rsidRPr="001836AF">
        <w:rPr>
          <w:color w:val="auto"/>
          <w:sz w:val="22"/>
          <w:szCs w:val="22"/>
        </w:rPr>
        <w:t>, odst.</w:t>
      </w:r>
      <w:r w:rsidR="00C33C84" w:rsidRPr="001836AF">
        <w:rPr>
          <w:color w:val="auto"/>
          <w:sz w:val="22"/>
          <w:szCs w:val="22"/>
        </w:rPr>
        <w:t xml:space="preserve"> </w:t>
      </w:r>
      <w:r w:rsidR="00DE141C" w:rsidRPr="001836AF">
        <w:rPr>
          <w:color w:val="auto"/>
          <w:sz w:val="22"/>
          <w:szCs w:val="22"/>
        </w:rPr>
        <w:t xml:space="preserve">1 až 5 </w:t>
      </w:r>
      <w:r w:rsidR="00586293" w:rsidRPr="001836AF">
        <w:rPr>
          <w:color w:val="auto"/>
          <w:sz w:val="22"/>
          <w:szCs w:val="22"/>
        </w:rPr>
        <w:t xml:space="preserve">této smlouvy </w:t>
      </w:r>
      <w:r w:rsidR="00E02717" w:rsidRPr="001836AF">
        <w:rPr>
          <w:b/>
          <w:color w:val="auto"/>
          <w:sz w:val="22"/>
          <w:szCs w:val="22"/>
        </w:rPr>
        <w:t xml:space="preserve">odměnu </w:t>
      </w:r>
      <w:r w:rsidR="00017987" w:rsidRPr="001836AF">
        <w:rPr>
          <w:b/>
          <w:color w:val="auto"/>
          <w:sz w:val="22"/>
          <w:szCs w:val="22"/>
        </w:rPr>
        <w:t>v</w:t>
      </w:r>
      <w:r w:rsidR="00E02717" w:rsidRPr="001836AF">
        <w:rPr>
          <w:b/>
          <w:color w:val="auto"/>
          <w:sz w:val="22"/>
          <w:szCs w:val="22"/>
        </w:rPr>
        <w:t xml:space="preserve"> celkové</w:t>
      </w:r>
      <w:r w:rsidR="00017987" w:rsidRPr="001836AF">
        <w:rPr>
          <w:b/>
          <w:color w:val="auto"/>
          <w:sz w:val="22"/>
          <w:szCs w:val="22"/>
        </w:rPr>
        <w:t xml:space="preserve"> výši </w:t>
      </w:r>
      <w:r w:rsidR="00A165BE" w:rsidRPr="001836AF">
        <w:rPr>
          <w:b/>
          <w:color w:val="auto"/>
          <w:sz w:val="22"/>
          <w:szCs w:val="22"/>
          <w:highlight w:val="yellow"/>
        </w:rPr>
        <w:t>………</w:t>
      </w:r>
      <w:proofErr w:type="gramStart"/>
      <w:r w:rsidR="00A165BE" w:rsidRPr="001836AF">
        <w:rPr>
          <w:b/>
          <w:color w:val="auto"/>
          <w:sz w:val="22"/>
          <w:szCs w:val="22"/>
          <w:highlight w:val="yellow"/>
        </w:rPr>
        <w:t>…..</w:t>
      </w:r>
      <w:r w:rsidR="00017987" w:rsidRPr="001836AF">
        <w:rPr>
          <w:b/>
          <w:color w:val="auto"/>
          <w:sz w:val="22"/>
          <w:szCs w:val="22"/>
          <w:highlight w:val="yellow"/>
        </w:rPr>
        <w:t>,-</w:t>
      </w:r>
      <w:r w:rsidR="00586293" w:rsidRPr="001836AF">
        <w:rPr>
          <w:b/>
          <w:color w:val="auto"/>
          <w:sz w:val="22"/>
          <w:szCs w:val="22"/>
          <w:highlight w:val="yellow"/>
        </w:rPr>
        <w:t>-</w:t>
      </w:r>
      <w:r w:rsidR="00586293" w:rsidRPr="001836AF">
        <w:rPr>
          <w:b/>
          <w:color w:val="auto"/>
          <w:sz w:val="22"/>
          <w:szCs w:val="22"/>
        </w:rPr>
        <w:t xml:space="preserve"> </w:t>
      </w:r>
      <w:r w:rsidR="00017987" w:rsidRPr="001836AF">
        <w:rPr>
          <w:b/>
          <w:color w:val="auto"/>
          <w:sz w:val="22"/>
          <w:szCs w:val="22"/>
        </w:rPr>
        <w:t>Kč</w:t>
      </w:r>
      <w:proofErr w:type="gramEnd"/>
      <w:r w:rsidR="006E5017" w:rsidRPr="001836AF">
        <w:rPr>
          <w:b/>
          <w:color w:val="auto"/>
          <w:sz w:val="22"/>
          <w:szCs w:val="22"/>
        </w:rPr>
        <w:t xml:space="preserve"> </w:t>
      </w:r>
      <w:r w:rsidR="009275C3" w:rsidRPr="001836AF">
        <w:rPr>
          <w:b/>
          <w:color w:val="auto"/>
          <w:sz w:val="22"/>
          <w:szCs w:val="22"/>
        </w:rPr>
        <w:t>bez</w:t>
      </w:r>
      <w:commentRangeStart w:id="2"/>
      <w:r w:rsidR="006E5017" w:rsidRPr="001836AF">
        <w:rPr>
          <w:b/>
          <w:color w:val="auto"/>
          <w:sz w:val="22"/>
          <w:szCs w:val="22"/>
        </w:rPr>
        <w:t xml:space="preserve"> DPH</w:t>
      </w:r>
      <w:commentRangeEnd w:id="2"/>
      <w:r w:rsidR="00E14321" w:rsidRPr="001836AF">
        <w:rPr>
          <w:rStyle w:val="Odkaznakoment"/>
          <w:color w:val="auto"/>
        </w:rPr>
        <w:commentReference w:id="2"/>
      </w:r>
      <w:r w:rsidR="00017987" w:rsidRPr="001836AF">
        <w:rPr>
          <w:color w:val="auto"/>
          <w:sz w:val="22"/>
          <w:szCs w:val="22"/>
        </w:rPr>
        <w:t>.</w:t>
      </w:r>
      <w:r w:rsidR="00586293" w:rsidRPr="001836AF">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lastRenderedPageBreak/>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DE141C" w:rsidRPr="002D0298">
        <w:rPr>
          <w:color w:val="auto"/>
          <w:sz w:val="22"/>
          <w:szCs w:val="22"/>
        </w:rPr>
        <w:t>6</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5154D2">
        <w:rPr>
          <w:color w:val="auto"/>
          <w:sz w:val="22"/>
          <w:szCs w:val="22"/>
        </w:rPr>
        <w:t>odmě</w:t>
      </w:r>
      <w:r w:rsidR="006803E3" w:rsidRPr="005154D2">
        <w:rPr>
          <w:color w:val="auto"/>
          <w:sz w:val="22"/>
          <w:szCs w:val="22"/>
        </w:rPr>
        <w:t xml:space="preserve">na za činnosti po dokončení stavby bude </w:t>
      </w:r>
      <w:r w:rsidR="00F50B93" w:rsidRPr="005154D2">
        <w:rPr>
          <w:color w:val="auto"/>
          <w:sz w:val="22"/>
          <w:szCs w:val="22"/>
        </w:rPr>
        <w:t>uhrazena</w:t>
      </w:r>
      <w:r w:rsidR="006803E3" w:rsidRPr="005154D2">
        <w:rPr>
          <w:color w:val="auto"/>
          <w:sz w:val="22"/>
          <w:szCs w:val="22"/>
        </w:rPr>
        <w:t xml:space="preserve"> po </w:t>
      </w:r>
      <w:r w:rsidR="006B61ED" w:rsidRPr="005154D2">
        <w:rPr>
          <w:color w:val="auto"/>
          <w:sz w:val="22"/>
          <w:szCs w:val="22"/>
        </w:rPr>
        <w:t xml:space="preserve">nabytí právní moci </w:t>
      </w:r>
      <w:r w:rsidR="006803E3" w:rsidRPr="005154D2">
        <w:rPr>
          <w:sz w:val="22"/>
          <w:szCs w:val="22"/>
        </w:rPr>
        <w:t>kolaudačního</w:t>
      </w:r>
      <w:r w:rsidR="006803E3" w:rsidRPr="002D0298">
        <w:rPr>
          <w:sz w:val="22"/>
          <w:szCs w:val="22"/>
        </w:rPr>
        <w:t xml:space="preserve"> </w:t>
      </w:r>
      <w:r w:rsidR="006B61ED">
        <w:rPr>
          <w:sz w:val="22"/>
          <w:szCs w:val="22"/>
        </w:rPr>
        <w:t>rozhodnutí</w:t>
      </w:r>
      <w:r w:rsidR="006803E3" w:rsidRPr="002D0298">
        <w:rPr>
          <w:sz w:val="22"/>
          <w:szCs w:val="22"/>
        </w:rPr>
        <w:t xml:space="preserve">, nebo po odstranění poslední případné vady či nedodělku (po dni podepsání zápisu </w:t>
      </w:r>
      <w:r w:rsidR="006803E3" w:rsidRPr="003974A8">
        <w:rPr>
          <w:sz w:val="22"/>
          <w:szCs w:val="22"/>
        </w:rPr>
        <w:t>o</w:t>
      </w:r>
      <w:r w:rsidR="008909B5" w:rsidRPr="003974A8">
        <w:rPr>
          <w:sz w:val="22"/>
          <w:szCs w:val="22"/>
        </w:rPr>
        <w:t> </w:t>
      </w:r>
      <w:r w:rsidR="006803E3" w:rsidRPr="003974A8">
        <w:rPr>
          <w:sz w:val="22"/>
          <w:szCs w:val="22"/>
        </w:rPr>
        <w:t xml:space="preserve">odstranění poslední případné vady či nedodělku), nebo po předání posledního podkladu pro čerpání poskytnuté finanční podpory souvisejícího s realizací a dokončením stavby </w:t>
      </w:r>
      <w:r w:rsidRPr="003974A8">
        <w:rPr>
          <w:sz w:val="22"/>
          <w:szCs w:val="22"/>
        </w:rPr>
        <w:t>příkazci</w:t>
      </w:r>
      <w:r w:rsidR="006803E3" w:rsidRPr="003974A8">
        <w:rPr>
          <w:sz w:val="22"/>
          <w:szCs w:val="22"/>
        </w:rPr>
        <w:t>.</w:t>
      </w:r>
      <w:r w:rsidR="006803E3" w:rsidRPr="002D0298">
        <w:rPr>
          <w:sz w:val="22"/>
          <w:szCs w:val="22"/>
        </w:rPr>
        <w:t xml:space="preserve"> 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sidR="006B61ED">
        <w:rPr>
          <w:sz w:val="22"/>
          <w:szCs w:val="22"/>
        </w:rPr>
        <w:t>ho způsobu</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w:t>
      </w:r>
      <w:r w:rsidR="00A71493" w:rsidRPr="00E07E84">
        <w:rPr>
          <w:color w:val="auto"/>
          <w:sz w:val="22"/>
          <w:szCs w:val="22"/>
        </w:rPr>
        <w:lastRenderedPageBreak/>
        <w:t xml:space="preserve">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BF16F0">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5C05EC" w:rsidRDefault="00574515" w:rsidP="00574515">
      <w:pPr>
        <w:pStyle w:val="Zkladntext"/>
        <w:ind w:firstLine="357"/>
        <w:rPr>
          <w:color w:val="auto"/>
          <w:sz w:val="22"/>
          <w:szCs w:val="22"/>
        </w:rPr>
      </w:pPr>
      <w:r w:rsidRPr="005C05EC">
        <w:rPr>
          <w:color w:val="auto"/>
          <w:sz w:val="22"/>
          <w:szCs w:val="22"/>
        </w:rPr>
        <w:t>- na šetřeních svolaných stavebním úřadem</w:t>
      </w:r>
    </w:p>
    <w:p w:rsidR="00D65A80" w:rsidRPr="005C05EC" w:rsidRDefault="00D65A80" w:rsidP="00574515">
      <w:pPr>
        <w:pStyle w:val="Zkladntext"/>
        <w:ind w:firstLine="357"/>
        <w:rPr>
          <w:color w:val="auto"/>
          <w:sz w:val="22"/>
          <w:szCs w:val="22"/>
        </w:rPr>
      </w:pPr>
      <w:r w:rsidRPr="005C05EC">
        <w:rPr>
          <w:color w:val="auto"/>
          <w:sz w:val="22"/>
          <w:szCs w:val="22"/>
        </w:rPr>
        <w:t>j</w:t>
      </w:r>
      <w:r w:rsidR="00574515" w:rsidRPr="005C05EC">
        <w:rPr>
          <w:color w:val="auto"/>
          <w:sz w:val="22"/>
          <w:szCs w:val="22"/>
        </w:rPr>
        <w:t xml:space="preserve">e povinen </w:t>
      </w:r>
      <w:r w:rsidRPr="005C05EC">
        <w:rPr>
          <w:color w:val="auto"/>
          <w:sz w:val="22"/>
          <w:szCs w:val="22"/>
        </w:rPr>
        <w:t xml:space="preserve">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neúčast.</w:t>
      </w:r>
    </w:p>
    <w:p w:rsidR="00574515" w:rsidRPr="005C05EC" w:rsidRDefault="00574515" w:rsidP="00574515">
      <w:pPr>
        <w:pStyle w:val="Zkladntext"/>
        <w:rPr>
          <w:color w:val="auto"/>
          <w:sz w:val="22"/>
          <w:szCs w:val="22"/>
        </w:rPr>
      </w:pPr>
    </w:p>
    <w:p w:rsidR="00C504F2" w:rsidRPr="005C05EC" w:rsidRDefault="00D65A80"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nezpracuje ve stanovené lhůtě, nebo zpracuje vadně jakýkoliv doklad, zprávu či podklad</w:t>
      </w:r>
      <w:r w:rsidR="00CE2FE8" w:rsidRPr="005C05EC">
        <w:rPr>
          <w:color w:val="auto"/>
          <w:sz w:val="22"/>
          <w:szCs w:val="22"/>
        </w:rPr>
        <w:t xml:space="preserve"> (dále jen „dokumenty“), k jejichž zpracování je povinen dle této smlouvy, nebo jejichž potřeba zpracování vyplyne z průběhu stavby, je povinen zaplatit </w:t>
      </w:r>
      <w:r w:rsidR="0006336C" w:rsidRPr="005C05EC">
        <w:rPr>
          <w:color w:val="auto"/>
          <w:sz w:val="22"/>
          <w:szCs w:val="22"/>
        </w:rPr>
        <w:t>příkazci</w:t>
      </w:r>
      <w:r w:rsidR="00CE2FE8" w:rsidRPr="005C05EC">
        <w:rPr>
          <w:color w:val="auto"/>
          <w:sz w:val="22"/>
          <w:szCs w:val="22"/>
        </w:rPr>
        <w:t xml:space="preserve"> smluvní pokutu ve výši </w:t>
      </w:r>
      <w:r w:rsidR="00733F67" w:rsidRPr="005C05EC">
        <w:rPr>
          <w:color w:val="auto"/>
          <w:sz w:val="22"/>
          <w:szCs w:val="22"/>
        </w:rPr>
        <w:t>5</w:t>
      </w:r>
      <w:r w:rsidR="00CE2FE8" w:rsidRPr="005C05EC">
        <w:rPr>
          <w:color w:val="auto"/>
          <w:sz w:val="22"/>
          <w:szCs w:val="22"/>
        </w:rPr>
        <w:t xml:space="preserve">00,-- Kč </w:t>
      </w:r>
      <w:r w:rsidR="00C504F2" w:rsidRPr="005C05EC">
        <w:rPr>
          <w:color w:val="auto"/>
          <w:sz w:val="22"/>
          <w:szCs w:val="22"/>
        </w:rPr>
        <w:t>za každý takto nezpracovaný či vadně zpracovaný dokument.</w:t>
      </w:r>
    </w:p>
    <w:p w:rsidR="00C504F2" w:rsidRPr="005C05EC" w:rsidRDefault="00C504F2" w:rsidP="00C504F2">
      <w:pPr>
        <w:pStyle w:val="Zkladntext"/>
        <w:rPr>
          <w:color w:val="auto"/>
          <w:sz w:val="22"/>
          <w:szCs w:val="22"/>
        </w:rPr>
      </w:pPr>
    </w:p>
    <w:p w:rsidR="00C504F2" w:rsidRPr="005C05EC" w:rsidRDefault="00C504F2"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nesplní jinou povinnost stanovenou mu v této smlouvě v souvislosti s výkonem své činnosti, a to ani v náhradním termínu stanoveném </w:t>
      </w:r>
      <w:r w:rsidR="0006336C" w:rsidRPr="005C05EC">
        <w:rPr>
          <w:color w:val="auto"/>
          <w:sz w:val="22"/>
          <w:szCs w:val="22"/>
        </w:rPr>
        <w:t>příkazcem</w:t>
      </w:r>
      <w:r w:rsidRPr="005C05EC">
        <w:rPr>
          <w:color w:val="auto"/>
          <w:sz w:val="22"/>
          <w:szCs w:val="22"/>
        </w:rPr>
        <w:t xml:space="preserve"> (má se na mysli zejména jeho kontrolní činnost</w:t>
      </w:r>
      <w:r w:rsidR="00CE2FE8" w:rsidRPr="005C05EC">
        <w:rPr>
          <w:color w:val="auto"/>
          <w:sz w:val="22"/>
          <w:szCs w:val="22"/>
        </w:rPr>
        <w:t xml:space="preserve"> </w:t>
      </w:r>
      <w:r w:rsidRPr="005C05EC">
        <w:rPr>
          <w:color w:val="auto"/>
          <w:sz w:val="22"/>
          <w:szCs w:val="22"/>
        </w:rPr>
        <w:t xml:space="preserve">vůči zhotoviteli stavby), nebo se prokáže, že jím provedená kontrola nebyla provedena řádně, je povinen 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lastRenderedPageBreak/>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w:t>
      </w:r>
      <w:r w:rsidR="00F90F43">
        <w:rPr>
          <w:color w:val="auto"/>
          <w:sz w:val="22"/>
          <w:szCs w:val="22"/>
        </w:rPr>
        <w:t xml:space="preserve"> za 2 </w:t>
      </w:r>
      <w:r w:rsidRPr="002D0298">
        <w:rPr>
          <w:color w:val="auto"/>
          <w:sz w:val="22"/>
          <w:szCs w:val="22"/>
        </w:rPr>
        <w:t>týdn</w:t>
      </w:r>
      <w:r w:rsidR="00F90F43">
        <w:rPr>
          <w:color w:val="auto"/>
          <w:sz w:val="22"/>
          <w:szCs w:val="22"/>
        </w:rPr>
        <w:t>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lastRenderedPageBreak/>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8B1F8F" w:rsidRPr="002D0298" w:rsidRDefault="008B1F8F"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w:t>
      </w:r>
      <w:r w:rsidR="00A03194" w:rsidRPr="002D0298">
        <w:rPr>
          <w:sz w:val="22"/>
          <w:szCs w:val="22"/>
        </w:rPr>
        <w:lastRenderedPageBreak/>
        <w:t xml:space="preserve">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B7534D" w:rsidRDefault="001A0D81" w:rsidP="008C641C">
      <w:pPr>
        <w:pStyle w:val="Zkladntext21"/>
        <w:numPr>
          <w:ilvl w:val="0"/>
          <w:numId w:val="5"/>
        </w:numPr>
        <w:jc w:val="both"/>
        <w:rPr>
          <w:sz w:val="22"/>
          <w:szCs w:val="22"/>
        </w:rPr>
      </w:pPr>
      <w:r w:rsidRPr="00B7534D">
        <w:rPr>
          <w:sz w:val="22"/>
          <w:szCs w:val="22"/>
        </w:rPr>
        <w:t>Příkaz</w:t>
      </w:r>
      <w:r w:rsidR="00F9074C" w:rsidRPr="00B7534D">
        <w:rPr>
          <w:sz w:val="22"/>
          <w:szCs w:val="22"/>
        </w:rPr>
        <w:t xml:space="preserve">ník bere na vědomí, že příkazce </w:t>
      </w:r>
      <w:r w:rsidR="001D399C" w:rsidRPr="00B7534D">
        <w:rPr>
          <w:sz w:val="22"/>
          <w:szCs w:val="22"/>
        </w:rPr>
        <w:t>může</w:t>
      </w:r>
      <w:r w:rsidR="00F9074C" w:rsidRPr="00B7534D">
        <w:rPr>
          <w:sz w:val="22"/>
          <w:szCs w:val="22"/>
        </w:rPr>
        <w:t xml:space="preserve"> v průběhu realizace stavby pořizovat fotodokumentaci realizace stavby vč. videozáznamů, a to zejména za účelem doložení dodržení podmínek provedení díla, doložení dodržení dotačních podmínek, apod</w:t>
      </w:r>
      <w:r w:rsidR="00227F0D" w:rsidRPr="00B7534D">
        <w:rPr>
          <w:sz w:val="22"/>
          <w:szCs w:val="22"/>
        </w:rPr>
        <w:t xml:space="preserve">. </w:t>
      </w:r>
    </w:p>
    <w:p w:rsidR="00227F0D" w:rsidRPr="002D0298" w:rsidRDefault="00227F0D" w:rsidP="00227F0D">
      <w:pPr>
        <w:pStyle w:val="Zkladntext21"/>
        <w:jc w:val="both"/>
        <w:rPr>
          <w:sz w:val="22"/>
          <w:szCs w:val="22"/>
        </w:rPr>
      </w:pP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 xml:space="preserve">Smluvní strany se dohodly, že stranou povinnou k uveřejnění této smlouvy v centrálním registru smluv podle zákona č. 340/2015 Sb., o zvláštních podmínkách účinnosti některých smluv, </w:t>
      </w:r>
      <w:r>
        <w:rPr>
          <w:sz w:val="22"/>
          <w:szCs w:val="22"/>
        </w:rPr>
        <w:lastRenderedPageBreak/>
        <w:t>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0850C1" w:rsidRDefault="00E04169" w:rsidP="008C641C">
      <w:pPr>
        <w:pStyle w:val="Zkladntext21"/>
        <w:numPr>
          <w:ilvl w:val="0"/>
          <w:numId w:val="5"/>
        </w:numPr>
        <w:jc w:val="both"/>
        <w:rPr>
          <w:sz w:val="22"/>
          <w:szCs w:val="22"/>
        </w:rPr>
      </w:pPr>
      <w:r w:rsidRPr="000850C1">
        <w:rPr>
          <w:sz w:val="22"/>
          <w:szCs w:val="22"/>
        </w:rPr>
        <w:t xml:space="preserve">Tato smlouva je uzavřena v souladu s usnesením Rady města Nové Město na Moravě přijatým </w:t>
      </w:r>
      <w:r w:rsidR="00B76F71" w:rsidRPr="000850C1">
        <w:rPr>
          <w:sz w:val="22"/>
          <w:szCs w:val="22"/>
        </w:rPr>
        <w:t>na její</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schůzi dne</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 xml:space="preserve">pod bodem </w:t>
      </w:r>
      <w:r w:rsidR="004D3C54">
        <w:rPr>
          <w:sz w:val="22"/>
          <w:szCs w:val="22"/>
        </w:rPr>
        <w:t>…</w:t>
      </w:r>
      <w:r w:rsidR="00B76F71" w:rsidRPr="000850C1">
        <w:rPr>
          <w:sz w:val="22"/>
          <w:szCs w:val="22"/>
        </w:rPr>
        <w:t>/</w:t>
      </w:r>
      <w:r w:rsidR="004D3C54">
        <w:rPr>
          <w:sz w:val="22"/>
          <w:szCs w:val="22"/>
        </w:rPr>
        <w:t>…</w:t>
      </w:r>
      <w:r w:rsidR="00B76F71" w:rsidRPr="000850C1">
        <w:rPr>
          <w:sz w:val="22"/>
          <w:szCs w:val="22"/>
        </w:rPr>
        <w:t>/</w:t>
      </w:r>
      <w:proofErr w:type="gramStart"/>
      <w:r w:rsidR="00B76F71" w:rsidRPr="000850C1">
        <w:rPr>
          <w:sz w:val="22"/>
          <w:szCs w:val="22"/>
        </w:rPr>
        <w:t>RM/20</w:t>
      </w:r>
      <w:r w:rsidR="005A3CCF">
        <w:rPr>
          <w:sz w:val="22"/>
          <w:szCs w:val="22"/>
        </w:rPr>
        <w:t>2</w:t>
      </w:r>
      <w:r w:rsidR="004D3C54">
        <w:rPr>
          <w:sz w:val="22"/>
          <w:szCs w:val="22"/>
        </w:rPr>
        <w:t>..</w:t>
      </w:r>
      <w:r w:rsidRPr="000850C1">
        <w:rPr>
          <w:sz w:val="22"/>
          <w:szCs w:val="22"/>
        </w:rPr>
        <w:t>.</w:t>
      </w:r>
      <w:proofErr w:type="gramEnd"/>
      <w:r w:rsidRPr="000850C1">
        <w:rPr>
          <w:sz w:val="22"/>
          <w:szCs w:val="22"/>
        </w:rPr>
        <w:t xml:space="preserve">  </w:t>
      </w:r>
    </w:p>
    <w:p w:rsidR="008C641C" w:rsidRPr="000850C1" w:rsidRDefault="008C641C" w:rsidP="008C641C">
      <w:pPr>
        <w:pStyle w:val="Zkladntext21"/>
        <w:jc w:val="both"/>
        <w:rPr>
          <w:sz w:val="22"/>
          <w:szCs w:val="22"/>
        </w:rPr>
      </w:pPr>
    </w:p>
    <w:p w:rsidR="008C641C" w:rsidRPr="000850C1" w:rsidRDefault="008C641C" w:rsidP="008C641C">
      <w:pPr>
        <w:pStyle w:val="Zkladntext21"/>
        <w:numPr>
          <w:ilvl w:val="0"/>
          <w:numId w:val="5"/>
        </w:numPr>
        <w:jc w:val="both"/>
        <w:rPr>
          <w:sz w:val="22"/>
          <w:szCs w:val="22"/>
        </w:rPr>
      </w:pPr>
      <w:r w:rsidRPr="000850C1">
        <w:rPr>
          <w:sz w:val="22"/>
          <w:szCs w:val="22"/>
        </w:rPr>
        <w:t xml:space="preserve">Tato smlouva nabývá platnosti dnem </w:t>
      </w:r>
      <w:r w:rsidR="005D2B70" w:rsidRPr="000850C1">
        <w:rPr>
          <w:sz w:val="22"/>
          <w:szCs w:val="22"/>
        </w:rPr>
        <w:t xml:space="preserve">jejího </w:t>
      </w:r>
      <w:r w:rsidRPr="000850C1">
        <w:rPr>
          <w:sz w:val="22"/>
          <w:szCs w:val="22"/>
        </w:rPr>
        <w:t>podpisu oběma smluvními stranami</w:t>
      </w:r>
      <w:r w:rsidR="00681DA0" w:rsidRPr="000850C1">
        <w:rPr>
          <w:sz w:val="22"/>
          <w:szCs w:val="22"/>
        </w:rPr>
        <w:t xml:space="preserve"> a účinnosti dnem jejího uveřejnění v Centrálním registru smluv</w:t>
      </w:r>
      <w:r w:rsidRPr="000850C1">
        <w:rPr>
          <w:sz w:val="22"/>
          <w:szCs w:val="22"/>
        </w:rPr>
        <w:t>.</w:t>
      </w:r>
    </w:p>
    <w:p w:rsidR="00625381" w:rsidRPr="000850C1" w:rsidRDefault="00625381" w:rsidP="00625381">
      <w:pPr>
        <w:pStyle w:val="Zkladntext21"/>
        <w:jc w:val="both"/>
        <w:rPr>
          <w:sz w:val="22"/>
          <w:szCs w:val="22"/>
        </w:rPr>
      </w:pPr>
    </w:p>
    <w:p w:rsidR="00625381" w:rsidRPr="000850C1" w:rsidRDefault="00625381" w:rsidP="008C641C">
      <w:pPr>
        <w:pStyle w:val="Zkladntext21"/>
        <w:numPr>
          <w:ilvl w:val="0"/>
          <w:numId w:val="5"/>
        </w:numPr>
        <w:jc w:val="both"/>
        <w:rPr>
          <w:sz w:val="22"/>
          <w:szCs w:val="22"/>
        </w:rPr>
      </w:pPr>
      <w:r w:rsidRPr="000850C1">
        <w:rPr>
          <w:sz w:val="22"/>
          <w:szCs w:val="22"/>
        </w:rPr>
        <w:t xml:space="preserve">Tato smlouva pozbývá platnosti a účinnosti, pokud stavba nebude zahájena do </w:t>
      </w:r>
      <w:proofErr w:type="gramStart"/>
      <w:r w:rsidRPr="000850C1">
        <w:rPr>
          <w:sz w:val="22"/>
          <w:szCs w:val="22"/>
        </w:rPr>
        <w:t>31.12.20</w:t>
      </w:r>
      <w:r w:rsidR="00030070" w:rsidRPr="000850C1">
        <w:rPr>
          <w:sz w:val="22"/>
          <w:szCs w:val="22"/>
        </w:rPr>
        <w:t>2</w:t>
      </w:r>
      <w:r w:rsidR="005A3CCF">
        <w:rPr>
          <w:sz w:val="22"/>
          <w:szCs w:val="22"/>
        </w:rPr>
        <w:t>6</w:t>
      </w:r>
      <w:proofErr w:type="gramEnd"/>
      <w:r w:rsidRPr="000850C1">
        <w:rPr>
          <w:sz w:val="22"/>
          <w:szCs w:val="22"/>
        </w:rPr>
        <w:t>.</w:t>
      </w:r>
    </w:p>
    <w:p w:rsidR="003C3E7B" w:rsidRPr="000850C1" w:rsidRDefault="003C3E7B" w:rsidP="003C3E7B">
      <w:pPr>
        <w:pStyle w:val="Zkladntext21"/>
        <w:jc w:val="both"/>
        <w:rPr>
          <w:sz w:val="22"/>
          <w:szCs w:val="22"/>
        </w:rPr>
      </w:pPr>
    </w:p>
    <w:p w:rsidR="00793C62" w:rsidRPr="000850C1" w:rsidRDefault="00793C62" w:rsidP="008C641C">
      <w:pPr>
        <w:pStyle w:val="Zkladntext"/>
        <w:numPr>
          <w:ilvl w:val="0"/>
          <w:numId w:val="5"/>
        </w:numPr>
        <w:rPr>
          <w:color w:val="auto"/>
          <w:sz w:val="22"/>
          <w:szCs w:val="22"/>
        </w:rPr>
      </w:pPr>
      <w:r w:rsidRPr="000850C1">
        <w:rPr>
          <w:color w:val="auto"/>
          <w:sz w:val="22"/>
          <w:szCs w:val="22"/>
        </w:rPr>
        <w:t>Nedílnou součástí smlouvy jsou:</w:t>
      </w:r>
    </w:p>
    <w:p w:rsidR="00D83B74" w:rsidRPr="000850C1" w:rsidRDefault="00793C62" w:rsidP="008C641C">
      <w:pPr>
        <w:numPr>
          <w:ilvl w:val="1"/>
          <w:numId w:val="5"/>
        </w:numPr>
        <w:rPr>
          <w:sz w:val="22"/>
          <w:szCs w:val="22"/>
        </w:rPr>
      </w:pPr>
      <w:r w:rsidRPr="000850C1">
        <w:rPr>
          <w:sz w:val="22"/>
          <w:szCs w:val="22"/>
        </w:rPr>
        <w:t>Příloha č.</w:t>
      </w:r>
      <w:r w:rsidR="00BA6FA8" w:rsidRPr="000850C1">
        <w:rPr>
          <w:sz w:val="22"/>
          <w:szCs w:val="22"/>
        </w:rPr>
        <w:t xml:space="preserve"> </w:t>
      </w:r>
      <w:r w:rsidRPr="000850C1">
        <w:rPr>
          <w:sz w:val="22"/>
          <w:szCs w:val="22"/>
        </w:rPr>
        <w:t xml:space="preserve">1 – </w:t>
      </w:r>
      <w:r w:rsidR="008E5D36" w:rsidRPr="000850C1">
        <w:rPr>
          <w:sz w:val="22"/>
          <w:szCs w:val="22"/>
        </w:rPr>
        <w:t>Specifikace prací a</w:t>
      </w:r>
      <w:r w:rsidR="00D83B74" w:rsidRPr="000850C1">
        <w:rPr>
          <w:sz w:val="22"/>
          <w:szCs w:val="22"/>
        </w:rPr>
        <w:t xml:space="preserve"> činností podle čl. </w:t>
      </w:r>
      <w:r w:rsidR="00AD5C42" w:rsidRPr="000850C1">
        <w:rPr>
          <w:sz w:val="22"/>
          <w:szCs w:val="22"/>
        </w:rPr>
        <w:t>2</w:t>
      </w:r>
      <w:r w:rsidR="00781288" w:rsidRPr="000850C1">
        <w:rPr>
          <w:sz w:val="22"/>
          <w:szCs w:val="22"/>
        </w:rPr>
        <w:t>,</w:t>
      </w:r>
      <w:r w:rsidRPr="000850C1">
        <w:rPr>
          <w:sz w:val="22"/>
          <w:szCs w:val="22"/>
        </w:rPr>
        <w:t xml:space="preserve"> odst. </w:t>
      </w:r>
      <w:r w:rsidR="00781288" w:rsidRPr="000850C1">
        <w:rPr>
          <w:sz w:val="22"/>
          <w:szCs w:val="22"/>
        </w:rPr>
        <w:t>3</w:t>
      </w:r>
      <w:r w:rsidRPr="000850C1">
        <w:rPr>
          <w:sz w:val="22"/>
          <w:szCs w:val="22"/>
        </w:rPr>
        <w:t xml:space="preserve"> </w:t>
      </w:r>
      <w:proofErr w:type="gramStart"/>
      <w:r w:rsidRPr="000850C1">
        <w:rPr>
          <w:sz w:val="22"/>
          <w:szCs w:val="22"/>
        </w:rPr>
        <w:t>této</w:t>
      </w:r>
      <w:proofErr w:type="gramEnd"/>
      <w:r w:rsidRPr="000850C1">
        <w:rPr>
          <w:sz w:val="22"/>
          <w:szCs w:val="22"/>
        </w:rPr>
        <w:t xml:space="preserve"> smlouvy</w:t>
      </w:r>
    </w:p>
    <w:p w:rsidR="00793C62" w:rsidRPr="000850C1" w:rsidRDefault="00D83B74" w:rsidP="008C641C">
      <w:pPr>
        <w:numPr>
          <w:ilvl w:val="1"/>
          <w:numId w:val="5"/>
        </w:numPr>
        <w:rPr>
          <w:sz w:val="22"/>
          <w:szCs w:val="22"/>
        </w:rPr>
      </w:pPr>
      <w:r w:rsidRPr="000850C1">
        <w:rPr>
          <w:sz w:val="22"/>
          <w:szCs w:val="22"/>
        </w:rPr>
        <w:t xml:space="preserve">Příloha č. 2 – </w:t>
      </w:r>
      <w:r w:rsidR="008E5D36" w:rsidRPr="000850C1">
        <w:rPr>
          <w:sz w:val="22"/>
          <w:szCs w:val="22"/>
        </w:rPr>
        <w:t>P</w:t>
      </w:r>
      <w:r w:rsidRPr="000850C1">
        <w:rPr>
          <w:sz w:val="22"/>
          <w:szCs w:val="22"/>
        </w:rPr>
        <w:t xml:space="preserve">lná moc podle čl. </w:t>
      </w:r>
      <w:r w:rsidR="00AD5C42" w:rsidRPr="000850C1">
        <w:rPr>
          <w:sz w:val="22"/>
          <w:szCs w:val="22"/>
        </w:rPr>
        <w:t>8</w:t>
      </w:r>
      <w:r w:rsidR="00781288" w:rsidRPr="000850C1">
        <w:rPr>
          <w:sz w:val="22"/>
          <w:szCs w:val="22"/>
        </w:rPr>
        <w:t>,</w:t>
      </w:r>
      <w:r w:rsidRPr="000850C1">
        <w:rPr>
          <w:sz w:val="22"/>
          <w:szCs w:val="22"/>
        </w:rPr>
        <w:t xml:space="preserve"> odst. </w:t>
      </w:r>
      <w:r w:rsidR="00781288" w:rsidRPr="000850C1">
        <w:rPr>
          <w:sz w:val="22"/>
          <w:szCs w:val="22"/>
        </w:rPr>
        <w:t>1</w:t>
      </w:r>
      <w:r w:rsidR="00A66ABF" w:rsidRPr="000850C1">
        <w:rPr>
          <w:sz w:val="22"/>
          <w:szCs w:val="22"/>
        </w:rPr>
        <w:t>9</w:t>
      </w:r>
      <w:r w:rsidRPr="000850C1">
        <w:rPr>
          <w:sz w:val="22"/>
          <w:szCs w:val="22"/>
        </w:rPr>
        <w:t xml:space="preserve"> této smlouvy</w:t>
      </w:r>
      <w:r w:rsidR="00793C62" w:rsidRPr="000850C1">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Pr="000850C1" w:rsidRDefault="00793C62" w:rsidP="007D1ABC">
      <w:pPr>
        <w:tabs>
          <w:tab w:val="left" w:pos="4962"/>
        </w:tabs>
        <w:jc w:val="both"/>
        <w:rPr>
          <w:sz w:val="22"/>
          <w:szCs w:val="22"/>
        </w:rPr>
      </w:pPr>
      <w:r w:rsidRPr="000850C1">
        <w:rPr>
          <w:sz w:val="22"/>
          <w:szCs w:val="22"/>
        </w:rPr>
        <w:t>……………………………………</w:t>
      </w:r>
      <w:r w:rsidRPr="000850C1">
        <w:rPr>
          <w:sz w:val="22"/>
          <w:szCs w:val="22"/>
        </w:rPr>
        <w:tab/>
        <w:t>……………………………………</w:t>
      </w:r>
    </w:p>
    <w:p w:rsidR="00793C62" w:rsidRPr="000850C1" w:rsidRDefault="000850C1" w:rsidP="00B36720">
      <w:pPr>
        <w:tabs>
          <w:tab w:val="center" w:pos="1701"/>
          <w:tab w:val="left" w:pos="4962"/>
          <w:tab w:val="center" w:pos="6663"/>
        </w:tabs>
        <w:jc w:val="both"/>
        <w:rPr>
          <w:sz w:val="22"/>
          <w:szCs w:val="22"/>
        </w:rPr>
      </w:pPr>
      <w:r>
        <w:rPr>
          <w:sz w:val="22"/>
          <w:szCs w:val="22"/>
        </w:rPr>
        <w:t xml:space="preserve">              </w:t>
      </w:r>
      <w:r w:rsidR="00793C62" w:rsidRPr="000850C1">
        <w:rPr>
          <w:sz w:val="22"/>
          <w:szCs w:val="22"/>
        </w:rPr>
        <w:t>M</w:t>
      </w:r>
      <w:r w:rsidR="00E04169" w:rsidRPr="000850C1">
        <w:rPr>
          <w:sz w:val="22"/>
          <w:szCs w:val="22"/>
        </w:rPr>
        <w:t>ichal Šmarda</w:t>
      </w:r>
      <w:r w:rsidR="00793C62" w:rsidRPr="000850C1">
        <w:rPr>
          <w:sz w:val="22"/>
          <w:szCs w:val="22"/>
        </w:rPr>
        <w:tab/>
      </w:r>
      <w:r>
        <w:rPr>
          <w:sz w:val="22"/>
          <w:szCs w:val="22"/>
        </w:rPr>
        <w:t xml:space="preserve">         </w:t>
      </w:r>
      <w:r w:rsidR="00793C62" w:rsidRPr="000850C1">
        <w:rPr>
          <w:sz w:val="22"/>
          <w:szCs w:val="22"/>
          <w:highlight w:val="yellow"/>
        </w:rPr>
        <w:t>…………………</w:t>
      </w:r>
      <w:proofErr w:type="gramStart"/>
      <w:r w:rsidR="00793C62" w:rsidRPr="000850C1">
        <w:rPr>
          <w:sz w:val="22"/>
          <w:szCs w:val="22"/>
          <w:highlight w:val="yellow"/>
        </w:rPr>
        <w:t>…..</w:t>
      </w:r>
      <w:proofErr w:type="gramEnd"/>
    </w:p>
    <w:p w:rsidR="00F9537B" w:rsidRPr="005F1044" w:rsidRDefault="000850C1" w:rsidP="004D3C54">
      <w:r>
        <w:rPr>
          <w:sz w:val="22"/>
          <w:szCs w:val="22"/>
        </w:rPr>
        <w:t xml:space="preserve">                  </w:t>
      </w:r>
      <w:r w:rsidR="00E04169" w:rsidRPr="000850C1">
        <w:rPr>
          <w:sz w:val="22"/>
          <w:szCs w:val="22"/>
        </w:rPr>
        <w:t>starost</w:t>
      </w:r>
      <w:r w:rsidR="00793C62" w:rsidRPr="000850C1">
        <w:rPr>
          <w:sz w:val="22"/>
          <w:szCs w:val="22"/>
        </w:rPr>
        <w:t>a</w:t>
      </w:r>
      <w:r w:rsidR="00793C62" w:rsidRPr="000850C1">
        <w:rPr>
          <w:sz w:val="22"/>
          <w:szCs w:val="22"/>
        </w:rPr>
        <w:tab/>
      </w:r>
      <w:r>
        <w:rPr>
          <w:sz w:val="22"/>
          <w:szCs w:val="22"/>
        </w:rPr>
        <w:t xml:space="preserve">                                                               </w:t>
      </w:r>
      <w:r w:rsidR="00793C62" w:rsidRPr="000850C1">
        <w:rPr>
          <w:sz w:val="22"/>
          <w:szCs w:val="22"/>
          <w:highlight w:val="yellow"/>
        </w:rPr>
        <w:t>…………………………….</w:t>
      </w: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24-11-06T09:46: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24-11-06T09:46: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4-11-06T09:46:00Z" w:initials="u">
    <w:p w:rsidR="00AC2908" w:rsidRDefault="00AC2908">
      <w:pPr>
        <w:pStyle w:val="Textkomente"/>
      </w:pPr>
      <w:r>
        <w:rPr>
          <w:rStyle w:val="Odkaznakoment"/>
        </w:rPr>
        <w:annotationRef/>
      </w:r>
      <w:r>
        <w:t xml:space="preserve">Plátce DPH zde uvede svoji cenu </w:t>
      </w:r>
      <w:r w:rsidR="001836AF">
        <w:t xml:space="preserve">bez </w:t>
      </w:r>
      <w:r>
        <w:t>DPH.</w:t>
      </w:r>
    </w:p>
    <w:p w:rsidR="00AC2908" w:rsidRDefault="00AC2908">
      <w:pPr>
        <w:pStyle w:val="Textkomente"/>
      </w:pPr>
      <w:r>
        <w:t>Neplátce DPH zde uved</w:t>
      </w:r>
      <w:r w:rsidR="001836AF">
        <w:t xml:space="preserve">e svoji konečnou cenu a slova „bez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urad5" w:date="2024-11-06T09:46:00Z" w:initials="u">
    <w:p w:rsidR="00F90F43" w:rsidRDefault="00AC2908">
      <w:pPr>
        <w:pStyle w:val="Textkomente"/>
      </w:pPr>
      <w:r>
        <w:rPr>
          <w:rStyle w:val="Odkaznakoment"/>
        </w:rPr>
        <w:annotationRef/>
      </w:r>
      <w:r w:rsidR="009D042C">
        <w:t>P</w:t>
      </w:r>
      <w:r w:rsidR="00F90F43">
        <w:t xml:space="preserve">onechte pouze </w:t>
      </w:r>
      <w:proofErr w:type="gramStart"/>
      <w:r w:rsidR="00F90F43">
        <w:t>odpovídajíc</w:t>
      </w:r>
      <w:proofErr w:type="gramEnd"/>
      <w:r w:rsidR="00F90F43">
        <w:t xml:space="preserve"> část textu</w:t>
      </w:r>
      <w:r w:rsidR="009D042C">
        <w:t xml:space="preserve"> podle toho,zda jste či nejste plátcem DPH.</w:t>
      </w:r>
    </w:p>
    <w:p w:rsidR="00AC2908" w:rsidRDefault="00F90F43">
      <w:pPr>
        <w:pStyle w:val="Textkomente"/>
      </w:pPr>
      <w:r>
        <w:t>(</w:t>
      </w:r>
      <w:r w:rsidR="00AC2908">
        <w:t xml:space="preserve">tento </w:t>
      </w:r>
      <w:r>
        <w:t>komentář prosím vymažte)</w:t>
      </w:r>
    </w:p>
  </w:comment>
  <w:comment w:id="4" w:author="nmnm" w:date="2024-11-06T09:46:00Z" w:initials="u">
    <w:p w:rsidR="00BF16F0" w:rsidRDefault="00BF16F0" w:rsidP="00BF16F0">
      <w:pPr>
        <w:pStyle w:val="Textkomente"/>
      </w:pPr>
      <w:r>
        <w:rPr>
          <w:rStyle w:val="Odkaznakoment"/>
        </w:rPr>
        <w:annotationRef/>
      </w:r>
      <w:r>
        <w:t>platí pouze pro plátce DPH – neplátce DPH tento odstavec vymaže</w:t>
      </w:r>
    </w:p>
    <w:p w:rsidR="00BF16F0" w:rsidRDefault="00BF16F0" w:rsidP="00BF16F0">
      <w:pPr>
        <w:pStyle w:val="Textkomente"/>
      </w:pPr>
      <w:r>
        <w:t>(tento komentář prosím vymažte)</w:t>
      </w:r>
    </w:p>
  </w:comment>
  <w:comment w:id="5" w:author="nmnm" w:date="2024-11-06T09:46: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49</w:t>
      </w:r>
      <w:r w:rsidR="004A570D">
        <w:t>.</w:t>
      </w:r>
      <w:r w:rsidR="00B74DBB">
        <w:t>999</w:t>
      </w:r>
      <w:r w:rsidR="004A570D">
        <w:t>,</w:t>
      </w:r>
      <w:r w:rsidR="00B74DBB">
        <w:t>99</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4-11-06T09:46: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50.000,00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8E1" w:rsidRDefault="000E58E1">
      <w:r>
        <w:separator/>
      </w:r>
    </w:p>
  </w:endnote>
  <w:endnote w:type="continuationSeparator" w:id="0">
    <w:p w:rsidR="000E58E1" w:rsidRDefault="000E58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F50B93"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F50B93"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306646">
      <w:rPr>
        <w:rStyle w:val="slostrnky"/>
        <w:noProof/>
      </w:rPr>
      <w:t>3</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527979">
      <w:rPr>
        <w:sz w:val="20"/>
        <w:szCs w:val="20"/>
      </w:rPr>
      <w:t xml:space="preserve">Fotbalové hřiště </w:t>
    </w:r>
    <w:proofErr w:type="spellStart"/>
    <w:r w:rsidR="00527979">
      <w:rPr>
        <w:sz w:val="20"/>
        <w:szCs w:val="20"/>
      </w:rPr>
      <w:t>Vlachovická</w:t>
    </w:r>
    <w:proofErr w:type="spellEnd"/>
    <w:r w:rsidR="00527979">
      <w:rPr>
        <w:sz w:val="20"/>
        <w:szCs w:val="20"/>
      </w:rPr>
      <w:t xml:space="preserve"> – I. etapa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8E1" w:rsidRDefault="000E58E1">
      <w:r>
        <w:separator/>
      </w:r>
    </w:p>
  </w:footnote>
  <w:footnote w:type="continuationSeparator" w:id="0">
    <w:p w:rsidR="000E58E1" w:rsidRDefault="000E58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64D9"/>
    <w:rsid w:val="00047538"/>
    <w:rsid w:val="0005358A"/>
    <w:rsid w:val="000605A5"/>
    <w:rsid w:val="0006070D"/>
    <w:rsid w:val="0006336C"/>
    <w:rsid w:val="00080232"/>
    <w:rsid w:val="000825EE"/>
    <w:rsid w:val="000850C1"/>
    <w:rsid w:val="00086349"/>
    <w:rsid w:val="00093064"/>
    <w:rsid w:val="00094C58"/>
    <w:rsid w:val="000A0025"/>
    <w:rsid w:val="000A1F71"/>
    <w:rsid w:val="000A50B4"/>
    <w:rsid w:val="000B60A1"/>
    <w:rsid w:val="000C15D5"/>
    <w:rsid w:val="000C6660"/>
    <w:rsid w:val="000C6F72"/>
    <w:rsid w:val="000D4B14"/>
    <w:rsid w:val="000D72C4"/>
    <w:rsid w:val="000E182D"/>
    <w:rsid w:val="000E2448"/>
    <w:rsid w:val="000E2A28"/>
    <w:rsid w:val="000E58E1"/>
    <w:rsid w:val="000E5AA1"/>
    <w:rsid w:val="000F0BD7"/>
    <w:rsid w:val="000F3D51"/>
    <w:rsid w:val="000F7E80"/>
    <w:rsid w:val="00123532"/>
    <w:rsid w:val="001247EA"/>
    <w:rsid w:val="00124CF1"/>
    <w:rsid w:val="001259E9"/>
    <w:rsid w:val="00135071"/>
    <w:rsid w:val="001364F4"/>
    <w:rsid w:val="00142010"/>
    <w:rsid w:val="00147298"/>
    <w:rsid w:val="00154297"/>
    <w:rsid w:val="001629DB"/>
    <w:rsid w:val="0016391D"/>
    <w:rsid w:val="00166369"/>
    <w:rsid w:val="0017771E"/>
    <w:rsid w:val="00180073"/>
    <w:rsid w:val="001806C8"/>
    <w:rsid w:val="001836AF"/>
    <w:rsid w:val="00183D3F"/>
    <w:rsid w:val="0019197B"/>
    <w:rsid w:val="0019440F"/>
    <w:rsid w:val="00195E2C"/>
    <w:rsid w:val="001A0D81"/>
    <w:rsid w:val="001A18DC"/>
    <w:rsid w:val="001A5255"/>
    <w:rsid w:val="001B2B43"/>
    <w:rsid w:val="001B4D99"/>
    <w:rsid w:val="001C0439"/>
    <w:rsid w:val="001C3849"/>
    <w:rsid w:val="001C48E8"/>
    <w:rsid w:val="001C4F22"/>
    <w:rsid w:val="001C63E0"/>
    <w:rsid w:val="001C6B32"/>
    <w:rsid w:val="001C7F7B"/>
    <w:rsid w:val="001D0C73"/>
    <w:rsid w:val="001D399C"/>
    <w:rsid w:val="001D6666"/>
    <w:rsid w:val="001E685D"/>
    <w:rsid w:val="001F1717"/>
    <w:rsid w:val="001F23C5"/>
    <w:rsid w:val="001F32AC"/>
    <w:rsid w:val="001F685E"/>
    <w:rsid w:val="00201241"/>
    <w:rsid w:val="00203585"/>
    <w:rsid w:val="00203BFF"/>
    <w:rsid w:val="002040E6"/>
    <w:rsid w:val="00204736"/>
    <w:rsid w:val="002072E8"/>
    <w:rsid w:val="002121D9"/>
    <w:rsid w:val="00212F3A"/>
    <w:rsid w:val="00213E25"/>
    <w:rsid w:val="0022056E"/>
    <w:rsid w:val="00225CED"/>
    <w:rsid w:val="002270B1"/>
    <w:rsid w:val="00227F0D"/>
    <w:rsid w:val="002371A8"/>
    <w:rsid w:val="00237D40"/>
    <w:rsid w:val="002556F0"/>
    <w:rsid w:val="00265EBD"/>
    <w:rsid w:val="002725FF"/>
    <w:rsid w:val="0028071F"/>
    <w:rsid w:val="00287F80"/>
    <w:rsid w:val="002948B8"/>
    <w:rsid w:val="002953D5"/>
    <w:rsid w:val="002976D6"/>
    <w:rsid w:val="002A1E44"/>
    <w:rsid w:val="002A6707"/>
    <w:rsid w:val="002A7401"/>
    <w:rsid w:val="002B3B7D"/>
    <w:rsid w:val="002B3D9E"/>
    <w:rsid w:val="002C03C5"/>
    <w:rsid w:val="002C2F7A"/>
    <w:rsid w:val="002C2FC8"/>
    <w:rsid w:val="002C7A89"/>
    <w:rsid w:val="002D0298"/>
    <w:rsid w:val="002D4A90"/>
    <w:rsid w:val="002D7E99"/>
    <w:rsid w:val="002E0CD6"/>
    <w:rsid w:val="002F210E"/>
    <w:rsid w:val="002F2354"/>
    <w:rsid w:val="002F4481"/>
    <w:rsid w:val="00301ED8"/>
    <w:rsid w:val="003032DF"/>
    <w:rsid w:val="00305161"/>
    <w:rsid w:val="00306646"/>
    <w:rsid w:val="00311B61"/>
    <w:rsid w:val="0032644C"/>
    <w:rsid w:val="00327186"/>
    <w:rsid w:val="003302BB"/>
    <w:rsid w:val="003339B3"/>
    <w:rsid w:val="00333A7B"/>
    <w:rsid w:val="00333EF1"/>
    <w:rsid w:val="00334401"/>
    <w:rsid w:val="00336269"/>
    <w:rsid w:val="00337E95"/>
    <w:rsid w:val="00342273"/>
    <w:rsid w:val="00342480"/>
    <w:rsid w:val="003427E4"/>
    <w:rsid w:val="00352C22"/>
    <w:rsid w:val="00362FEC"/>
    <w:rsid w:val="00367FE4"/>
    <w:rsid w:val="0037071C"/>
    <w:rsid w:val="003819CA"/>
    <w:rsid w:val="00386EFF"/>
    <w:rsid w:val="00390D45"/>
    <w:rsid w:val="003916B9"/>
    <w:rsid w:val="00392F8C"/>
    <w:rsid w:val="00393A9E"/>
    <w:rsid w:val="00397001"/>
    <w:rsid w:val="003974A8"/>
    <w:rsid w:val="003B17D6"/>
    <w:rsid w:val="003B2BAC"/>
    <w:rsid w:val="003B5307"/>
    <w:rsid w:val="003C3E7B"/>
    <w:rsid w:val="003C5171"/>
    <w:rsid w:val="003D301E"/>
    <w:rsid w:val="003D4EF9"/>
    <w:rsid w:val="003E0348"/>
    <w:rsid w:val="003E464D"/>
    <w:rsid w:val="003E6921"/>
    <w:rsid w:val="003E7667"/>
    <w:rsid w:val="003F4FAB"/>
    <w:rsid w:val="00410059"/>
    <w:rsid w:val="004103EF"/>
    <w:rsid w:val="004175B0"/>
    <w:rsid w:val="00421620"/>
    <w:rsid w:val="004243CF"/>
    <w:rsid w:val="004409E4"/>
    <w:rsid w:val="00441941"/>
    <w:rsid w:val="0044304B"/>
    <w:rsid w:val="00443D48"/>
    <w:rsid w:val="00444550"/>
    <w:rsid w:val="00447E67"/>
    <w:rsid w:val="00453778"/>
    <w:rsid w:val="00453DD6"/>
    <w:rsid w:val="00455F61"/>
    <w:rsid w:val="0046030A"/>
    <w:rsid w:val="00461DDA"/>
    <w:rsid w:val="00462C53"/>
    <w:rsid w:val="004653A4"/>
    <w:rsid w:val="00467BFD"/>
    <w:rsid w:val="00471EE5"/>
    <w:rsid w:val="004770D8"/>
    <w:rsid w:val="0047734C"/>
    <w:rsid w:val="00480591"/>
    <w:rsid w:val="004811E5"/>
    <w:rsid w:val="004860D0"/>
    <w:rsid w:val="0048769F"/>
    <w:rsid w:val="00487808"/>
    <w:rsid w:val="004977B6"/>
    <w:rsid w:val="004A4ED5"/>
    <w:rsid w:val="004A53D7"/>
    <w:rsid w:val="004A570D"/>
    <w:rsid w:val="004A728F"/>
    <w:rsid w:val="004B239E"/>
    <w:rsid w:val="004B272E"/>
    <w:rsid w:val="004B316C"/>
    <w:rsid w:val="004B5826"/>
    <w:rsid w:val="004D0C30"/>
    <w:rsid w:val="004D2DB6"/>
    <w:rsid w:val="004D3C54"/>
    <w:rsid w:val="004D4C39"/>
    <w:rsid w:val="004D5840"/>
    <w:rsid w:val="004D7C67"/>
    <w:rsid w:val="004E6988"/>
    <w:rsid w:val="004F3DD9"/>
    <w:rsid w:val="004F3FB9"/>
    <w:rsid w:val="005015A8"/>
    <w:rsid w:val="005154D2"/>
    <w:rsid w:val="005266F4"/>
    <w:rsid w:val="00526E84"/>
    <w:rsid w:val="00527979"/>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3CCF"/>
    <w:rsid w:val="005A4F44"/>
    <w:rsid w:val="005B220B"/>
    <w:rsid w:val="005B7942"/>
    <w:rsid w:val="005C05EC"/>
    <w:rsid w:val="005C66C9"/>
    <w:rsid w:val="005D06A7"/>
    <w:rsid w:val="005D2795"/>
    <w:rsid w:val="005D2B70"/>
    <w:rsid w:val="005E2D36"/>
    <w:rsid w:val="005E4D50"/>
    <w:rsid w:val="005E60CE"/>
    <w:rsid w:val="005F0021"/>
    <w:rsid w:val="005F73B6"/>
    <w:rsid w:val="00600683"/>
    <w:rsid w:val="0060127C"/>
    <w:rsid w:val="0061013A"/>
    <w:rsid w:val="00610FB4"/>
    <w:rsid w:val="00612DE2"/>
    <w:rsid w:val="0061786C"/>
    <w:rsid w:val="00620416"/>
    <w:rsid w:val="00620A15"/>
    <w:rsid w:val="00625381"/>
    <w:rsid w:val="00625838"/>
    <w:rsid w:val="00645DD4"/>
    <w:rsid w:val="00653673"/>
    <w:rsid w:val="00654268"/>
    <w:rsid w:val="00661DA7"/>
    <w:rsid w:val="006646CE"/>
    <w:rsid w:val="0066589B"/>
    <w:rsid w:val="006711EB"/>
    <w:rsid w:val="006803E3"/>
    <w:rsid w:val="00681319"/>
    <w:rsid w:val="00681DA0"/>
    <w:rsid w:val="006860CC"/>
    <w:rsid w:val="00687BF4"/>
    <w:rsid w:val="00694E10"/>
    <w:rsid w:val="006A334A"/>
    <w:rsid w:val="006A519A"/>
    <w:rsid w:val="006B61ED"/>
    <w:rsid w:val="006C5949"/>
    <w:rsid w:val="006D0296"/>
    <w:rsid w:val="006D7969"/>
    <w:rsid w:val="006E1BD1"/>
    <w:rsid w:val="006E5017"/>
    <w:rsid w:val="006E7BE0"/>
    <w:rsid w:val="006F081F"/>
    <w:rsid w:val="006F0C9F"/>
    <w:rsid w:val="006F6AF4"/>
    <w:rsid w:val="0071219E"/>
    <w:rsid w:val="0071404F"/>
    <w:rsid w:val="00715F04"/>
    <w:rsid w:val="007176D5"/>
    <w:rsid w:val="00722908"/>
    <w:rsid w:val="0073196A"/>
    <w:rsid w:val="00733D74"/>
    <w:rsid w:val="00733F67"/>
    <w:rsid w:val="00736C1B"/>
    <w:rsid w:val="00740125"/>
    <w:rsid w:val="007415B5"/>
    <w:rsid w:val="0074307D"/>
    <w:rsid w:val="00743746"/>
    <w:rsid w:val="007446BB"/>
    <w:rsid w:val="007479F8"/>
    <w:rsid w:val="007510FA"/>
    <w:rsid w:val="00754BC5"/>
    <w:rsid w:val="00754F8A"/>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542"/>
    <w:rsid w:val="008126D0"/>
    <w:rsid w:val="00812C8F"/>
    <w:rsid w:val="00817956"/>
    <w:rsid w:val="00822F1A"/>
    <w:rsid w:val="0083224D"/>
    <w:rsid w:val="00837982"/>
    <w:rsid w:val="00840680"/>
    <w:rsid w:val="00843F9D"/>
    <w:rsid w:val="00852E63"/>
    <w:rsid w:val="00856325"/>
    <w:rsid w:val="008570E1"/>
    <w:rsid w:val="00860567"/>
    <w:rsid w:val="008653B2"/>
    <w:rsid w:val="00865AF5"/>
    <w:rsid w:val="0087147B"/>
    <w:rsid w:val="00872E1B"/>
    <w:rsid w:val="00877FB3"/>
    <w:rsid w:val="00880D38"/>
    <w:rsid w:val="00883A55"/>
    <w:rsid w:val="00890562"/>
    <w:rsid w:val="008909B5"/>
    <w:rsid w:val="00891675"/>
    <w:rsid w:val="0089185A"/>
    <w:rsid w:val="00894CB4"/>
    <w:rsid w:val="008A022A"/>
    <w:rsid w:val="008A058A"/>
    <w:rsid w:val="008A13FF"/>
    <w:rsid w:val="008A43C9"/>
    <w:rsid w:val="008A54DB"/>
    <w:rsid w:val="008A5CE4"/>
    <w:rsid w:val="008B1F8F"/>
    <w:rsid w:val="008B4698"/>
    <w:rsid w:val="008C544C"/>
    <w:rsid w:val="008C641C"/>
    <w:rsid w:val="008D30AE"/>
    <w:rsid w:val="008D3A55"/>
    <w:rsid w:val="008D44C7"/>
    <w:rsid w:val="008D5C1B"/>
    <w:rsid w:val="008D6135"/>
    <w:rsid w:val="008E1C69"/>
    <w:rsid w:val="008E1E9C"/>
    <w:rsid w:val="008E3740"/>
    <w:rsid w:val="008E5D36"/>
    <w:rsid w:val="008E5E3B"/>
    <w:rsid w:val="008F1080"/>
    <w:rsid w:val="008F3525"/>
    <w:rsid w:val="0090669B"/>
    <w:rsid w:val="00913BB2"/>
    <w:rsid w:val="00914587"/>
    <w:rsid w:val="009156BF"/>
    <w:rsid w:val="0091649C"/>
    <w:rsid w:val="00922C3F"/>
    <w:rsid w:val="00925CDE"/>
    <w:rsid w:val="0092739B"/>
    <w:rsid w:val="009275C3"/>
    <w:rsid w:val="009336E9"/>
    <w:rsid w:val="00940D03"/>
    <w:rsid w:val="0094241D"/>
    <w:rsid w:val="009447A4"/>
    <w:rsid w:val="00957B27"/>
    <w:rsid w:val="00962870"/>
    <w:rsid w:val="009628AA"/>
    <w:rsid w:val="00971EED"/>
    <w:rsid w:val="00974491"/>
    <w:rsid w:val="009817D3"/>
    <w:rsid w:val="009838A8"/>
    <w:rsid w:val="0099088E"/>
    <w:rsid w:val="009978E3"/>
    <w:rsid w:val="009A2F48"/>
    <w:rsid w:val="009A58F8"/>
    <w:rsid w:val="009A7CDD"/>
    <w:rsid w:val="009B26E2"/>
    <w:rsid w:val="009D042C"/>
    <w:rsid w:val="009D7A32"/>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429B"/>
    <w:rsid w:val="00A26CF6"/>
    <w:rsid w:val="00A36B91"/>
    <w:rsid w:val="00A43839"/>
    <w:rsid w:val="00A45F4F"/>
    <w:rsid w:val="00A46A36"/>
    <w:rsid w:val="00A50271"/>
    <w:rsid w:val="00A55958"/>
    <w:rsid w:val="00A56B50"/>
    <w:rsid w:val="00A6570F"/>
    <w:rsid w:val="00A65BCD"/>
    <w:rsid w:val="00A66ABF"/>
    <w:rsid w:val="00A66D10"/>
    <w:rsid w:val="00A71493"/>
    <w:rsid w:val="00A74753"/>
    <w:rsid w:val="00A81392"/>
    <w:rsid w:val="00A84ED3"/>
    <w:rsid w:val="00A92E6E"/>
    <w:rsid w:val="00A9361E"/>
    <w:rsid w:val="00AC2908"/>
    <w:rsid w:val="00AD1F86"/>
    <w:rsid w:val="00AD5C42"/>
    <w:rsid w:val="00AE0A46"/>
    <w:rsid w:val="00AE68FF"/>
    <w:rsid w:val="00AE6F23"/>
    <w:rsid w:val="00AE6F85"/>
    <w:rsid w:val="00AF0A73"/>
    <w:rsid w:val="00AF51A1"/>
    <w:rsid w:val="00AF7186"/>
    <w:rsid w:val="00B01992"/>
    <w:rsid w:val="00B120C1"/>
    <w:rsid w:val="00B14C60"/>
    <w:rsid w:val="00B152E2"/>
    <w:rsid w:val="00B159F1"/>
    <w:rsid w:val="00B22190"/>
    <w:rsid w:val="00B2387B"/>
    <w:rsid w:val="00B23C96"/>
    <w:rsid w:val="00B25415"/>
    <w:rsid w:val="00B259F9"/>
    <w:rsid w:val="00B2761E"/>
    <w:rsid w:val="00B27937"/>
    <w:rsid w:val="00B27DA1"/>
    <w:rsid w:val="00B3129F"/>
    <w:rsid w:val="00B32778"/>
    <w:rsid w:val="00B34981"/>
    <w:rsid w:val="00B36720"/>
    <w:rsid w:val="00B5461D"/>
    <w:rsid w:val="00B5475A"/>
    <w:rsid w:val="00B571A9"/>
    <w:rsid w:val="00B63EB1"/>
    <w:rsid w:val="00B721D4"/>
    <w:rsid w:val="00B72F8D"/>
    <w:rsid w:val="00B73028"/>
    <w:rsid w:val="00B74DBB"/>
    <w:rsid w:val="00B7534D"/>
    <w:rsid w:val="00B76F71"/>
    <w:rsid w:val="00B812EC"/>
    <w:rsid w:val="00B81B36"/>
    <w:rsid w:val="00B81C9F"/>
    <w:rsid w:val="00B82BBB"/>
    <w:rsid w:val="00B84D53"/>
    <w:rsid w:val="00B92379"/>
    <w:rsid w:val="00B95610"/>
    <w:rsid w:val="00B97558"/>
    <w:rsid w:val="00BA0BA4"/>
    <w:rsid w:val="00BA486F"/>
    <w:rsid w:val="00BA5BE8"/>
    <w:rsid w:val="00BA6FA8"/>
    <w:rsid w:val="00BA78BD"/>
    <w:rsid w:val="00BB05F4"/>
    <w:rsid w:val="00BB45E2"/>
    <w:rsid w:val="00BC3B48"/>
    <w:rsid w:val="00BD2E61"/>
    <w:rsid w:val="00BD346D"/>
    <w:rsid w:val="00BD3955"/>
    <w:rsid w:val="00BD3BC6"/>
    <w:rsid w:val="00BD5C8C"/>
    <w:rsid w:val="00BE05DE"/>
    <w:rsid w:val="00BE1FE4"/>
    <w:rsid w:val="00BE7B20"/>
    <w:rsid w:val="00BF16F0"/>
    <w:rsid w:val="00BF28BB"/>
    <w:rsid w:val="00BF41D2"/>
    <w:rsid w:val="00BF5F8E"/>
    <w:rsid w:val="00BF6A90"/>
    <w:rsid w:val="00C001F3"/>
    <w:rsid w:val="00C00CE8"/>
    <w:rsid w:val="00C04801"/>
    <w:rsid w:val="00C0658A"/>
    <w:rsid w:val="00C14013"/>
    <w:rsid w:val="00C14DF6"/>
    <w:rsid w:val="00C204F9"/>
    <w:rsid w:val="00C26BC5"/>
    <w:rsid w:val="00C27272"/>
    <w:rsid w:val="00C333AD"/>
    <w:rsid w:val="00C33C84"/>
    <w:rsid w:val="00C34573"/>
    <w:rsid w:val="00C36F26"/>
    <w:rsid w:val="00C40C50"/>
    <w:rsid w:val="00C44969"/>
    <w:rsid w:val="00C463CE"/>
    <w:rsid w:val="00C47571"/>
    <w:rsid w:val="00C47726"/>
    <w:rsid w:val="00C504F2"/>
    <w:rsid w:val="00C5394D"/>
    <w:rsid w:val="00C54FC5"/>
    <w:rsid w:val="00C60D46"/>
    <w:rsid w:val="00C61E67"/>
    <w:rsid w:val="00C7620A"/>
    <w:rsid w:val="00C76BA5"/>
    <w:rsid w:val="00C80044"/>
    <w:rsid w:val="00C80E8B"/>
    <w:rsid w:val="00C90CCF"/>
    <w:rsid w:val="00C92948"/>
    <w:rsid w:val="00C93AC5"/>
    <w:rsid w:val="00C95BAF"/>
    <w:rsid w:val="00C9665D"/>
    <w:rsid w:val="00CA43F8"/>
    <w:rsid w:val="00CB384D"/>
    <w:rsid w:val="00CC65E7"/>
    <w:rsid w:val="00CD127C"/>
    <w:rsid w:val="00CD4271"/>
    <w:rsid w:val="00CE174A"/>
    <w:rsid w:val="00CE2FE8"/>
    <w:rsid w:val="00CE4A7C"/>
    <w:rsid w:val="00CE663D"/>
    <w:rsid w:val="00CE6D38"/>
    <w:rsid w:val="00CE7FD6"/>
    <w:rsid w:val="00CF63C9"/>
    <w:rsid w:val="00D04B95"/>
    <w:rsid w:val="00D164F4"/>
    <w:rsid w:val="00D16696"/>
    <w:rsid w:val="00D21EDF"/>
    <w:rsid w:val="00D27411"/>
    <w:rsid w:val="00D36F66"/>
    <w:rsid w:val="00D44003"/>
    <w:rsid w:val="00D465DE"/>
    <w:rsid w:val="00D5193A"/>
    <w:rsid w:val="00D51FCB"/>
    <w:rsid w:val="00D5219C"/>
    <w:rsid w:val="00D57E39"/>
    <w:rsid w:val="00D6021B"/>
    <w:rsid w:val="00D63800"/>
    <w:rsid w:val="00D63AD2"/>
    <w:rsid w:val="00D65359"/>
    <w:rsid w:val="00D65A80"/>
    <w:rsid w:val="00D83B74"/>
    <w:rsid w:val="00D8640C"/>
    <w:rsid w:val="00D86E6C"/>
    <w:rsid w:val="00D87F1A"/>
    <w:rsid w:val="00D9356B"/>
    <w:rsid w:val="00D95CB4"/>
    <w:rsid w:val="00DA1CE0"/>
    <w:rsid w:val="00DA39BC"/>
    <w:rsid w:val="00DA3D0B"/>
    <w:rsid w:val="00DA5620"/>
    <w:rsid w:val="00DA7A27"/>
    <w:rsid w:val="00DB0EC8"/>
    <w:rsid w:val="00DB2ECF"/>
    <w:rsid w:val="00DB3566"/>
    <w:rsid w:val="00DB672A"/>
    <w:rsid w:val="00DC10DE"/>
    <w:rsid w:val="00DC2315"/>
    <w:rsid w:val="00DC24C5"/>
    <w:rsid w:val="00DC4773"/>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1FB6"/>
    <w:rsid w:val="00E322AB"/>
    <w:rsid w:val="00E327B1"/>
    <w:rsid w:val="00E33715"/>
    <w:rsid w:val="00E361A6"/>
    <w:rsid w:val="00E41BC6"/>
    <w:rsid w:val="00E44E86"/>
    <w:rsid w:val="00E47A9C"/>
    <w:rsid w:val="00E47D83"/>
    <w:rsid w:val="00E5277D"/>
    <w:rsid w:val="00E53B2C"/>
    <w:rsid w:val="00E55D83"/>
    <w:rsid w:val="00E55FB8"/>
    <w:rsid w:val="00E57F09"/>
    <w:rsid w:val="00E63FFF"/>
    <w:rsid w:val="00E701D8"/>
    <w:rsid w:val="00E73376"/>
    <w:rsid w:val="00E806EB"/>
    <w:rsid w:val="00E861D6"/>
    <w:rsid w:val="00E8671D"/>
    <w:rsid w:val="00E8724E"/>
    <w:rsid w:val="00E90C3A"/>
    <w:rsid w:val="00E90C8A"/>
    <w:rsid w:val="00E92FDC"/>
    <w:rsid w:val="00E93340"/>
    <w:rsid w:val="00E96959"/>
    <w:rsid w:val="00E969A3"/>
    <w:rsid w:val="00EA185E"/>
    <w:rsid w:val="00EA24AD"/>
    <w:rsid w:val="00EA3BC7"/>
    <w:rsid w:val="00EA3F0C"/>
    <w:rsid w:val="00EA751B"/>
    <w:rsid w:val="00EB2DE8"/>
    <w:rsid w:val="00ED0C2E"/>
    <w:rsid w:val="00ED46FB"/>
    <w:rsid w:val="00EE1EC4"/>
    <w:rsid w:val="00EE2DA2"/>
    <w:rsid w:val="00EE7C32"/>
    <w:rsid w:val="00EF17E7"/>
    <w:rsid w:val="00EF2424"/>
    <w:rsid w:val="00EF3DBE"/>
    <w:rsid w:val="00EF4E24"/>
    <w:rsid w:val="00EF5818"/>
    <w:rsid w:val="00F051CE"/>
    <w:rsid w:val="00F11973"/>
    <w:rsid w:val="00F11E67"/>
    <w:rsid w:val="00F136AA"/>
    <w:rsid w:val="00F175D1"/>
    <w:rsid w:val="00F2031B"/>
    <w:rsid w:val="00F21B4A"/>
    <w:rsid w:val="00F2532F"/>
    <w:rsid w:val="00F32263"/>
    <w:rsid w:val="00F326A1"/>
    <w:rsid w:val="00F34CB7"/>
    <w:rsid w:val="00F40D5F"/>
    <w:rsid w:val="00F42385"/>
    <w:rsid w:val="00F44471"/>
    <w:rsid w:val="00F45B15"/>
    <w:rsid w:val="00F50B93"/>
    <w:rsid w:val="00F5100C"/>
    <w:rsid w:val="00F55F24"/>
    <w:rsid w:val="00F60550"/>
    <w:rsid w:val="00F65256"/>
    <w:rsid w:val="00F67FDB"/>
    <w:rsid w:val="00F72DFC"/>
    <w:rsid w:val="00F82ECC"/>
    <w:rsid w:val="00F8486D"/>
    <w:rsid w:val="00F9074C"/>
    <w:rsid w:val="00F90F43"/>
    <w:rsid w:val="00F93627"/>
    <w:rsid w:val="00F9537B"/>
    <w:rsid w:val="00F957A3"/>
    <w:rsid w:val="00FA3F13"/>
    <w:rsid w:val="00FB553B"/>
    <w:rsid w:val="00FC0FB5"/>
    <w:rsid w:val="00FC1D30"/>
    <w:rsid w:val="00FE0E90"/>
    <w:rsid w:val="00FE55DB"/>
    <w:rsid w:val="00FF38AE"/>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496C5-0F4B-464E-B024-6A351EF8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3</TotalTime>
  <Pages>10</Pages>
  <Words>4140</Words>
  <Characters>24430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4</cp:revision>
  <cp:lastPrinted>2024-10-17T10:07:00Z</cp:lastPrinted>
  <dcterms:created xsi:type="dcterms:W3CDTF">2024-11-21T12:56:00Z</dcterms:created>
  <dcterms:modified xsi:type="dcterms:W3CDTF">2024-11-21T12:59:00Z</dcterms:modified>
</cp:coreProperties>
</file>