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 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 a uvedením do provozu stavby:</w:t>
      </w:r>
    </w:p>
    <w:p>
      <w:pPr>
        <w:pStyle w:val="Nadpis2"/>
        <w:jc w:val="center"/>
        <w:rPr>
          <w:rFonts w:ascii="Times New Roman" w:hAnsi="Times New Roman" w:cs="Times New Roman"/>
          <w:i w:val="false"/>
          <w:i w:val="false"/>
          <w:sz w:val="25"/>
          <w:szCs w:val="25"/>
        </w:rPr>
      </w:pPr>
      <w:r>
        <w:rPr>
          <w:rFonts w:cs="Times New Roman" w:ascii="Times New Roman" w:hAnsi="Times New Roman"/>
          <w:i w:val="false"/>
          <w:sz w:val="25"/>
          <w:szCs w:val="25"/>
        </w:rPr>
        <w:t>Tůně pod rybníkem Koupaliště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podle uzavřené Příkazní smlouvy.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 žádosti jménem a na účet zmocnitele při jednáních se správními orgány, zhotovitelem stavby a 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zmocnitele: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Za zmocněnce: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TDS tůně pod Koupalištěm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stroked="f" o:allowincell="f" style="position:absolute;margin-left:223.7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TDS tůně pod Koupalištěm</w:t>
    </w:r>
  </w:p>
</w:ftr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36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2936d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2936d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2936d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2936d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2936d7"/>
    <w:pPr>
      <w:ind w:left="566" w:hanging="283"/>
    </w:pPr>
    <w:rPr/>
  </w:style>
  <w:style w:type="paragraph" w:styleId="Nzev">
    <w:name w:val="Title"/>
    <w:basedOn w:val="Normal"/>
    <w:qFormat/>
    <w:rsid w:val="002936d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2936d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2936d7"/>
    <w:pPr/>
    <w:rPr/>
  </w:style>
  <w:style w:type="paragraph" w:styleId="Annotationtext">
    <w:name w:val="annotation text"/>
    <w:basedOn w:val="Normal"/>
    <w:link w:val="TextkomenteChar"/>
    <w:semiHidden/>
    <w:qFormat/>
    <w:rsid w:val="002936d7"/>
    <w:pPr/>
    <w:rPr/>
  </w:style>
  <w:style w:type="paragraph" w:styleId="Odrky" w:customStyle="1">
    <w:name w:val="odr‡ěky"/>
    <w:basedOn w:val="Normal"/>
    <w:qFormat/>
    <w:rsid w:val="002936d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12</TotalTime>
  <Application>LibreOffice/7.3.3.2$Windows_X86_64 LibreOffice_project/d1d0ea68f081ee2800a922cac8f79445e4603348</Application>
  <AppVersion>15.0000</AppVersion>
  <Pages>2</Pages>
  <Words>209</Words>
  <Characters>1324</Characters>
  <CharactersWithSpaces>1693</CharactersWithSpaces>
  <Paragraphs>43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2022-11-28T09:50:00Z</dcterms:created>
  <dc:creator>ing. Jaroslav Dufek</dc:creator>
  <dc:description/>
  <dc:language>cs-CZ</dc:language>
  <cp:lastModifiedBy/>
  <cp:lastPrinted>2013-04-22T13:00:00Z</cp:lastPrinted>
  <dcterms:modified xsi:type="dcterms:W3CDTF">2024-11-14T12:30:03Z</dcterms:modified>
  <cp:revision>11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