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0F2" w:rsidRDefault="004170F2" w:rsidP="00CD127C">
      <w:pPr>
        <w:widowControl w:val="0"/>
        <w:tabs>
          <w:tab w:val="left" w:pos="709"/>
          <w:tab w:val="left" w:pos="4536"/>
        </w:tabs>
        <w:rPr>
          <w:snapToGrid w:val="0"/>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Vratislavovo nám. 103, </w:t>
      </w:r>
      <w:proofErr w:type="gramStart"/>
      <w:r w:rsidRPr="0075475C">
        <w:rPr>
          <w:snapToGrid w:val="0"/>
          <w:szCs w:val="22"/>
        </w:rPr>
        <w:t>592 31  Nové</w:t>
      </w:r>
      <w:proofErr w:type="gramEnd"/>
      <w:r w:rsidRPr="0075475C">
        <w:rPr>
          <w:snapToGrid w:val="0"/>
          <w:szCs w:val="22"/>
        </w:rPr>
        <w:t xml:space="preserve"> Město na Moravě</w:t>
      </w:r>
    </w:p>
    <w:p w:rsidR="00CD127C" w:rsidRPr="00B01992" w:rsidRDefault="00CD127C" w:rsidP="00CD127C">
      <w:pPr>
        <w:pStyle w:val="Styl11bPed6b"/>
        <w:tabs>
          <w:tab w:val="left" w:pos="709"/>
        </w:tabs>
        <w:spacing w:before="0"/>
        <w:rPr>
          <w:snapToGrid w:val="0"/>
          <w:szCs w:val="22"/>
        </w:rPr>
      </w:pPr>
      <w:r w:rsidRPr="00B01992">
        <w:rPr>
          <w:snapToGrid w:val="0"/>
          <w:szCs w:val="22"/>
        </w:rPr>
        <w:tab/>
        <w:t xml:space="preserve">zastoupené </w:t>
      </w:r>
      <w:r w:rsidRPr="00B01992">
        <w:rPr>
          <w:b/>
          <w:snapToGrid w:val="0"/>
          <w:szCs w:val="22"/>
        </w:rPr>
        <w:t>Michalem Šmardou</w:t>
      </w:r>
      <w:r w:rsidRPr="00B01992">
        <w:rPr>
          <w:snapToGrid w:val="0"/>
          <w:szCs w:val="22"/>
        </w:rPr>
        <w:t>, starostou města</w:t>
      </w:r>
    </w:p>
    <w:p w:rsidR="00CD127C" w:rsidRPr="00B01992" w:rsidRDefault="00CD127C" w:rsidP="00CD127C">
      <w:pPr>
        <w:pStyle w:val="Styl11bPed6b"/>
        <w:tabs>
          <w:tab w:val="left" w:pos="709"/>
        </w:tabs>
        <w:spacing w:before="0"/>
        <w:rPr>
          <w:snapToGrid w:val="0"/>
          <w:szCs w:val="22"/>
        </w:rPr>
      </w:pPr>
      <w:r w:rsidRPr="00B01992">
        <w:rPr>
          <w:snapToGrid w:val="0"/>
          <w:szCs w:val="22"/>
        </w:rPr>
        <w:tab/>
        <w:t xml:space="preserve">ve věcech technických je oprávněn jednat: Ing. </w:t>
      </w:r>
      <w:r w:rsidR="00F21B4A" w:rsidRPr="00B01992">
        <w:rPr>
          <w:snapToGrid w:val="0"/>
          <w:szCs w:val="22"/>
        </w:rPr>
        <w:t>Andrea</w:t>
      </w:r>
      <w:r w:rsidRPr="00B01992">
        <w:rPr>
          <w:snapToGrid w:val="0"/>
          <w:szCs w:val="22"/>
        </w:rPr>
        <w:t xml:space="preserve"> </w:t>
      </w:r>
      <w:proofErr w:type="spellStart"/>
      <w:r w:rsidR="00F21B4A" w:rsidRPr="00B01992">
        <w:rPr>
          <w:snapToGrid w:val="0"/>
          <w:szCs w:val="22"/>
        </w:rPr>
        <w:t>Kramárová</w:t>
      </w:r>
      <w:proofErr w:type="spellEnd"/>
      <w:r w:rsidRPr="00B01992">
        <w:rPr>
          <w:snapToGrid w:val="0"/>
          <w:szCs w:val="22"/>
        </w:rPr>
        <w:t xml:space="preserve">, vedoucí odboru </w:t>
      </w:r>
      <w:r w:rsidR="007F7FA1" w:rsidRPr="00B01992">
        <w:rPr>
          <w:snapToGrid w:val="0"/>
          <w:szCs w:val="22"/>
        </w:rPr>
        <w:t>investic</w:t>
      </w:r>
      <w:r w:rsidRPr="00B01992">
        <w:rPr>
          <w:snapToGrid w:val="0"/>
          <w:szCs w:val="22"/>
        </w:rPr>
        <w:t xml:space="preserve">             </w:t>
      </w:r>
    </w:p>
    <w:p w:rsidR="00CD127C" w:rsidRPr="00B01992" w:rsidRDefault="00CD127C" w:rsidP="00CD127C">
      <w:pPr>
        <w:pStyle w:val="Styl11bPed6b"/>
        <w:tabs>
          <w:tab w:val="left" w:pos="709"/>
        </w:tabs>
        <w:spacing w:before="0"/>
        <w:rPr>
          <w:snapToGrid w:val="0"/>
          <w:szCs w:val="22"/>
        </w:rPr>
      </w:pPr>
      <w:r w:rsidRPr="00B01992">
        <w:rPr>
          <w:snapToGrid w:val="0"/>
          <w:szCs w:val="22"/>
        </w:rPr>
        <w:t xml:space="preserve">                                                                                  Ing. Lubomír Kubík, referent odboru </w:t>
      </w:r>
      <w:r w:rsidR="007F7FA1" w:rsidRPr="00B01992">
        <w:rPr>
          <w:snapToGrid w:val="0"/>
          <w:szCs w:val="22"/>
        </w:rPr>
        <w:t>investic</w:t>
      </w:r>
    </w:p>
    <w:p w:rsidR="00CD127C" w:rsidRPr="00B01992" w:rsidRDefault="00CD127C" w:rsidP="00CD127C">
      <w:pPr>
        <w:pStyle w:val="Styl11bPed6b"/>
        <w:tabs>
          <w:tab w:val="left" w:pos="709"/>
        </w:tabs>
        <w:spacing w:before="0"/>
        <w:rPr>
          <w:snapToGrid w:val="0"/>
          <w:szCs w:val="22"/>
        </w:rPr>
      </w:pPr>
      <w:r w:rsidRPr="00B01992">
        <w:rPr>
          <w:snapToGrid w:val="0"/>
          <w:szCs w:val="22"/>
        </w:rPr>
        <w:tab/>
        <w:t>IČ: 00294900</w:t>
      </w:r>
    </w:p>
    <w:p w:rsidR="00CD127C" w:rsidRPr="00F96E8F"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0093456A" w:rsidRPr="00F96E8F">
        <w:rPr>
          <w:snapToGrid w:val="0"/>
          <w:szCs w:val="22"/>
        </w:rPr>
        <w:t>Komerční banka, a.s.</w:t>
      </w:r>
    </w:p>
    <w:p w:rsidR="00CD127C" w:rsidRPr="0075475C" w:rsidRDefault="0093456A" w:rsidP="00CD127C">
      <w:pPr>
        <w:pStyle w:val="Styl11bPed6b"/>
        <w:tabs>
          <w:tab w:val="left" w:pos="709"/>
        </w:tabs>
        <w:spacing w:before="0"/>
        <w:rPr>
          <w:snapToGrid w:val="0"/>
          <w:szCs w:val="22"/>
        </w:rPr>
      </w:pPr>
      <w:r w:rsidRPr="00F96E8F">
        <w:rPr>
          <w:snapToGrid w:val="0"/>
          <w:szCs w:val="22"/>
        </w:rPr>
        <w:tab/>
      </w:r>
      <w:proofErr w:type="spellStart"/>
      <w:proofErr w:type="gramStart"/>
      <w:r w:rsidRPr="00F96E8F">
        <w:rPr>
          <w:snapToGrid w:val="0"/>
          <w:szCs w:val="22"/>
        </w:rPr>
        <w:t>č.ú</w:t>
      </w:r>
      <w:proofErr w:type="spellEnd"/>
      <w:r w:rsidRPr="00F96E8F">
        <w:rPr>
          <w:snapToGrid w:val="0"/>
          <w:szCs w:val="22"/>
        </w:rPr>
        <w:t>.: 1224751/0100</w:t>
      </w:r>
      <w:proofErr w:type="gramEnd"/>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w:t>
      </w:r>
      <w:proofErr w:type="gramStart"/>
      <w:r w:rsidRPr="0075475C">
        <w:rPr>
          <w:snapToGrid w:val="0"/>
          <w:szCs w:val="22"/>
          <w:highlight w:val="yellow"/>
        </w:rPr>
        <w:t>… ..  …</w:t>
      </w:r>
      <w:proofErr w:type="gramEnd"/>
      <w:r w:rsidRPr="0075475C">
        <w:rPr>
          <w:snapToGrid w:val="0"/>
          <w:szCs w:val="22"/>
          <w:highlight w:val="yellow"/>
        </w:rPr>
        <w:t xml:space="preserve">…………..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proofErr w:type="gramStart"/>
      <w:r w:rsidRPr="0075475C">
        <w:rPr>
          <w:snapToGrid w:val="0"/>
          <w:szCs w:val="22"/>
          <w:highlight w:val="yellow"/>
        </w:rPr>
        <w:t>…</w:t>
      </w:r>
      <w:r w:rsidRPr="0075475C">
        <w:rPr>
          <w:snapToGrid w:val="0"/>
          <w:szCs w:val="22"/>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w:t>
      </w:r>
      <w:proofErr w:type="gramStart"/>
      <w:r w:rsidRPr="0075475C">
        <w:rPr>
          <w:snapToGrid w:val="0"/>
          <w:szCs w:val="22"/>
          <w:highlight w:val="yellow"/>
        </w:rPr>
        <w:t>….., …</w:t>
      </w:r>
      <w:proofErr w:type="gramEnd"/>
      <w:r w:rsidRPr="0075475C">
        <w:rPr>
          <w:snapToGrid w:val="0"/>
          <w:szCs w:val="22"/>
          <w:highlight w:val="yellow"/>
        </w:rPr>
        <w:t>………………</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proofErr w:type="gramStart"/>
      <w:r w:rsidRPr="00717444">
        <w:rPr>
          <w:snapToGrid w:val="0"/>
          <w:color w:val="auto"/>
          <w:sz w:val="22"/>
          <w:szCs w:val="22"/>
        </w:rPr>
        <w:t>spis</w:t>
      </w:r>
      <w:proofErr w:type="gramEnd"/>
      <w:r w:rsidRPr="00717444">
        <w:rPr>
          <w:snapToGrid w:val="0"/>
          <w:color w:val="auto"/>
          <w:sz w:val="22"/>
          <w:szCs w:val="22"/>
        </w:rPr>
        <w:t>.</w:t>
      </w:r>
      <w:proofErr w:type="gramStart"/>
      <w:r w:rsidRPr="00717444">
        <w:rPr>
          <w:snapToGrid w:val="0"/>
          <w:color w:val="auto"/>
          <w:sz w:val="22"/>
          <w:szCs w:val="22"/>
        </w:rPr>
        <w:t>zn</w:t>
      </w:r>
      <w:r>
        <w:rPr>
          <w:snapToGrid w:val="0"/>
          <w:color w:val="auto"/>
          <w:sz w:val="22"/>
          <w:szCs w:val="22"/>
          <w:highlight w:val="yellow"/>
        </w:rPr>
        <w:t>.</w:t>
      </w:r>
      <w:proofErr w:type="gramEnd"/>
      <w:r>
        <w:rPr>
          <w:snapToGrid w:val="0"/>
          <w:color w:val="auto"/>
          <w:sz w:val="22"/>
          <w:szCs w:val="22"/>
          <w:highlight w:val="yellow"/>
        </w:rPr>
        <w:t xml:space="preserve">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uzavírají níže uvedeného dne, měsíce a roku v souladu s </w:t>
      </w:r>
      <w:proofErr w:type="spellStart"/>
      <w:r w:rsidRPr="003778B0">
        <w:rPr>
          <w:color w:val="auto"/>
          <w:sz w:val="22"/>
          <w:szCs w:val="22"/>
        </w:rPr>
        <w:t>ust</w:t>
      </w:r>
      <w:proofErr w:type="spellEnd"/>
      <w:r w:rsidRPr="003778B0">
        <w:rPr>
          <w:color w:val="auto"/>
          <w:sz w:val="22"/>
          <w:szCs w:val="22"/>
        </w:rPr>
        <w:t xml:space="preserve">.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w:t>
      </w:r>
      <w:proofErr w:type="spellStart"/>
      <w:r w:rsidRPr="003778B0">
        <w:rPr>
          <w:color w:val="auto"/>
          <w:sz w:val="22"/>
          <w:szCs w:val="22"/>
        </w:rPr>
        <w:t>násl</w:t>
      </w:r>
      <w:proofErr w:type="spellEnd"/>
      <w:r w:rsidRPr="003778B0">
        <w:rPr>
          <w:color w:val="auto"/>
          <w:sz w:val="22"/>
          <w:szCs w:val="22"/>
        </w:rPr>
        <w:t>.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r>
        <w:rPr>
          <w:b/>
          <w:caps/>
          <w:color w:val="auto"/>
          <w:sz w:val="44"/>
          <w:szCs w:val="44"/>
        </w:rPr>
        <w:t xml:space="preserve">  </w:t>
      </w:r>
      <w:r w:rsidRPr="007D407F">
        <w:rPr>
          <w:b/>
          <w:color w:val="auto"/>
          <w:sz w:val="44"/>
          <w:szCs w:val="44"/>
        </w:rPr>
        <w:t>č</w:t>
      </w:r>
      <w:r>
        <w:rPr>
          <w:b/>
          <w:caps/>
          <w:color w:val="auto"/>
          <w:sz w:val="44"/>
          <w:szCs w:val="44"/>
        </w:rPr>
        <w:t xml:space="preserve">. </w:t>
      </w:r>
      <w:r w:rsidRPr="007D407F">
        <w:rPr>
          <w:b/>
          <w:caps/>
          <w:color w:val="auto"/>
          <w:sz w:val="44"/>
          <w:szCs w:val="44"/>
          <w:highlight w:val="yellow"/>
        </w:rPr>
        <w:t>…</w:t>
      </w:r>
      <w:proofErr w:type="gramStart"/>
      <w:r w:rsidRPr="007D407F">
        <w:rPr>
          <w:b/>
          <w:caps/>
          <w:color w:val="auto"/>
          <w:sz w:val="44"/>
          <w:szCs w:val="44"/>
          <w:highlight w:val="yellow"/>
        </w:rPr>
        <w:t>…..</w:t>
      </w:r>
      <w:proofErr w:type="gramEnd"/>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1D0816" w:rsidRDefault="00E33715" w:rsidP="00E33715">
      <w:pPr>
        <w:numPr>
          <w:ilvl w:val="0"/>
          <w:numId w:val="18"/>
        </w:numPr>
        <w:jc w:val="both"/>
        <w:rPr>
          <w:sz w:val="22"/>
          <w:szCs w:val="22"/>
        </w:rPr>
      </w:pPr>
      <w:r w:rsidRPr="002D0298">
        <w:rPr>
          <w:sz w:val="22"/>
          <w:szCs w:val="22"/>
        </w:rPr>
        <w:t xml:space="preserve">Cílem této smlouvy je kontrola stavebních prací a dohlížení nad jejich prováděním </w:t>
      </w:r>
      <w:r w:rsidRPr="001D0816">
        <w:rPr>
          <w:sz w:val="22"/>
          <w:szCs w:val="22"/>
        </w:rPr>
        <w:t>prostřednictvím technického dozoru stavebníka (dále také jen „TD</w:t>
      </w:r>
      <w:r w:rsidR="00974491" w:rsidRPr="001D0816">
        <w:rPr>
          <w:sz w:val="22"/>
          <w:szCs w:val="22"/>
        </w:rPr>
        <w:t>S</w:t>
      </w:r>
      <w:r w:rsidRPr="001D0816">
        <w:rPr>
          <w:sz w:val="22"/>
          <w:szCs w:val="22"/>
        </w:rPr>
        <w:t>“), dosažení realizace a úspěšného dokončení</w:t>
      </w:r>
      <w:r w:rsidR="00F9537B" w:rsidRPr="001D0816">
        <w:rPr>
          <w:sz w:val="22"/>
          <w:szCs w:val="22"/>
        </w:rPr>
        <w:t xml:space="preserve"> stavby</w:t>
      </w:r>
      <w:r w:rsidRPr="001D0816">
        <w:rPr>
          <w:sz w:val="22"/>
          <w:szCs w:val="22"/>
        </w:rPr>
        <w:t xml:space="preserve"> </w:t>
      </w:r>
      <w:r w:rsidRPr="001D0816">
        <w:rPr>
          <w:b/>
          <w:sz w:val="22"/>
          <w:szCs w:val="22"/>
        </w:rPr>
        <w:t>„</w:t>
      </w:r>
      <w:r w:rsidR="008B1AE1" w:rsidRPr="001D0816">
        <w:rPr>
          <w:b/>
          <w:sz w:val="22"/>
          <w:szCs w:val="22"/>
        </w:rPr>
        <w:t xml:space="preserve">Lávka </w:t>
      </w:r>
      <w:proofErr w:type="spellStart"/>
      <w:r w:rsidR="008B1AE1" w:rsidRPr="001D0816">
        <w:rPr>
          <w:b/>
          <w:sz w:val="22"/>
          <w:szCs w:val="22"/>
        </w:rPr>
        <w:t>Olešná</w:t>
      </w:r>
      <w:proofErr w:type="spellEnd"/>
      <w:r w:rsidRPr="001D0816">
        <w:rPr>
          <w:b/>
          <w:sz w:val="22"/>
          <w:szCs w:val="22"/>
        </w:rPr>
        <w:t>“</w:t>
      </w:r>
      <w:r w:rsidRPr="001D0816">
        <w:rPr>
          <w:sz w:val="22"/>
          <w:szCs w:val="22"/>
        </w:rPr>
        <w:t xml:space="preserve"> podle podmínek smlouvy o dílo uzavřené se zhotovitelem stavby a v souladu s podmínkami příslušného projektu tak, aby byly naplněny veškeré požadavky a podmínky pro úspěšné čerpání finanční</w:t>
      </w:r>
      <w:r w:rsidR="00415D24" w:rsidRPr="001D0816">
        <w:rPr>
          <w:sz w:val="22"/>
          <w:szCs w:val="22"/>
        </w:rPr>
        <w:t>ho</w:t>
      </w:r>
      <w:r w:rsidRPr="001D0816">
        <w:rPr>
          <w:sz w:val="22"/>
          <w:szCs w:val="22"/>
        </w:rPr>
        <w:t xml:space="preserve"> p</w:t>
      </w:r>
      <w:r w:rsidR="00415D24" w:rsidRPr="001D0816">
        <w:rPr>
          <w:sz w:val="22"/>
          <w:szCs w:val="22"/>
        </w:rPr>
        <w:t xml:space="preserve">říspěvku podle pravidel </w:t>
      </w:r>
      <w:r w:rsidR="00F879E7" w:rsidRPr="001D0816">
        <w:rPr>
          <w:rFonts w:cs="Arial"/>
          <w:sz w:val="22"/>
          <w:szCs w:val="22"/>
        </w:rPr>
        <w:t xml:space="preserve">pro financování </w:t>
      </w:r>
      <w:r w:rsidR="008B1AE1" w:rsidRPr="001D0816">
        <w:rPr>
          <w:rFonts w:cs="Arial"/>
          <w:sz w:val="22"/>
          <w:szCs w:val="22"/>
        </w:rPr>
        <w:t>opatření ke zvýšení bezpečnosti nebo plynulosti dopravy nebo opatření ke zpřístupňování dopravy osobám s omezenou schopností pohybu nebo orientace</w:t>
      </w:r>
      <w:r w:rsidR="00F879E7" w:rsidRPr="001D0816">
        <w:rPr>
          <w:rFonts w:cs="Arial"/>
          <w:sz w:val="22"/>
          <w:szCs w:val="22"/>
        </w:rPr>
        <w:t xml:space="preserve"> Státního fondu dopravní infrastruktury</w:t>
      </w:r>
      <w:r w:rsidR="00B468B6" w:rsidRPr="001D0816">
        <w:rPr>
          <w:rFonts w:cs="Arial"/>
          <w:sz w:val="22"/>
          <w:szCs w:val="22"/>
        </w:rPr>
        <w:t xml:space="preserve"> v aktuálním znění</w:t>
      </w:r>
      <w:r w:rsidR="00F879E7" w:rsidRPr="001D0816">
        <w:rPr>
          <w:rFonts w:cs="Arial"/>
          <w:sz w:val="22"/>
          <w:szCs w:val="22"/>
        </w:rPr>
        <w:t>, kter</w:t>
      </w:r>
      <w:r w:rsidR="00B468B6" w:rsidRPr="001D0816">
        <w:rPr>
          <w:rFonts w:cs="Arial"/>
          <w:sz w:val="22"/>
          <w:szCs w:val="22"/>
        </w:rPr>
        <w:t>á</w:t>
      </w:r>
      <w:r w:rsidR="00F879E7" w:rsidRPr="001D0816">
        <w:rPr>
          <w:rFonts w:cs="Arial"/>
          <w:sz w:val="22"/>
          <w:szCs w:val="22"/>
        </w:rPr>
        <w:t xml:space="preserve"> jsou přístupn</w:t>
      </w:r>
      <w:r w:rsidR="00B468B6" w:rsidRPr="001D0816">
        <w:rPr>
          <w:rFonts w:cs="Arial"/>
          <w:sz w:val="22"/>
          <w:szCs w:val="22"/>
        </w:rPr>
        <w:t>á</w:t>
      </w:r>
      <w:r w:rsidR="00F879E7" w:rsidRPr="001D0816">
        <w:rPr>
          <w:rFonts w:cs="Arial"/>
          <w:sz w:val="22"/>
          <w:szCs w:val="22"/>
        </w:rPr>
        <w:t xml:space="preserve"> na </w:t>
      </w:r>
      <w:hyperlink r:id="rId9" w:history="1">
        <w:r w:rsidR="00F879E7" w:rsidRPr="001D0816">
          <w:rPr>
            <w:rStyle w:val="Hypertextovodkaz"/>
            <w:rFonts w:cs="Arial"/>
            <w:color w:val="auto"/>
            <w:sz w:val="22"/>
            <w:szCs w:val="22"/>
          </w:rPr>
          <w:t>https://www.sfdi.cz/poskytovani-prispevku/</w:t>
        </w:r>
      </w:hyperlink>
      <w:r w:rsidR="00F879E7" w:rsidRPr="001D0816">
        <w:rPr>
          <w:rFonts w:cs="Arial"/>
          <w:sz w:val="22"/>
          <w:szCs w:val="22"/>
        </w:rPr>
        <w:t>.</w:t>
      </w:r>
      <w:r w:rsidR="001D0816">
        <w:rPr>
          <w:rFonts w:cs="Arial"/>
          <w:sz w:val="22"/>
          <w:szCs w:val="22"/>
        </w:rPr>
        <w:t xml:space="preserve"> </w:t>
      </w:r>
      <w:r w:rsidR="000B2DDD" w:rsidRPr="001D0816">
        <w:rPr>
          <w:sz w:val="22"/>
          <w:szCs w:val="22"/>
        </w:rPr>
        <w:t>Na financování této stavby bude čerpán finanční příspěvek z rozpočtu SFDI – ISPROFOND 5617510215.</w:t>
      </w:r>
    </w:p>
    <w:p w:rsidR="00E33715" w:rsidRPr="001D0816" w:rsidRDefault="00E33715" w:rsidP="00E33715">
      <w:pPr>
        <w:numPr>
          <w:ilvl w:val="0"/>
          <w:numId w:val="18"/>
        </w:numPr>
        <w:jc w:val="both"/>
        <w:rPr>
          <w:sz w:val="22"/>
          <w:szCs w:val="22"/>
        </w:rPr>
      </w:pPr>
      <w:r w:rsidRPr="001D0816">
        <w:rPr>
          <w:sz w:val="22"/>
          <w:szCs w:val="22"/>
        </w:rPr>
        <w:lastRenderedPageBreak/>
        <w:t>Finanční toky jsou řízeny podle příslušné metodiky</w:t>
      </w:r>
      <w:r w:rsidR="00415D24" w:rsidRPr="001D0816">
        <w:rPr>
          <w:sz w:val="22"/>
          <w:szCs w:val="22"/>
        </w:rPr>
        <w:t xml:space="preserve"> Státního fondu dopravní infrastruktury</w:t>
      </w:r>
      <w:r w:rsidR="00C44969" w:rsidRPr="001D0816">
        <w:rPr>
          <w:sz w:val="22"/>
          <w:szCs w:val="22"/>
        </w:rPr>
        <w:t xml:space="preserve">. </w:t>
      </w:r>
      <w:r w:rsidR="007D19EA" w:rsidRPr="001D0816">
        <w:rPr>
          <w:sz w:val="22"/>
          <w:szCs w:val="22"/>
        </w:rPr>
        <w:t>Příkazník</w:t>
      </w:r>
      <w:r w:rsidR="00C44969" w:rsidRPr="001D0816">
        <w:rPr>
          <w:sz w:val="22"/>
          <w:szCs w:val="22"/>
        </w:rPr>
        <w:t xml:space="preserve"> je</w:t>
      </w:r>
      <w:r w:rsidRPr="001D0816">
        <w:rPr>
          <w:sz w:val="22"/>
          <w:szCs w:val="22"/>
        </w:rPr>
        <w:t xml:space="preserve"> povinen se řídit všemi předpisy, které stanoví podmínky pro poskytnutí a čerpání </w:t>
      </w:r>
      <w:r w:rsidR="008A058A" w:rsidRPr="001D0816">
        <w:rPr>
          <w:sz w:val="22"/>
          <w:szCs w:val="22"/>
        </w:rPr>
        <w:t>finanční</w:t>
      </w:r>
      <w:r w:rsidR="00CE7FD6" w:rsidRPr="001D0816">
        <w:rPr>
          <w:sz w:val="22"/>
          <w:szCs w:val="22"/>
        </w:rPr>
        <w:t>h</w:t>
      </w:r>
      <w:r w:rsidR="00E3575C" w:rsidRPr="001D0816">
        <w:rPr>
          <w:sz w:val="22"/>
          <w:szCs w:val="22"/>
        </w:rPr>
        <w:t>o</w:t>
      </w:r>
      <w:r w:rsidR="008A058A" w:rsidRPr="001D0816">
        <w:rPr>
          <w:sz w:val="22"/>
          <w:szCs w:val="22"/>
        </w:rPr>
        <w:t xml:space="preserve"> p</w:t>
      </w:r>
      <w:r w:rsidR="00E3575C" w:rsidRPr="001D0816">
        <w:rPr>
          <w:sz w:val="22"/>
          <w:szCs w:val="22"/>
        </w:rPr>
        <w:t>říspěvku</w:t>
      </w:r>
      <w:r w:rsidRPr="001D0816">
        <w:rPr>
          <w:sz w:val="22"/>
          <w:szCs w:val="22"/>
        </w:rPr>
        <w:t>.</w:t>
      </w:r>
    </w:p>
    <w:p w:rsidR="00E33715" w:rsidRPr="001D0816" w:rsidRDefault="00E33715" w:rsidP="00E33715">
      <w:pPr>
        <w:jc w:val="both"/>
        <w:rPr>
          <w:sz w:val="22"/>
          <w:szCs w:val="22"/>
        </w:rPr>
      </w:pPr>
    </w:p>
    <w:p w:rsidR="00A74753" w:rsidRPr="001D0816" w:rsidRDefault="00E33715" w:rsidP="00A74753">
      <w:pPr>
        <w:numPr>
          <w:ilvl w:val="0"/>
          <w:numId w:val="18"/>
        </w:numPr>
        <w:jc w:val="both"/>
        <w:rPr>
          <w:sz w:val="22"/>
          <w:szCs w:val="22"/>
        </w:rPr>
      </w:pPr>
      <w:r w:rsidRPr="001D0816">
        <w:rPr>
          <w:sz w:val="22"/>
          <w:szCs w:val="22"/>
        </w:rPr>
        <w:t xml:space="preserve">Základní očekávané výsledky, kterých má </w:t>
      </w:r>
      <w:r w:rsidR="007D19EA" w:rsidRPr="001D0816">
        <w:rPr>
          <w:sz w:val="22"/>
          <w:szCs w:val="22"/>
        </w:rPr>
        <w:t>příkazník</w:t>
      </w:r>
      <w:r w:rsidRPr="001D0816">
        <w:rPr>
          <w:sz w:val="22"/>
          <w:szCs w:val="22"/>
        </w:rPr>
        <w:t xml:space="preserve"> dosáhnout při naplňování cíle této smlouvy jsou následující:</w:t>
      </w:r>
    </w:p>
    <w:p w:rsidR="00A74753" w:rsidRPr="001D0816" w:rsidRDefault="00A74753" w:rsidP="009A7CDD">
      <w:pPr>
        <w:numPr>
          <w:ilvl w:val="1"/>
          <w:numId w:val="18"/>
        </w:numPr>
        <w:jc w:val="both"/>
        <w:rPr>
          <w:sz w:val="22"/>
          <w:szCs w:val="22"/>
        </w:rPr>
      </w:pPr>
      <w:r w:rsidRPr="001D0816">
        <w:rPr>
          <w:sz w:val="22"/>
          <w:szCs w:val="22"/>
        </w:rPr>
        <w:t>provedení stavby</w:t>
      </w:r>
      <w:r w:rsidR="00397001" w:rsidRPr="001D0816">
        <w:rPr>
          <w:sz w:val="22"/>
          <w:szCs w:val="22"/>
        </w:rPr>
        <w:t xml:space="preserve"> „</w:t>
      </w:r>
      <w:r w:rsidR="008B1AE1" w:rsidRPr="001D0816">
        <w:rPr>
          <w:sz w:val="22"/>
          <w:szCs w:val="22"/>
        </w:rPr>
        <w:t xml:space="preserve">Lávka </w:t>
      </w:r>
      <w:proofErr w:type="spellStart"/>
      <w:r w:rsidR="008B1AE1" w:rsidRPr="001D0816">
        <w:rPr>
          <w:sz w:val="22"/>
          <w:szCs w:val="22"/>
        </w:rPr>
        <w:t>Olešná</w:t>
      </w:r>
      <w:proofErr w:type="spellEnd"/>
      <w:r w:rsidR="00397001" w:rsidRPr="001D0816">
        <w:rPr>
          <w:sz w:val="22"/>
          <w:szCs w:val="22"/>
        </w:rPr>
        <w:t xml:space="preserve">“ </w:t>
      </w:r>
      <w:r w:rsidRPr="001D0816">
        <w:rPr>
          <w:sz w:val="22"/>
          <w:szCs w:val="22"/>
        </w:rPr>
        <w:t>zhotovitelem stavby</w:t>
      </w:r>
      <w:r w:rsidR="009A7CDD" w:rsidRPr="001D0816">
        <w:rPr>
          <w:sz w:val="22"/>
          <w:szCs w:val="22"/>
        </w:rPr>
        <w:t xml:space="preserve"> včas, řádně a kvalitně, v souladu se smlouvou o dílo uzavřenou mezi </w:t>
      </w:r>
      <w:r w:rsidR="007D19EA" w:rsidRPr="001D0816">
        <w:rPr>
          <w:sz w:val="22"/>
          <w:szCs w:val="22"/>
        </w:rPr>
        <w:t>příkazcem</w:t>
      </w:r>
      <w:r w:rsidR="009A7CDD" w:rsidRPr="001D0816">
        <w:rPr>
          <w:sz w:val="22"/>
          <w:szCs w:val="22"/>
        </w:rPr>
        <w:t xml:space="preserve"> a zhotovitelem stavby, za sjednanou smluvní cenu</w:t>
      </w:r>
    </w:p>
    <w:p w:rsidR="009A7CDD" w:rsidRPr="001D0816" w:rsidRDefault="009A7CDD" w:rsidP="009A7CDD">
      <w:pPr>
        <w:numPr>
          <w:ilvl w:val="1"/>
          <w:numId w:val="18"/>
        </w:numPr>
        <w:jc w:val="both"/>
        <w:rPr>
          <w:sz w:val="22"/>
          <w:szCs w:val="22"/>
        </w:rPr>
      </w:pPr>
      <w:r w:rsidRPr="001D0816">
        <w:rPr>
          <w:sz w:val="22"/>
          <w:szCs w:val="22"/>
        </w:rPr>
        <w:t>úspěšné uvedení stavby</w:t>
      </w:r>
      <w:r w:rsidR="00397001" w:rsidRPr="001D0816">
        <w:rPr>
          <w:sz w:val="22"/>
          <w:szCs w:val="22"/>
        </w:rPr>
        <w:t xml:space="preserve"> „</w:t>
      </w:r>
      <w:r w:rsidR="008B1AE1" w:rsidRPr="001D0816">
        <w:rPr>
          <w:sz w:val="22"/>
          <w:szCs w:val="22"/>
        </w:rPr>
        <w:t xml:space="preserve">Lávka </w:t>
      </w:r>
      <w:proofErr w:type="spellStart"/>
      <w:r w:rsidR="008B1AE1" w:rsidRPr="001D0816">
        <w:rPr>
          <w:sz w:val="22"/>
          <w:szCs w:val="22"/>
        </w:rPr>
        <w:t>Olešná</w:t>
      </w:r>
      <w:proofErr w:type="spellEnd"/>
      <w:r w:rsidR="00397001" w:rsidRPr="001D0816">
        <w:rPr>
          <w:sz w:val="22"/>
          <w:szCs w:val="22"/>
        </w:rPr>
        <w:t>“</w:t>
      </w:r>
      <w:r w:rsidRPr="001D0816">
        <w:rPr>
          <w:sz w:val="22"/>
          <w:szCs w:val="22"/>
        </w:rPr>
        <w:t xml:space="preserve"> převzaté </w:t>
      </w:r>
      <w:r w:rsidR="007D19EA" w:rsidRPr="001D0816">
        <w:rPr>
          <w:sz w:val="22"/>
          <w:szCs w:val="22"/>
        </w:rPr>
        <w:t>příkazcem</w:t>
      </w:r>
      <w:r w:rsidRPr="001D0816">
        <w:rPr>
          <w:sz w:val="22"/>
          <w:szCs w:val="22"/>
        </w:rPr>
        <w:t xml:space="preserve"> do provozu</w:t>
      </w:r>
    </w:p>
    <w:p w:rsidR="009A7CDD" w:rsidRPr="001D0816" w:rsidRDefault="009A7CDD" w:rsidP="009A7CDD">
      <w:pPr>
        <w:numPr>
          <w:ilvl w:val="1"/>
          <w:numId w:val="18"/>
        </w:numPr>
        <w:jc w:val="both"/>
        <w:rPr>
          <w:sz w:val="22"/>
          <w:szCs w:val="22"/>
        </w:rPr>
      </w:pPr>
      <w:r w:rsidRPr="001D0816">
        <w:rPr>
          <w:sz w:val="22"/>
          <w:szCs w:val="22"/>
        </w:rPr>
        <w:t>vyřešení nároků z titulu odpovědnosti za vady vč. odpovědnosti za vady v záruce</w:t>
      </w:r>
    </w:p>
    <w:p w:rsidR="009A7CDD" w:rsidRPr="001D0816" w:rsidRDefault="009A7CDD" w:rsidP="009A7CDD">
      <w:pPr>
        <w:numPr>
          <w:ilvl w:val="1"/>
          <w:numId w:val="18"/>
        </w:numPr>
        <w:jc w:val="both"/>
        <w:rPr>
          <w:sz w:val="22"/>
          <w:szCs w:val="22"/>
        </w:rPr>
      </w:pPr>
      <w:r w:rsidRPr="001D0816">
        <w:rPr>
          <w:sz w:val="22"/>
          <w:szCs w:val="22"/>
        </w:rPr>
        <w:t xml:space="preserve">vyplacení </w:t>
      </w:r>
      <w:r w:rsidR="008A058A" w:rsidRPr="001D0816">
        <w:rPr>
          <w:sz w:val="22"/>
          <w:szCs w:val="22"/>
        </w:rPr>
        <w:t>finanční</w:t>
      </w:r>
      <w:r w:rsidR="00E3575C" w:rsidRPr="001D0816">
        <w:rPr>
          <w:sz w:val="22"/>
          <w:szCs w:val="22"/>
        </w:rPr>
        <w:t>ho</w:t>
      </w:r>
      <w:r w:rsidR="008A058A" w:rsidRPr="001D0816">
        <w:rPr>
          <w:sz w:val="22"/>
          <w:szCs w:val="22"/>
        </w:rPr>
        <w:t xml:space="preserve"> p</w:t>
      </w:r>
      <w:r w:rsidR="00E3575C" w:rsidRPr="001D0816">
        <w:rPr>
          <w:sz w:val="22"/>
          <w:szCs w:val="22"/>
        </w:rPr>
        <w:t>říspěvku</w:t>
      </w:r>
      <w:r w:rsidR="008A058A" w:rsidRPr="001D0816">
        <w:rPr>
          <w:sz w:val="22"/>
          <w:szCs w:val="22"/>
        </w:rPr>
        <w:t xml:space="preserve"> </w:t>
      </w:r>
      <w:r w:rsidR="00CE7FD6" w:rsidRPr="001D0816">
        <w:rPr>
          <w:sz w:val="22"/>
          <w:szCs w:val="22"/>
        </w:rPr>
        <w:t>z</w:t>
      </w:r>
      <w:r w:rsidR="00E3575C" w:rsidRPr="001D0816">
        <w:rPr>
          <w:sz w:val="22"/>
          <w:szCs w:val="22"/>
        </w:rPr>
        <w:t>e Státního f</w:t>
      </w:r>
      <w:r w:rsidR="00CE7FD6" w:rsidRPr="001D0816">
        <w:rPr>
          <w:sz w:val="22"/>
          <w:szCs w:val="22"/>
        </w:rPr>
        <w:t xml:space="preserve">ondu </w:t>
      </w:r>
      <w:r w:rsidR="00E3575C" w:rsidRPr="001D0816">
        <w:rPr>
          <w:sz w:val="22"/>
          <w:szCs w:val="22"/>
        </w:rPr>
        <w:t xml:space="preserve">dopravní infrastruktury </w:t>
      </w:r>
      <w:r w:rsidR="00922C3F" w:rsidRPr="001D0816">
        <w:rPr>
          <w:sz w:val="22"/>
          <w:szCs w:val="22"/>
        </w:rPr>
        <w:t>příkazci v plné výši</w:t>
      </w:r>
    </w:p>
    <w:p w:rsidR="00E33715" w:rsidRPr="001D0816"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52247B" w:rsidRDefault="00017987" w:rsidP="004D4C39">
      <w:pPr>
        <w:pStyle w:val="Zkladntext"/>
        <w:jc w:val="center"/>
        <w:rPr>
          <w:b/>
          <w:color w:val="auto"/>
          <w:sz w:val="22"/>
          <w:szCs w:val="22"/>
        </w:rPr>
      </w:pPr>
      <w:proofErr w:type="gramStart"/>
      <w:r w:rsidRPr="0052247B">
        <w:rPr>
          <w:b/>
          <w:color w:val="auto"/>
          <w:sz w:val="22"/>
          <w:szCs w:val="22"/>
        </w:rPr>
        <w:t>Předmět  smlouvy</w:t>
      </w:r>
      <w:proofErr w:type="gramEnd"/>
    </w:p>
    <w:p w:rsidR="00017987" w:rsidRPr="0052247B" w:rsidRDefault="00017987" w:rsidP="004D4C39">
      <w:pPr>
        <w:pStyle w:val="Zkladntext"/>
        <w:rPr>
          <w:color w:val="auto"/>
          <w:sz w:val="22"/>
          <w:szCs w:val="22"/>
        </w:rPr>
      </w:pPr>
    </w:p>
    <w:p w:rsidR="00D21EDF" w:rsidRPr="0052247B" w:rsidRDefault="007D19EA" w:rsidP="00D21EDF">
      <w:pPr>
        <w:pStyle w:val="Zkladntext"/>
        <w:numPr>
          <w:ilvl w:val="0"/>
          <w:numId w:val="1"/>
        </w:numPr>
        <w:rPr>
          <w:color w:val="auto"/>
          <w:sz w:val="22"/>
          <w:szCs w:val="22"/>
        </w:rPr>
      </w:pPr>
      <w:r w:rsidRPr="0052247B">
        <w:rPr>
          <w:color w:val="auto"/>
          <w:sz w:val="22"/>
          <w:szCs w:val="22"/>
        </w:rPr>
        <w:t>Příkazník</w:t>
      </w:r>
      <w:r w:rsidR="005E2D36" w:rsidRPr="0052247B">
        <w:rPr>
          <w:color w:val="auto"/>
          <w:sz w:val="22"/>
          <w:szCs w:val="22"/>
        </w:rPr>
        <w:t xml:space="preserve"> se zavazuje za podmínek dohodnutých touto smlouvou, že bude </w:t>
      </w:r>
      <w:r w:rsidR="00080232" w:rsidRPr="0052247B">
        <w:rPr>
          <w:color w:val="auto"/>
          <w:sz w:val="22"/>
          <w:szCs w:val="22"/>
        </w:rPr>
        <w:t>zajišťovat</w:t>
      </w:r>
      <w:r w:rsidR="00017987" w:rsidRPr="0052247B">
        <w:rPr>
          <w:color w:val="auto"/>
          <w:sz w:val="22"/>
          <w:szCs w:val="22"/>
        </w:rPr>
        <w:t xml:space="preserve"> zastupování </w:t>
      </w:r>
      <w:r w:rsidRPr="0052247B">
        <w:rPr>
          <w:color w:val="auto"/>
          <w:sz w:val="22"/>
          <w:szCs w:val="22"/>
        </w:rPr>
        <w:t>příkazce</w:t>
      </w:r>
      <w:r w:rsidR="00017987" w:rsidRPr="0052247B">
        <w:rPr>
          <w:color w:val="auto"/>
          <w:sz w:val="22"/>
          <w:szCs w:val="22"/>
        </w:rPr>
        <w:t xml:space="preserve"> ve věci zajištění realizace stavby</w:t>
      </w:r>
      <w:r w:rsidR="00080232" w:rsidRPr="0052247B">
        <w:rPr>
          <w:color w:val="auto"/>
          <w:sz w:val="22"/>
          <w:szCs w:val="22"/>
        </w:rPr>
        <w:t xml:space="preserve"> </w:t>
      </w:r>
      <w:r w:rsidR="00487808" w:rsidRPr="0052247B">
        <w:rPr>
          <w:b/>
          <w:color w:val="auto"/>
          <w:sz w:val="22"/>
          <w:szCs w:val="22"/>
        </w:rPr>
        <w:t>„</w:t>
      </w:r>
      <w:r w:rsidR="008B1AE1" w:rsidRPr="0052247B">
        <w:rPr>
          <w:b/>
          <w:color w:val="auto"/>
          <w:sz w:val="22"/>
          <w:szCs w:val="22"/>
        </w:rPr>
        <w:t xml:space="preserve">Lávka </w:t>
      </w:r>
      <w:proofErr w:type="spellStart"/>
      <w:r w:rsidR="008B1AE1" w:rsidRPr="0052247B">
        <w:rPr>
          <w:b/>
          <w:color w:val="auto"/>
          <w:sz w:val="22"/>
          <w:szCs w:val="22"/>
        </w:rPr>
        <w:t>Olešná</w:t>
      </w:r>
      <w:proofErr w:type="spellEnd"/>
      <w:r w:rsidR="00487808" w:rsidRPr="0052247B">
        <w:rPr>
          <w:b/>
          <w:color w:val="auto"/>
          <w:sz w:val="22"/>
          <w:szCs w:val="22"/>
        </w:rPr>
        <w:t>“</w:t>
      </w:r>
      <w:r w:rsidR="007176D5" w:rsidRPr="0052247B">
        <w:rPr>
          <w:color w:val="auto"/>
          <w:sz w:val="22"/>
          <w:szCs w:val="22"/>
        </w:rPr>
        <w:t xml:space="preserve"> (dále jen „stavba“)</w:t>
      </w:r>
      <w:r w:rsidR="00B63EB1" w:rsidRPr="0052247B">
        <w:rPr>
          <w:color w:val="auto"/>
          <w:sz w:val="22"/>
          <w:szCs w:val="22"/>
        </w:rPr>
        <w:t xml:space="preserve">, </w:t>
      </w:r>
      <w:r w:rsidR="00FA4C16" w:rsidRPr="0052247B">
        <w:rPr>
          <w:color w:val="auto"/>
          <w:sz w:val="22"/>
          <w:szCs w:val="22"/>
        </w:rPr>
        <w:t xml:space="preserve">která je </w:t>
      </w:r>
      <w:r w:rsidR="00FA4C16" w:rsidRPr="0052247B">
        <w:rPr>
          <w:bCs/>
          <w:color w:val="auto"/>
          <w:sz w:val="22"/>
          <w:szCs w:val="22"/>
        </w:rPr>
        <w:t>realizována příkazcem</w:t>
      </w:r>
      <w:r w:rsidR="00AE68FF" w:rsidRPr="0052247B">
        <w:rPr>
          <w:bCs/>
          <w:color w:val="auto"/>
          <w:sz w:val="22"/>
          <w:szCs w:val="22"/>
        </w:rPr>
        <w:t xml:space="preserve"> v</w:t>
      </w:r>
      <w:r w:rsidR="00E41BC6" w:rsidRPr="0052247B">
        <w:rPr>
          <w:bCs/>
          <w:color w:val="auto"/>
          <w:sz w:val="22"/>
          <w:szCs w:val="22"/>
        </w:rPr>
        <w:t> </w:t>
      </w:r>
      <w:r w:rsidR="00AE68FF" w:rsidRPr="0052247B">
        <w:rPr>
          <w:bCs/>
          <w:color w:val="auto"/>
          <w:sz w:val="22"/>
          <w:szCs w:val="22"/>
        </w:rPr>
        <w:t>rámci</w:t>
      </w:r>
      <w:r w:rsidR="00E41BC6" w:rsidRPr="0052247B">
        <w:rPr>
          <w:bCs/>
          <w:color w:val="auto"/>
          <w:sz w:val="22"/>
          <w:szCs w:val="22"/>
        </w:rPr>
        <w:t xml:space="preserve"> projektu spolufinancovaného z</w:t>
      </w:r>
      <w:r w:rsidR="006D3240" w:rsidRPr="0052247B">
        <w:rPr>
          <w:bCs/>
          <w:color w:val="auto"/>
          <w:sz w:val="22"/>
          <w:szCs w:val="22"/>
        </w:rPr>
        <w:t>e Státního f</w:t>
      </w:r>
      <w:r w:rsidR="00EF3DBE" w:rsidRPr="0052247B">
        <w:rPr>
          <w:bCs/>
          <w:color w:val="auto"/>
          <w:sz w:val="22"/>
          <w:szCs w:val="22"/>
        </w:rPr>
        <w:t xml:space="preserve">ondu </w:t>
      </w:r>
      <w:r w:rsidR="006D3240" w:rsidRPr="0052247B">
        <w:rPr>
          <w:bCs/>
          <w:color w:val="auto"/>
          <w:sz w:val="22"/>
          <w:szCs w:val="22"/>
        </w:rPr>
        <w:t>dopravní infrastruktury</w:t>
      </w:r>
      <w:r w:rsidR="00D63AD2" w:rsidRPr="0052247B">
        <w:rPr>
          <w:color w:val="auto"/>
          <w:sz w:val="22"/>
          <w:szCs w:val="22"/>
        </w:rPr>
        <w:t xml:space="preserve"> podle podmínek smlouvy o dílo uzavřené se zhotovitelem stavby</w:t>
      </w:r>
      <w:r w:rsidR="00B63EB1" w:rsidRPr="0052247B">
        <w:rPr>
          <w:color w:val="auto"/>
          <w:sz w:val="22"/>
          <w:szCs w:val="22"/>
        </w:rPr>
        <w:t>.</w:t>
      </w:r>
      <w:r w:rsidR="00D21EDF" w:rsidRPr="0052247B">
        <w:rPr>
          <w:color w:val="auto"/>
          <w:sz w:val="22"/>
          <w:szCs w:val="22"/>
        </w:rPr>
        <w:t xml:space="preserve"> Stavba je blíže specifikována projektovou dokumentací </w:t>
      </w:r>
      <w:r w:rsidR="006D3240" w:rsidRPr="0052247B">
        <w:rPr>
          <w:color w:val="auto"/>
          <w:sz w:val="22"/>
          <w:szCs w:val="22"/>
        </w:rPr>
        <w:t xml:space="preserve">pro provádění </w:t>
      </w:r>
      <w:r w:rsidR="00D21EDF" w:rsidRPr="0052247B">
        <w:rPr>
          <w:color w:val="auto"/>
          <w:sz w:val="22"/>
          <w:szCs w:val="22"/>
        </w:rPr>
        <w:t>stavby „</w:t>
      </w:r>
      <w:r w:rsidR="008B1AE1" w:rsidRPr="0052247B">
        <w:rPr>
          <w:color w:val="auto"/>
          <w:sz w:val="22"/>
          <w:szCs w:val="22"/>
        </w:rPr>
        <w:t xml:space="preserve">Lávka </w:t>
      </w:r>
      <w:proofErr w:type="spellStart"/>
      <w:r w:rsidR="008B1AE1" w:rsidRPr="0052247B">
        <w:rPr>
          <w:color w:val="auto"/>
          <w:sz w:val="22"/>
          <w:szCs w:val="22"/>
        </w:rPr>
        <w:t>Olešná</w:t>
      </w:r>
      <w:proofErr w:type="spellEnd"/>
      <w:r w:rsidR="00D21EDF" w:rsidRPr="0052247B">
        <w:rPr>
          <w:color w:val="auto"/>
          <w:sz w:val="22"/>
          <w:szCs w:val="22"/>
        </w:rPr>
        <w:t>“ vypracovanou fy ENVIGEST</w:t>
      </w:r>
      <w:r w:rsidR="001629DB" w:rsidRPr="0052247B">
        <w:rPr>
          <w:color w:val="auto"/>
          <w:sz w:val="22"/>
          <w:szCs w:val="22"/>
        </w:rPr>
        <w:t xml:space="preserve"> PRO</w:t>
      </w:r>
      <w:r w:rsidR="00D21EDF" w:rsidRPr="0052247B">
        <w:rPr>
          <w:color w:val="auto"/>
          <w:sz w:val="22"/>
          <w:szCs w:val="22"/>
        </w:rPr>
        <w:t xml:space="preserve"> s.r.o., </w:t>
      </w:r>
      <w:r w:rsidR="001629DB" w:rsidRPr="0052247B">
        <w:rPr>
          <w:color w:val="auto"/>
          <w:sz w:val="22"/>
          <w:szCs w:val="22"/>
        </w:rPr>
        <w:t>Žďárská 990</w:t>
      </w:r>
      <w:r w:rsidR="00D21EDF" w:rsidRPr="0052247B">
        <w:rPr>
          <w:color w:val="auto"/>
          <w:sz w:val="22"/>
          <w:szCs w:val="22"/>
        </w:rPr>
        <w:t>, 592 31 Nové Město na Moravě v 1</w:t>
      </w:r>
      <w:r w:rsidR="008B1AE1" w:rsidRPr="0052247B">
        <w:rPr>
          <w:color w:val="auto"/>
          <w:sz w:val="22"/>
          <w:szCs w:val="22"/>
        </w:rPr>
        <w:t>0</w:t>
      </w:r>
      <w:r w:rsidR="00D21EDF" w:rsidRPr="0052247B">
        <w:rPr>
          <w:color w:val="auto"/>
          <w:sz w:val="22"/>
          <w:szCs w:val="22"/>
        </w:rPr>
        <w:t>/20</w:t>
      </w:r>
      <w:r w:rsidR="00016BAF" w:rsidRPr="0052247B">
        <w:rPr>
          <w:color w:val="auto"/>
          <w:sz w:val="22"/>
          <w:szCs w:val="22"/>
        </w:rPr>
        <w:t>2</w:t>
      </w:r>
      <w:r w:rsidR="008B1AE1" w:rsidRPr="0052247B">
        <w:rPr>
          <w:color w:val="auto"/>
          <w:sz w:val="22"/>
          <w:szCs w:val="22"/>
        </w:rPr>
        <w:t>0</w:t>
      </w:r>
      <w:r w:rsidR="00D21EDF" w:rsidRPr="0052247B">
        <w:rPr>
          <w:color w:val="auto"/>
          <w:sz w:val="22"/>
          <w:szCs w:val="22"/>
        </w:rPr>
        <w:t xml:space="preserve"> pod </w:t>
      </w:r>
      <w:proofErr w:type="spellStart"/>
      <w:r w:rsidR="00D21EDF" w:rsidRPr="0052247B">
        <w:rPr>
          <w:color w:val="auto"/>
          <w:sz w:val="22"/>
          <w:szCs w:val="22"/>
        </w:rPr>
        <w:t>zak</w:t>
      </w:r>
      <w:proofErr w:type="spellEnd"/>
      <w:r w:rsidR="00D21EDF" w:rsidRPr="0052247B">
        <w:rPr>
          <w:color w:val="auto"/>
          <w:sz w:val="22"/>
          <w:szCs w:val="22"/>
        </w:rPr>
        <w:t>.</w:t>
      </w:r>
      <w:r w:rsidR="00331483">
        <w:rPr>
          <w:color w:val="auto"/>
          <w:sz w:val="22"/>
          <w:szCs w:val="22"/>
        </w:rPr>
        <w:t xml:space="preserve"> </w:t>
      </w:r>
      <w:r w:rsidR="00D21EDF" w:rsidRPr="0052247B">
        <w:rPr>
          <w:color w:val="auto"/>
          <w:sz w:val="22"/>
          <w:szCs w:val="22"/>
        </w:rPr>
        <w:t>č.</w:t>
      </w:r>
      <w:r w:rsidR="00331483">
        <w:rPr>
          <w:color w:val="auto"/>
          <w:sz w:val="22"/>
          <w:szCs w:val="22"/>
        </w:rPr>
        <w:t xml:space="preserve"> </w:t>
      </w:r>
      <w:r w:rsidR="00016BAF" w:rsidRPr="0052247B">
        <w:rPr>
          <w:color w:val="auto"/>
          <w:sz w:val="22"/>
          <w:szCs w:val="22"/>
        </w:rPr>
        <w:t>150</w:t>
      </w:r>
      <w:r w:rsidR="008B1AE1" w:rsidRPr="0052247B">
        <w:rPr>
          <w:color w:val="auto"/>
          <w:sz w:val="22"/>
          <w:szCs w:val="22"/>
        </w:rPr>
        <w:t>6</w:t>
      </w:r>
      <w:r w:rsidR="00D21EDF" w:rsidRPr="0052247B">
        <w:rPr>
          <w:color w:val="auto"/>
          <w:sz w:val="22"/>
          <w:szCs w:val="22"/>
        </w:rPr>
        <w:t xml:space="preserve"> vč. její dokladové části (dále jen „projektová dokumentace“).</w:t>
      </w:r>
    </w:p>
    <w:p w:rsidR="00017987" w:rsidRPr="0052247B" w:rsidRDefault="00017987" w:rsidP="004D4C39">
      <w:pPr>
        <w:pStyle w:val="Zkladntext"/>
        <w:rPr>
          <w:color w:val="auto"/>
          <w:sz w:val="22"/>
          <w:szCs w:val="22"/>
        </w:rPr>
      </w:pPr>
    </w:p>
    <w:p w:rsidR="001B2B43" w:rsidRPr="0052247B" w:rsidRDefault="007D19EA" w:rsidP="001B2B43">
      <w:pPr>
        <w:pStyle w:val="Zkladntext"/>
        <w:numPr>
          <w:ilvl w:val="0"/>
          <w:numId w:val="1"/>
        </w:numPr>
        <w:rPr>
          <w:color w:val="auto"/>
          <w:sz w:val="22"/>
          <w:szCs w:val="22"/>
        </w:rPr>
      </w:pPr>
      <w:r w:rsidRPr="0052247B">
        <w:rPr>
          <w:color w:val="auto"/>
          <w:sz w:val="22"/>
          <w:szCs w:val="22"/>
        </w:rPr>
        <w:t>Příkazník</w:t>
      </w:r>
      <w:r w:rsidR="006D7969" w:rsidRPr="0052247B">
        <w:rPr>
          <w:color w:val="auto"/>
          <w:sz w:val="22"/>
          <w:szCs w:val="22"/>
        </w:rPr>
        <w:t xml:space="preserve"> bude vykonávat </w:t>
      </w:r>
      <w:r w:rsidR="001B2B43" w:rsidRPr="0052247B">
        <w:rPr>
          <w:color w:val="auto"/>
          <w:sz w:val="22"/>
          <w:szCs w:val="22"/>
        </w:rPr>
        <w:t>zejména tyto činnosti:</w:t>
      </w:r>
    </w:p>
    <w:p w:rsidR="00962870" w:rsidRPr="0052247B" w:rsidRDefault="00962870" w:rsidP="00E008D3">
      <w:pPr>
        <w:pStyle w:val="Zkladntext"/>
        <w:numPr>
          <w:ilvl w:val="1"/>
          <w:numId w:val="1"/>
        </w:numPr>
        <w:spacing w:before="80"/>
        <w:rPr>
          <w:color w:val="auto"/>
          <w:sz w:val="22"/>
          <w:szCs w:val="22"/>
        </w:rPr>
      </w:pPr>
      <w:r w:rsidRPr="0052247B">
        <w:rPr>
          <w:color w:val="auto"/>
          <w:sz w:val="22"/>
          <w:szCs w:val="22"/>
        </w:rPr>
        <w:t>činnosti</w:t>
      </w:r>
      <w:r w:rsidR="001B2B43" w:rsidRPr="0052247B">
        <w:rPr>
          <w:color w:val="auto"/>
          <w:sz w:val="22"/>
          <w:szCs w:val="22"/>
        </w:rPr>
        <w:t xml:space="preserve"> </w:t>
      </w:r>
      <w:r w:rsidRPr="0052247B">
        <w:rPr>
          <w:color w:val="auto"/>
          <w:sz w:val="22"/>
          <w:szCs w:val="22"/>
        </w:rPr>
        <w:t>před zahájením stavby</w:t>
      </w:r>
    </w:p>
    <w:p w:rsidR="00017987" w:rsidRPr="0052247B" w:rsidRDefault="00962870" w:rsidP="00E008D3">
      <w:pPr>
        <w:pStyle w:val="Zkladntext"/>
        <w:numPr>
          <w:ilvl w:val="1"/>
          <w:numId w:val="1"/>
        </w:numPr>
        <w:spacing w:before="80"/>
        <w:rPr>
          <w:color w:val="auto"/>
          <w:sz w:val="22"/>
          <w:szCs w:val="22"/>
        </w:rPr>
      </w:pPr>
      <w:r w:rsidRPr="0052247B">
        <w:rPr>
          <w:color w:val="auto"/>
          <w:sz w:val="22"/>
          <w:szCs w:val="22"/>
        </w:rPr>
        <w:t>činnosti v průběhu provádění stavby</w:t>
      </w:r>
      <w:r w:rsidR="00017987" w:rsidRPr="0052247B">
        <w:rPr>
          <w:color w:val="auto"/>
          <w:sz w:val="22"/>
          <w:szCs w:val="22"/>
        </w:rPr>
        <w:t xml:space="preserve"> </w:t>
      </w:r>
    </w:p>
    <w:p w:rsidR="00F32263" w:rsidRPr="0052247B" w:rsidRDefault="00962870" w:rsidP="00C14013">
      <w:pPr>
        <w:pStyle w:val="Zkladntext"/>
        <w:numPr>
          <w:ilvl w:val="1"/>
          <w:numId w:val="1"/>
        </w:numPr>
        <w:spacing w:before="80"/>
        <w:rPr>
          <w:snapToGrid w:val="0"/>
          <w:color w:val="auto"/>
          <w:sz w:val="22"/>
          <w:szCs w:val="22"/>
        </w:rPr>
      </w:pPr>
      <w:r w:rsidRPr="0052247B">
        <w:rPr>
          <w:color w:val="auto"/>
          <w:sz w:val="22"/>
          <w:szCs w:val="22"/>
        </w:rPr>
        <w:t>činnosti</w:t>
      </w:r>
      <w:r w:rsidR="00017987" w:rsidRPr="0052247B">
        <w:rPr>
          <w:color w:val="auto"/>
          <w:sz w:val="22"/>
          <w:szCs w:val="22"/>
        </w:rPr>
        <w:t xml:space="preserve"> po dokončení stavby</w:t>
      </w:r>
    </w:p>
    <w:p w:rsidR="00E008D3" w:rsidRPr="0052247B" w:rsidRDefault="00E008D3" w:rsidP="00E008D3">
      <w:pPr>
        <w:widowControl w:val="0"/>
        <w:jc w:val="both"/>
        <w:rPr>
          <w:snapToGrid w:val="0"/>
          <w:sz w:val="22"/>
          <w:szCs w:val="22"/>
        </w:rPr>
      </w:pPr>
    </w:p>
    <w:p w:rsidR="00962870" w:rsidRPr="0052247B" w:rsidRDefault="00C54FC5" w:rsidP="00E008D3">
      <w:pPr>
        <w:widowControl w:val="0"/>
        <w:numPr>
          <w:ilvl w:val="0"/>
          <w:numId w:val="1"/>
        </w:numPr>
        <w:jc w:val="both"/>
        <w:rPr>
          <w:snapToGrid w:val="0"/>
          <w:sz w:val="22"/>
          <w:szCs w:val="22"/>
        </w:rPr>
      </w:pPr>
      <w:r w:rsidRPr="0052247B">
        <w:rPr>
          <w:sz w:val="22"/>
          <w:szCs w:val="22"/>
        </w:rPr>
        <w:t>Specifikace prací a</w:t>
      </w:r>
      <w:r w:rsidR="00962870" w:rsidRPr="0052247B">
        <w:rPr>
          <w:sz w:val="22"/>
          <w:szCs w:val="22"/>
        </w:rPr>
        <w:t xml:space="preserve"> činností vymezující obsah a rozsah činnosti </w:t>
      </w:r>
      <w:r w:rsidR="00462C53" w:rsidRPr="0052247B">
        <w:rPr>
          <w:sz w:val="22"/>
          <w:szCs w:val="22"/>
        </w:rPr>
        <w:t>příkazníka</w:t>
      </w:r>
      <w:r w:rsidR="00962870" w:rsidRPr="0052247B">
        <w:rPr>
          <w:sz w:val="22"/>
          <w:szCs w:val="22"/>
        </w:rPr>
        <w:t xml:space="preserve"> je uveden</w:t>
      </w:r>
      <w:r w:rsidR="00736C1B" w:rsidRPr="0052247B">
        <w:rPr>
          <w:sz w:val="22"/>
          <w:szCs w:val="22"/>
        </w:rPr>
        <w:t>a</w:t>
      </w:r>
      <w:r w:rsidR="00962870" w:rsidRPr="0052247B">
        <w:rPr>
          <w:sz w:val="22"/>
          <w:szCs w:val="22"/>
        </w:rPr>
        <w:t xml:space="preserve"> v příloze č.</w:t>
      </w:r>
      <w:r w:rsidR="00736C1B" w:rsidRPr="0052247B">
        <w:rPr>
          <w:sz w:val="22"/>
          <w:szCs w:val="22"/>
        </w:rPr>
        <w:t> </w:t>
      </w:r>
      <w:r w:rsidR="00962870" w:rsidRPr="0052247B">
        <w:rPr>
          <w:sz w:val="22"/>
          <w:szCs w:val="22"/>
        </w:rPr>
        <w:t>1 této smlouvy.</w:t>
      </w:r>
    </w:p>
    <w:p w:rsidR="00620416" w:rsidRPr="0052247B" w:rsidRDefault="00620416" w:rsidP="00620416">
      <w:pPr>
        <w:widowControl w:val="0"/>
        <w:jc w:val="both"/>
        <w:rPr>
          <w:snapToGrid w:val="0"/>
          <w:sz w:val="22"/>
          <w:szCs w:val="22"/>
        </w:rPr>
      </w:pPr>
    </w:p>
    <w:p w:rsidR="00E008D3" w:rsidRPr="0052247B" w:rsidRDefault="00462C53" w:rsidP="00E008D3">
      <w:pPr>
        <w:widowControl w:val="0"/>
        <w:numPr>
          <w:ilvl w:val="0"/>
          <w:numId w:val="1"/>
        </w:numPr>
        <w:jc w:val="both"/>
        <w:rPr>
          <w:snapToGrid w:val="0"/>
          <w:sz w:val="22"/>
          <w:szCs w:val="22"/>
        </w:rPr>
      </w:pPr>
      <w:r w:rsidRPr="0052247B">
        <w:rPr>
          <w:sz w:val="22"/>
          <w:szCs w:val="22"/>
        </w:rPr>
        <w:t>Příkazník</w:t>
      </w:r>
      <w:r w:rsidR="00962870" w:rsidRPr="0052247B">
        <w:rPr>
          <w:sz w:val="22"/>
          <w:szCs w:val="22"/>
        </w:rPr>
        <w:t xml:space="preserve"> </w:t>
      </w:r>
      <w:r w:rsidR="00974491" w:rsidRPr="0052247B">
        <w:rPr>
          <w:sz w:val="22"/>
          <w:szCs w:val="22"/>
        </w:rPr>
        <w:t>s</w:t>
      </w:r>
      <w:r w:rsidR="00E008D3" w:rsidRPr="0052247B">
        <w:rPr>
          <w:sz w:val="22"/>
          <w:szCs w:val="22"/>
        </w:rPr>
        <w:t>e dále zavazuje</w:t>
      </w:r>
      <w:r w:rsidR="00812C8F" w:rsidRPr="0052247B">
        <w:rPr>
          <w:sz w:val="22"/>
          <w:szCs w:val="22"/>
        </w:rPr>
        <w:t xml:space="preserve"> s </w:t>
      </w:r>
      <w:r w:rsidRPr="0052247B">
        <w:rPr>
          <w:sz w:val="22"/>
          <w:szCs w:val="22"/>
        </w:rPr>
        <w:t>příkazce</w:t>
      </w:r>
      <w:r w:rsidR="00812C8F" w:rsidRPr="0052247B">
        <w:rPr>
          <w:sz w:val="22"/>
          <w:szCs w:val="22"/>
        </w:rPr>
        <w:t xml:space="preserve">m účinně spolupracovat při </w:t>
      </w:r>
      <w:r w:rsidR="00E008D3" w:rsidRPr="0052247B">
        <w:rPr>
          <w:sz w:val="22"/>
          <w:szCs w:val="22"/>
        </w:rPr>
        <w:t>zaji</w:t>
      </w:r>
      <w:r w:rsidR="00812C8F" w:rsidRPr="0052247B">
        <w:rPr>
          <w:sz w:val="22"/>
          <w:szCs w:val="22"/>
        </w:rPr>
        <w:t>štění</w:t>
      </w:r>
      <w:r w:rsidR="002A7401" w:rsidRPr="0052247B">
        <w:rPr>
          <w:sz w:val="22"/>
          <w:szCs w:val="22"/>
        </w:rPr>
        <w:t xml:space="preserve"> splnění veškerých požadavků a </w:t>
      </w:r>
      <w:r w:rsidR="00E008D3" w:rsidRPr="0052247B">
        <w:rPr>
          <w:sz w:val="22"/>
          <w:szCs w:val="22"/>
        </w:rPr>
        <w:t>podmínek</w:t>
      </w:r>
      <w:r w:rsidR="00EF2424" w:rsidRPr="0052247B">
        <w:rPr>
          <w:sz w:val="22"/>
          <w:szCs w:val="22"/>
        </w:rPr>
        <w:t xml:space="preserve">, které je </w:t>
      </w:r>
      <w:r w:rsidRPr="0052247B">
        <w:rPr>
          <w:sz w:val="22"/>
          <w:szCs w:val="22"/>
        </w:rPr>
        <w:t>příkazce</w:t>
      </w:r>
      <w:r w:rsidR="00EF2424" w:rsidRPr="0052247B">
        <w:rPr>
          <w:sz w:val="22"/>
          <w:szCs w:val="22"/>
        </w:rPr>
        <w:t xml:space="preserve"> povinen splnit</w:t>
      </w:r>
      <w:r w:rsidR="00E008D3" w:rsidRPr="0052247B">
        <w:rPr>
          <w:sz w:val="22"/>
          <w:szCs w:val="22"/>
        </w:rPr>
        <w:t xml:space="preserve"> pro</w:t>
      </w:r>
      <w:r w:rsidR="00EF2424" w:rsidRPr="0052247B">
        <w:rPr>
          <w:sz w:val="22"/>
          <w:szCs w:val="22"/>
        </w:rPr>
        <w:t xml:space="preserve"> úspěšné</w:t>
      </w:r>
      <w:r w:rsidR="00E008D3" w:rsidRPr="0052247B">
        <w:rPr>
          <w:sz w:val="22"/>
          <w:szCs w:val="22"/>
        </w:rPr>
        <w:t xml:space="preserve"> čerpání</w:t>
      </w:r>
      <w:r w:rsidR="00EF2424" w:rsidRPr="0052247B">
        <w:rPr>
          <w:sz w:val="22"/>
          <w:szCs w:val="22"/>
        </w:rPr>
        <w:t xml:space="preserve"> </w:t>
      </w:r>
      <w:r w:rsidR="00971EED" w:rsidRPr="0052247B">
        <w:rPr>
          <w:sz w:val="22"/>
          <w:szCs w:val="22"/>
        </w:rPr>
        <w:t>výše uveden</w:t>
      </w:r>
      <w:r w:rsidR="00F04444" w:rsidRPr="0052247B">
        <w:rPr>
          <w:sz w:val="22"/>
          <w:szCs w:val="22"/>
        </w:rPr>
        <w:t>é</w:t>
      </w:r>
      <w:r w:rsidR="00971EED" w:rsidRPr="0052247B">
        <w:rPr>
          <w:sz w:val="22"/>
          <w:szCs w:val="22"/>
        </w:rPr>
        <w:t>h</w:t>
      </w:r>
      <w:r w:rsidR="00F04444" w:rsidRPr="0052247B">
        <w:rPr>
          <w:sz w:val="22"/>
          <w:szCs w:val="22"/>
        </w:rPr>
        <w:t>o</w:t>
      </w:r>
      <w:r w:rsidR="00971EED" w:rsidRPr="0052247B">
        <w:rPr>
          <w:sz w:val="22"/>
          <w:szCs w:val="22"/>
        </w:rPr>
        <w:t xml:space="preserve"> </w:t>
      </w:r>
      <w:r w:rsidR="008A058A" w:rsidRPr="0052247B">
        <w:rPr>
          <w:sz w:val="22"/>
          <w:szCs w:val="22"/>
        </w:rPr>
        <w:t>finanční</w:t>
      </w:r>
      <w:r w:rsidR="00971EED" w:rsidRPr="0052247B">
        <w:rPr>
          <w:sz w:val="22"/>
          <w:szCs w:val="22"/>
        </w:rPr>
        <w:t>h</w:t>
      </w:r>
      <w:r w:rsidR="00F04444" w:rsidRPr="0052247B">
        <w:rPr>
          <w:sz w:val="22"/>
          <w:szCs w:val="22"/>
        </w:rPr>
        <w:t>o</w:t>
      </w:r>
      <w:r w:rsidR="008A058A" w:rsidRPr="0052247B">
        <w:rPr>
          <w:sz w:val="22"/>
          <w:szCs w:val="22"/>
        </w:rPr>
        <w:t xml:space="preserve"> p</w:t>
      </w:r>
      <w:r w:rsidR="00F04444" w:rsidRPr="0052247B">
        <w:rPr>
          <w:sz w:val="22"/>
          <w:szCs w:val="22"/>
        </w:rPr>
        <w:t>říspěvku</w:t>
      </w:r>
      <w:r w:rsidR="00971EED" w:rsidRPr="0052247B">
        <w:rPr>
          <w:sz w:val="22"/>
          <w:szCs w:val="22"/>
        </w:rPr>
        <w:t xml:space="preserve"> pro stavbu.</w:t>
      </w:r>
      <w:r w:rsidR="002A7401" w:rsidRPr="0052247B">
        <w:rPr>
          <w:sz w:val="22"/>
          <w:szCs w:val="22"/>
        </w:rPr>
        <w:t xml:space="preserve"> </w:t>
      </w:r>
    </w:p>
    <w:p w:rsidR="00017987" w:rsidRPr="0052247B" w:rsidRDefault="00017987" w:rsidP="00C001F3">
      <w:pPr>
        <w:pStyle w:val="Zkladntext"/>
        <w:ind w:right="-2"/>
        <w:jc w:val="left"/>
        <w:rPr>
          <w:color w:val="auto"/>
          <w:sz w:val="22"/>
          <w:szCs w:val="22"/>
        </w:rPr>
      </w:pPr>
    </w:p>
    <w:p w:rsidR="00017987" w:rsidRPr="002D0298" w:rsidRDefault="00462C53" w:rsidP="007D1ABC">
      <w:pPr>
        <w:pStyle w:val="Zkladntext"/>
        <w:numPr>
          <w:ilvl w:val="0"/>
          <w:numId w:val="1"/>
        </w:numPr>
        <w:rPr>
          <w:color w:val="auto"/>
          <w:sz w:val="22"/>
          <w:szCs w:val="22"/>
        </w:rPr>
      </w:pPr>
      <w:r w:rsidRPr="0052247B">
        <w:rPr>
          <w:color w:val="auto"/>
          <w:sz w:val="22"/>
          <w:szCs w:val="22"/>
        </w:rPr>
        <w:t>Příkazník</w:t>
      </w:r>
      <w:r w:rsidR="00017987" w:rsidRPr="0052247B">
        <w:rPr>
          <w:color w:val="auto"/>
          <w:sz w:val="22"/>
          <w:szCs w:val="22"/>
        </w:rPr>
        <w:t xml:space="preserve"> uskuteční veškeré úkony, které jsou potřebné k zařízení předmětu smlouvy, jménem a</w:t>
      </w:r>
      <w:r w:rsidR="00017987" w:rsidRPr="002D0298">
        <w:rPr>
          <w:color w:val="auto"/>
          <w:sz w:val="22"/>
          <w:szCs w:val="22"/>
        </w:rPr>
        <w:t xml:space="preserve">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410059" w:rsidRDefault="00017987" w:rsidP="007D1ABC">
      <w:pPr>
        <w:pStyle w:val="Zkladntext"/>
        <w:jc w:val="center"/>
        <w:rPr>
          <w:b/>
          <w:sz w:val="22"/>
          <w:szCs w:val="22"/>
        </w:rPr>
      </w:pPr>
      <w:r w:rsidRPr="00410059">
        <w:rPr>
          <w:b/>
          <w:sz w:val="22"/>
          <w:szCs w:val="22"/>
        </w:rPr>
        <w:t>Čl</w:t>
      </w:r>
      <w:r w:rsidR="00386EFF" w:rsidRPr="00410059">
        <w:rPr>
          <w:b/>
          <w:sz w:val="22"/>
          <w:szCs w:val="22"/>
        </w:rPr>
        <w:t>.</w:t>
      </w:r>
      <w:r w:rsidR="00A36B91">
        <w:rPr>
          <w:b/>
          <w:sz w:val="22"/>
          <w:szCs w:val="22"/>
        </w:rPr>
        <w:t xml:space="preserve"> </w:t>
      </w:r>
      <w:r w:rsidR="00386EFF" w:rsidRPr="00410059">
        <w:rPr>
          <w:b/>
          <w:sz w:val="22"/>
          <w:szCs w:val="22"/>
        </w:rPr>
        <w:t>3</w:t>
      </w:r>
    </w:p>
    <w:p w:rsidR="00017987" w:rsidRPr="002D0298" w:rsidRDefault="00017987" w:rsidP="007D1ABC">
      <w:pPr>
        <w:pStyle w:val="Zkladntext"/>
        <w:jc w:val="center"/>
        <w:rPr>
          <w:sz w:val="22"/>
          <w:szCs w:val="22"/>
        </w:rPr>
      </w:pPr>
      <w:r w:rsidRPr="00410059">
        <w:rPr>
          <w:b/>
          <w:sz w:val="22"/>
          <w:szCs w:val="22"/>
        </w:rPr>
        <w:t>Termín plnění</w:t>
      </w:r>
    </w:p>
    <w:p w:rsidR="00017987" w:rsidRPr="002D0298" w:rsidRDefault="00017987" w:rsidP="007D1ABC">
      <w:pPr>
        <w:pStyle w:val="Zkladntext"/>
        <w:jc w:val="center"/>
        <w:rPr>
          <w:sz w:val="22"/>
          <w:szCs w:val="22"/>
        </w:rPr>
      </w:pPr>
    </w:p>
    <w:p w:rsidR="00017987" w:rsidRPr="002948B8" w:rsidRDefault="009E0803" w:rsidP="008909B5">
      <w:pPr>
        <w:pStyle w:val="Seznam"/>
        <w:numPr>
          <w:ilvl w:val="0"/>
          <w:numId w:val="2"/>
        </w:numPr>
        <w:jc w:val="both"/>
        <w:rPr>
          <w:sz w:val="22"/>
          <w:szCs w:val="22"/>
        </w:rPr>
      </w:pPr>
      <w:r w:rsidRPr="002948B8">
        <w:rPr>
          <w:sz w:val="22"/>
          <w:szCs w:val="22"/>
        </w:rPr>
        <w:t>Příkazník</w:t>
      </w:r>
      <w:r w:rsidR="00017987" w:rsidRPr="002948B8">
        <w:rPr>
          <w:sz w:val="22"/>
          <w:szCs w:val="22"/>
        </w:rPr>
        <w:t xml:space="preserve"> zahájí činnost </w:t>
      </w:r>
      <w:r w:rsidR="00E92FDC" w:rsidRPr="002948B8">
        <w:rPr>
          <w:sz w:val="22"/>
          <w:szCs w:val="22"/>
        </w:rPr>
        <w:t>po podpisu této smlouvy</w:t>
      </w:r>
      <w:r w:rsidR="007F7FA1" w:rsidRPr="002948B8">
        <w:rPr>
          <w:sz w:val="22"/>
          <w:szCs w:val="22"/>
        </w:rPr>
        <w:t xml:space="preserve"> tak, aby mohl řádně provést veškeré činnosti, které jsou předmětem této </w:t>
      </w:r>
      <w:proofErr w:type="gramStart"/>
      <w:r w:rsidR="007F7FA1" w:rsidRPr="002948B8">
        <w:rPr>
          <w:sz w:val="22"/>
          <w:szCs w:val="22"/>
        </w:rPr>
        <w:t>smlouvy a nebyl</w:t>
      </w:r>
      <w:proofErr w:type="gramEnd"/>
      <w:r w:rsidR="007F7FA1" w:rsidRPr="002948B8">
        <w:rPr>
          <w:sz w:val="22"/>
          <w:szCs w:val="22"/>
        </w:rPr>
        <w:t xml:space="preserve"> ohrožen termín zahájení stavby</w:t>
      </w:r>
      <w:r w:rsidR="00392F8C" w:rsidRPr="002948B8">
        <w:rPr>
          <w:sz w:val="22"/>
          <w:szCs w:val="22"/>
        </w:rPr>
        <w:t>.</w:t>
      </w:r>
    </w:p>
    <w:p w:rsidR="00392F8C" w:rsidRPr="002D0298" w:rsidRDefault="00392F8C" w:rsidP="007D1ABC">
      <w:pPr>
        <w:pStyle w:val="Seznam"/>
        <w:ind w:left="0" w:firstLine="0"/>
        <w:rPr>
          <w:sz w:val="22"/>
          <w:szCs w:val="22"/>
        </w:rPr>
      </w:pPr>
    </w:p>
    <w:p w:rsidR="00017987" w:rsidRPr="00D7298F" w:rsidRDefault="009E0803" w:rsidP="008B4698">
      <w:pPr>
        <w:pStyle w:val="Seznam"/>
        <w:numPr>
          <w:ilvl w:val="0"/>
          <w:numId w:val="2"/>
        </w:numPr>
        <w:jc w:val="both"/>
        <w:rPr>
          <w:sz w:val="22"/>
          <w:szCs w:val="22"/>
        </w:rPr>
      </w:pPr>
      <w:r w:rsidRPr="002D0298">
        <w:rPr>
          <w:sz w:val="22"/>
          <w:szCs w:val="22"/>
        </w:rPr>
        <w:t>Příkazník</w:t>
      </w:r>
      <w:r w:rsidR="00017987" w:rsidRPr="002D0298">
        <w:rPr>
          <w:sz w:val="22"/>
          <w:szCs w:val="22"/>
        </w:rPr>
        <w:t xml:space="preserve"> ukončí činnost </w:t>
      </w:r>
      <w:r w:rsidR="00E361A6" w:rsidRPr="002D0298">
        <w:rPr>
          <w:sz w:val="22"/>
          <w:szCs w:val="22"/>
        </w:rPr>
        <w:t xml:space="preserve">dnem vydání kolaudačního souhlasu, příp. dnem odstranění poslední </w:t>
      </w:r>
      <w:r w:rsidR="00392F8C" w:rsidRPr="00D7298F">
        <w:rPr>
          <w:sz w:val="22"/>
          <w:szCs w:val="22"/>
        </w:rPr>
        <w:t>případn</w:t>
      </w:r>
      <w:r w:rsidR="00E361A6" w:rsidRPr="00D7298F">
        <w:rPr>
          <w:sz w:val="22"/>
          <w:szCs w:val="22"/>
        </w:rPr>
        <w:t xml:space="preserve">é </w:t>
      </w:r>
      <w:r w:rsidR="00392F8C" w:rsidRPr="00D7298F">
        <w:rPr>
          <w:sz w:val="22"/>
          <w:szCs w:val="22"/>
        </w:rPr>
        <w:t>vad</w:t>
      </w:r>
      <w:r w:rsidR="00E361A6" w:rsidRPr="00D7298F">
        <w:rPr>
          <w:sz w:val="22"/>
          <w:szCs w:val="22"/>
        </w:rPr>
        <w:t>y</w:t>
      </w:r>
      <w:r w:rsidR="00392F8C" w:rsidRPr="00D7298F">
        <w:rPr>
          <w:sz w:val="22"/>
          <w:szCs w:val="22"/>
        </w:rPr>
        <w:t xml:space="preserve"> </w:t>
      </w:r>
      <w:r w:rsidR="00E361A6" w:rsidRPr="00D7298F">
        <w:rPr>
          <w:sz w:val="22"/>
          <w:szCs w:val="22"/>
        </w:rPr>
        <w:t>či</w:t>
      </w:r>
      <w:r w:rsidR="00392F8C" w:rsidRPr="00D7298F">
        <w:rPr>
          <w:sz w:val="22"/>
          <w:szCs w:val="22"/>
        </w:rPr>
        <w:t> </w:t>
      </w:r>
      <w:r w:rsidR="00017987" w:rsidRPr="00D7298F">
        <w:rPr>
          <w:sz w:val="22"/>
          <w:szCs w:val="22"/>
        </w:rPr>
        <w:t>nedodělk</w:t>
      </w:r>
      <w:r w:rsidR="00E361A6" w:rsidRPr="00D7298F">
        <w:rPr>
          <w:sz w:val="22"/>
          <w:szCs w:val="22"/>
        </w:rPr>
        <w:t>u</w:t>
      </w:r>
      <w:r w:rsidR="00392F8C" w:rsidRPr="00D7298F">
        <w:rPr>
          <w:sz w:val="22"/>
          <w:szCs w:val="22"/>
        </w:rPr>
        <w:t xml:space="preserve"> (</w:t>
      </w:r>
      <w:r w:rsidR="005D2795" w:rsidRPr="00D7298F">
        <w:rPr>
          <w:sz w:val="22"/>
          <w:szCs w:val="22"/>
        </w:rPr>
        <w:t>dnem podepsání zápisu o odstranění poslední případné vady či nedodělku)</w:t>
      </w:r>
      <w:r w:rsidR="00E361A6" w:rsidRPr="00D7298F">
        <w:rPr>
          <w:sz w:val="22"/>
          <w:szCs w:val="22"/>
        </w:rPr>
        <w:t>, příp. dnem předání posledního podkladu pro čerpání poskytnuté</w:t>
      </w:r>
      <w:r w:rsidR="00F11C1C" w:rsidRPr="00D7298F">
        <w:rPr>
          <w:sz w:val="22"/>
          <w:szCs w:val="22"/>
        </w:rPr>
        <w:t>ho</w:t>
      </w:r>
      <w:r w:rsidR="00E361A6" w:rsidRPr="00D7298F">
        <w:rPr>
          <w:sz w:val="22"/>
          <w:szCs w:val="22"/>
        </w:rPr>
        <w:t xml:space="preserve"> finanční</w:t>
      </w:r>
      <w:r w:rsidR="00F11C1C" w:rsidRPr="00D7298F">
        <w:rPr>
          <w:sz w:val="22"/>
          <w:szCs w:val="22"/>
        </w:rPr>
        <w:t>ho</w:t>
      </w:r>
      <w:r w:rsidR="00E361A6" w:rsidRPr="00D7298F">
        <w:rPr>
          <w:sz w:val="22"/>
          <w:szCs w:val="22"/>
        </w:rPr>
        <w:t xml:space="preserve"> </w:t>
      </w:r>
      <w:r w:rsidR="00E361A6" w:rsidRPr="00D7298F">
        <w:rPr>
          <w:sz w:val="22"/>
          <w:szCs w:val="22"/>
        </w:rPr>
        <w:lastRenderedPageBreak/>
        <w:t>p</w:t>
      </w:r>
      <w:r w:rsidR="00F11C1C" w:rsidRPr="00D7298F">
        <w:rPr>
          <w:sz w:val="22"/>
          <w:szCs w:val="22"/>
        </w:rPr>
        <w:t>říspěvku</w:t>
      </w:r>
      <w:r w:rsidR="00E361A6" w:rsidRPr="00D7298F">
        <w:rPr>
          <w:sz w:val="22"/>
          <w:szCs w:val="22"/>
        </w:rPr>
        <w:t xml:space="preserve"> souvisejícího s realizací a dokončením stavby </w:t>
      </w:r>
      <w:r w:rsidRPr="00D7298F">
        <w:rPr>
          <w:sz w:val="22"/>
          <w:szCs w:val="22"/>
        </w:rPr>
        <w:t>příkazci</w:t>
      </w:r>
      <w:r w:rsidR="00DF33B5" w:rsidRPr="00D7298F">
        <w:rPr>
          <w:sz w:val="22"/>
          <w:szCs w:val="22"/>
        </w:rPr>
        <w:t>.</w:t>
      </w:r>
      <w:r w:rsidR="00E361A6" w:rsidRPr="00D7298F">
        <w:rPr>
          <w:sz w:val="22"/>
          <w:szCs w:val="22"/>
        </w:rPr>
        <w:t xml:space="preserve"> Rozhodný je termín, který nastane později</w:t>
      </w:r>
      <w:r w:rsidR="00017987" w:rsidRPr="00D7298F">
        <w:rPr>
          <w:sz w:val="22"/>
          <w:szCs w:val="22"/>
        </w:rPr>
        <w:t>.</w:t>
      </w:r>
    </w:p>
    <w:p w:rsidR="00E361A6" w:rsidRPr="00D7298F" w:rsidRDefault="00E361A6" w:rsidP="00E361A6">
      <w:pPr>
        <w:pStyle w:val="Seznam"/>
        <w:ind w:left="0" w:firstLine="0"/>
        <w:jc w:val="both"/>
        <w:rPr>
          <w:sz w:val="22"/>
          <w:szCs w:val="22"/>
        </w:rPr>
      </w:pPr>
    </w:p>
    <w:p w:rsidR="00E361A6" w:rsidRPr="00D7298F" w:rsidRDefault="00E361A6" w:rsidP="00E361A6">
      <w:pPr>
        <w:pStyle w:val="Seznam"/>
        <w:ind w:left="357" w:firstLine="0"/>
        <w:jc w:val="both"/>
        <w:rPr>
          <w:sz w:val="22"/>
          <w:szCs w:val="22"/>
        </w:rPr>
      </w:pPr>
      <w:r w:rsidRPr="00D7298F">
        <w:rPr>
          <w:sz w:val="22"/>
          <w:szCs w:val="22"/>
        </w:rPr>
        <w:t>Jednotlivé fáze činnosti jsou dokončeny:</w:t>
      </w:r>
    </w:p>
    <w:p w:rsidR="00E361A6" w:rsidRPr="00D7298F" w:rsidRDefault="00E361A6" w:rsidP="00E361A6">
      <w:pPr>
        <w:pStyle w:val="Seznam"/>
        <w:numPr>
          <w:ilvl w:val="0"/>
          <w:numId w:val="11"/>
        </w:numPr>
        <w:jc w:val="both"/>
        <w:rPr>
          <w:sz w:val="22"/>
          <w:szCs w:val="22"/>
        </w:rPr>
      </w:pPr>
      <w:r w:rsidRPr="00D7298F">
        <w:rPr>
          <w:sz w:val="22"/>
          <w:szCs w:val="22"/>
        </w:rPr>
        <w:t>činnosti před zahájením stavby jsou ukončeny dnem zahájení stavebních prací</w:t>
      </w:r>
    </w:p>
    <w:p w:rsidR="00E361A6" w:rsidRPr="00D7298F" w:rsidRDefault="00E361A6" w:rsidP="00E361A6">
      <w:pPr>
        <w:pStyle w:val="Seznam"/>
        <w:numPr>
          <w:ilvl w:val="0"/>
          <w:numId w:val="11"/>
        </w:numPr>
        <w:jc w:val="both"/>
        <w:rPr>
          <w:sz w:val="22"/>
          <w:szCs w:val="22"/>
        </w:rPr>
      </w:pPr>
      <w:r w:rsidRPr="00D7298F">
        <w:rPr>
          <w:sz w:val="22"/>
          <w:szCs w:val="22"/>
        </w:rPr>
        <w:t xml:space="preserve">činnosti v průběhu provádění stavby končí dnem podpisu zápisu o předání a převzetí dokončené stavby mezi </w:t>
      </w:r>
      <w:r w:rsidR="003819CA" w:rsidRPr="00D7298F">
        <w:rPr>
          <w:sz w:val="22"/>
          <w:szCs w:val="22"/>
        </w:rPr>
        <w:t>příkazcem</w:t>
      </w:r>
      <w:r w:rsidRPr="00D7298F">
        <w:rPr>
          <w:sz w:val="22"/>
          <w:szCs w:val="22"/>
        </w:rPr>
        <w:t xml:space="preserve"> a zhotovitelem stavby</w:t>
      </w:r>
    </w:p>
    <w:p w:rsidR="00E361A6" w:rsidRPr="00D7298F" w:rsidRDefault="00E361A6" w:rsidP="00E361A6">
      <w:pPr>
        <w:pStyle w:val="Seznam"/>
        <w:numPr>
          <w:ilvl w:val="0"/>
          <w:numId w:val="11"/>
        </w:numPr>
        <w:jc w:val="both"/>
        <w:rPr>
          <w:sz w:val="22"/>
          <w:szCs w:val="22"/>
        </w:rPr>
      </w:pPr>
      <w:r w:rsidRPr="00D7298F">
        <w:rPr>
          <w:sz w:val="22"/>
          <w:szCs w:val="22"/>
        </w:rPr>
        <w:t>činnosti po dokončení stavby končí dnem vydání kolaudačního souhlasu, příp. dnem odstranění poslední případné vady či nedodělku (dnem podepsání zápisu o odstranění poslední případné vady či nedodělku), příp. dnem předání posledního podkladu pro čerpání poskytnuté</w:t>
      </w:r>
      <w:r w:rsidR="00C858BC" w:rsidRPr="00D7298F">
        <w:rPr>
          <w:sz w:val="22"/>
          <w:szCs w:val="22"/>
        </w:rPr>
        <w:t>ho</w:t>
      </w:r>
      <w:r w:rsidRPr="00D7298F">
        <w:rPr>
          <w:sz w:val="22"/>
          <w:szCs w:val="22"/>
        </w:rPr>
        <w:t xml:space="preserve"> finanční</w:t>
      </w:r>
      <w:r w:rsidR="00C858BC" w:rsidRPr="00D7298F">
        <w:rPr>
          <w:sz w:val="22"/>
          <w:szCs w:val="22"/>
        </w:rPr>
        <w:t>ho</w:t>
      </w:r>
      <w:r w:rsidRPr="00D7298F">
        <w:rPr>
          <w:sz w:val="22"/>
          <w:szCs w:val="22"/>
        </w:rPr>
        <w:t xml:space="preserve"> p</w:t>
      </w:r>
      <w:r w:rsidR="00C858BC" w:rsidRPr="00D7298F">
        <w:rPr>
          <w:sz w:val="22"/>
          <w:szCs w:val="22"/>
        </w:rPr>
        <w:t>říspěvku</w:t>
      </w:r>
      <w:r w:rsidRPr="00D7298F">
        <w:rPr>
          <w:sz w:val="22"/>
          <w:szCs w:val="22"/>
        </w:rPr>
        <w:t xml:space="preserve"> souvisejícího s realizací a dokončením stavby </w:t>
      </w:r>
      <w:r w:rsidR="00EE7C32" w:rsidRPr="00D7298F">
        <w:rPr>
          <w:sz w:val="22"/>
          <w:szCs w:val="22"/>
        </w:rPr>
        <w:t>příkazci</w:t>
      </w:r>
      <w:r w:rsidR="00DF33B5" w:rsidRPr="00D7298F">
        <w:rPr>
          <w:sz w:val="22"/>
          <w:szCs w:val="22"/>
        </w:rPr>
        <w:t>.</w:t>
      </w:r>
      <w:r w:rsidRPr="00D7298F">
        <w:rPr>
          <w:sz w:val="22"/>
          <w:szCs w:val="22"/>
        </w:rPr>
        <w:t xml:space="preserve"> Rozhodný je termín, který nastane později.</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povolení</w:t>
      </w:r>
      <w:r w:rsidR="00471EE5">
        <w:rPr>
          <w:sz w:val="22"/>
          <w:szCs w:val="22"/>
        </w:rPr>
        <w:t xml:space="preserve"> stavby</w:t>
      </w:r>
      <w:r w:rsidR="00E0161B" w:rsidRPr="002D0298">
        <w:rPr>
          <w:sz w:val="22"/>
          <w:szCs w:val="22"/>
        </w:rPr>
        <w:t xml:space="preserve">,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D7298F" w:rsidRDefault="008B4698" w:rsidP="008B4698">
      <w:pPr>
        <w:pStyle w:val="Seznam"/>
        <w:ind w:left="0" w:firstLine="0"/>
        <w:rPr>
          <w:sz w:val="22"/>
          <w:szCs w:val="22"/>
        </w:rPr>
      </w:pPr>
    </w:p>
    <w:p w:rsidR="008B4698" w:rsidRPr="00D7298F" w:rsidRDefault="008B4698" w:rsidP="008B4698">
      <w:pPr>
        <w:pStyle w:val="Seznam"/>
        <w:numPr>
          <w:ilvl w:val="0"/>
          <w:numId w:val="2"/>
        </w:numPr>
        <w:rPr>
          <w:sz w:val="22"/>
          <w:szCs w:val="22"/>
        </w:rPr>
      </w:pPr>
      <w:r w:rsidRPr="00D7298F">
        <w:rPr>
          <w:sz w:val="22"/>
          <w:szCs w:val="22"/>
        </w:rPr>
        <w:t>Předpokládan</w:t>
      </w:r>
      <w:r w:rsidR="005E4D50" w:rsidRPr="00D7298F">
        <w:rPr>
          <w:sz w:val="22"/>
          <w:szCs w:val="22"/>
        </w:rPr>
        <w:t xml:space="preserve">é termíny realizace </w:t>
      </w:r>
      <w:r w:rsidRPr="00D7298F">
        <w:rPr>
          <w:sz w:val="22"/>
          <w:szCs w:val="22"/>
        </w:rPr>
        <w:t>stavby:</w:t>
      </w:r>
    </w:p>
    <w:p w:rsidR="008B4698" w:rsidRPr="00D7298F" w:rsidRDefault="008B4698" w:rsidP="008B4698">
      <w:pPr>
        <w:pStyle w:val="Seznam"/>
        <w:numPr>
          <w:ilvl w:val="1"/>
          <w:numId w:val="2"/>
        </w:numPr>
        <w:spacing w:before="80"/>
        <w:rPr>
          <w:sz w:val="22"/>
          <w:szCs w:val="22"/>
        </w:rPr>
      </w:pPr>
      <w:r w:rsidRPr="00D7298F">
        <w:rPr>
          <w:sz w:val="22"/>
          <w:szCs w:val="22"/>
        </w:rPr>
        <w:t>zahájení stavby:</w:t>
      </w:r>
      <w:r w:rsidRPr="00D7298F">
        <w:rPr>
          <w:sz w:val="22"/>
          <w:szCs w:val="22"/>
        </w:rPr>
        <w:tab/>
      </w:r>
      <w:r w:rsidR="00A84ED3" w:rsidRPr="00D7298F">
        <w:rPr>
          <w:sz w:val="22"/>
          <w:szCs w:val="22"/>
        </w:rPr>
        <w:t xml:space="preserve">práce mohou být zahájeny nejdříve </w:t>
      </w:r>
      <w:proofErr w:type="gramStart"/>
      <w:r w:rsidR="00C858BC" w:rsidRPr="00D7298F">
        <w:rPr>
          <w:sz w:val="22"/>
          <w:szCs w:val="22"/>
        </w:rPr>
        <w:t>2</w:t>
      </w:r>
      <w:r w:rsidRPr="00D7298F">
        <w:rPr>
          <w:sz w:val="22"/>
          <w:szCs w:val="22"/>
        </w:rPr>
        <w:t>1.0</w:t>
      </w:r>
      <w:r w:rsidR="00C858BC" w:rsidRPr="00D7298F">
        <w:rPr>
          <w:sz w:val="22"/>
          <w:szCs w:val="22"/>
        </w:rPr>
        <w:t>3</w:t>
      </w:r>
      <w:r w:rsidRPr="00D7298F">
        <w:rPr>
          <w:sz w:val="22"/>
          <w:szCs w:val="22"/>
        </w:rPr>
        <w:t>.20</w:t>
      </w:r>
      <w:r w:rsidR="002948B8" w:rsidRPr="00D7298F">
        <w:rPr>
          <w:sz w:val="22"/>
          <w:szCs w:val="22"/>
        </w:rPr>
        <w:t>2</w:t>
      </w:r>
      <w:r w:rsidR="00C858BC" w:rsidRPr="00D7298F">
        <w:rPr>
          <w:sz w:val="22"/>
          <w:szCs w:val="22"/>
        </w:rPr>
        <w:t>2</w:t>
      </w:r>
      <w:proofErr w:type="gramEnd"/>
    </w:p>
    <w:p w:rsidR="008B4698" w:rsidRPr="00D7298F" w:rsidRDefault="008B4698" w:rsidP="008B4698">
      <w:pPr>
        <w:pStyle w:val="Seznam"/>
        <w:numPr>
          <w:ilvl w:val="1"/>
          <w:numId w:val="2"/>
        </w:numPr>
        <w:spacing w:before="80"/>
        <w:rPr>
          <w:sz w:val="22"/>
          <w:szCs w:val="22"/>
        </w:rPr>
      </w:pPr>
      <w:r w:rsidRPr="00D7298F">
        <w:rPr>
          <w:sz w:val="22"/>
          <w:szCs w:val="22"/>
        </w:rPr>
        <w:t xml:space="preserve">dokončení stavby: </w:t>
      </w:r>
      <w:r w:rsidRPr="00D7298F">
        <w:rPr>
          <w:sz w:val="22"/>
          <w:szCs w:val="22"/>
        </w:rPr>
        <w:tab/>
      </w:r>
      <w:r w:rsidR="00A84ED3" w:rsidRPr="00D7298F">
        <w:rPr>
          <w:sz w:val="22"/>
          <w:szCs w:val="22"/>
        </w:rPr>
        <w:t xml:space="preserve">celé dílo musí být dokončeno nejpozději do </w:t>
      </w:r>
      <w:proofErr w:type="gramStart"/>
      <w:r w:rsidRPr="00D7298F">
        <w:rPr>
          <w:sz w:val="22"/>
          <w:szCs w:val="22"/>
        </w:rPr>
        <w:t>1</w:t>
      </w:r>
      <w:r w:rsidR="00C858BC" w:rsidRPr="00D7298F">
        <w:rPr>
          <w:sz w:val="22"/>
          <w:szCs w:val="22"/>
        </w:rPr>
        <w:t>4</w:t>
      </w:r>
      <w:r w:rsidRPr="00D7298F">
        <w:rPr>
          <w:sz w:val="22"/>
          <w:szCs w:val="22"/>
        </w:rPr>
        <w:t>.</w:t>
      </w:r>
      <w:r w:rsidR="00C858BC" w:rsidRPr="00D7298F">
        <w:rPr>
          <w:sz w:val="22"/>
          <w:szCs w:val="22"/>
        </w:rPr>
        <w:t>1</w:t>
      </w:r>
      <w:r w:rsidRPr="00D7298F">
        <w:rPr>
          <w:sz w:val="22"/>
          <w:szCs w:val="22"/>
        </w:rPr>
        <w:t>0.20</w:t>
      </w:r>
      <w:r w:rsidR="002948B8" w:rsidRPr="00D7298F">
        <w:rPr>
          <w:sz w:val="22"/>
          <w:szCs w:val="22"/>
        </w:rPr>
        <w:t>2</w:t>
      </w:r>
      <w:r w:rsidR="00C858BC" w:rsidRPr="00D7298F">
        <w:rPr>
          <w:sz w:val="22"/>
          <w:szCs w:val="22"/>
        </w:rPr>
        <w:t>2</w:t>
      </w:r>
      <w:proofErr w:type="gramEnd"/>
    </w:p>
    <w:p w:rsidR="00017987" w:rsidRPr="00D7298F" w:rsidRDefault="00410059" w:rsidP="00410059">
      <w:pPr>
        <w:pStyle w:val="Zkladntext"/>
        <w:ind w:left="357"/>
        <w:rPr>
          <w:color w:val="auto"/>
          <w:sz w:val="22"/>
          <w:szCs w:val="22"/>
        </w:rPr>
      </w:pPr>
      <w:r w:rsidRPr="00D7298F">
        <w:rPr>
          <w:color w:val="auto"/>
          <w:sz w:val="22"/>
          <w:szCs w:val="22"/>
        </w:rPr>
        <w:t>přičemž doba realizace stavby by neměla překročit 1</w:t>
      </w:r>
      <w:r w:rsidR="00627C3A" w:rsidRPr="00D7298F">
        <w:rPr>
          <w:color w:val="auto"/>
          <w:sz w:val="22"/>
          <w:szCs w:val="22"/>
        </w:rPr>
        <w:t>6</w:t>
      </w:r>
      <w:r w:rsidRPr="00D7298F">
        <w:rPr>
          <w:color w:val="auto"/>
          <w:sz w:val="22"/>
          <w:szCs w:val="22"/>
        </w:rPr>
        <w:t xml:space="preserve"> týdnů.</w:t>
      </w:r>
    </w:p>
    <w:p w:rsidR="00410059" w:rsidRPr="00D7298F"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D7298F">
        <w:rPr>
          <w:color w:val="auto"/>
          <w:sz w:val="22"/>
          <w:szCs w:val="22"/>
        </w:rPr>
        <w:t>Dojde-li při realizaci stavby k prodloužení doby realizace stavby oproti původně předpokládané době realizace stavby uvedené v čl.</w:t>
      </w:r>
      <w:r w:rsidR="00FA3F13" w:rsidRPr="00D7298F">
        <w:rPr>
          <w:color w:val="auto"/>
          <w:sz w:val="22"/>
          <w:szCs w:val="22"/>
        </w:rPr>
        <w:t xml:space="preserve"> </w:t>
      </w:r>
      <w:r w:rsidRPr="00D7298F">
        <w:rPr>
          <w:color w:val="auto"/>
          <w:sz w:val="22"/>
          <w:szCs w:val="22"/>
        </w:rPr>
        <w:t>3, odst.</w:t>
      </w:r>
      <w:r w:rsidR="00FA3F13" w:rsidRPr="00D7298F">
        <w:rPr>
          <w:color w:val="auto"/>
          <w:sz w:val="22"/>
          <w:szCs w:val="22"/>
        </w:rPr>
        <w:t xml:space="preserve"> </w:t>
      </w:r>
      <w:r w:rsidRPr="00D7298F">
        <w:rPr>
          <w:color w:val="auto"/>
          <w:sz w:val="22"/>
          <w:szCs w:val="22"/>
        </w:rPr>
        <w:t xml:space="preserve">4 </w:t>
      </w:r>
      <w:proofErr w:type="gramStart"/>
      <w:r w:rsidRPr="00D7298F">
        <w:rPr>
          <w:color w:val="auto"/>
          <w:sz w:val="22"/>
          <w:szCs w:val="22"/>
        </w:rPr>
        <w:t>této</w:t>
      </w:r>
      <w:proofErr w:type="gramEnd"/>
      <w:r w:rsidRPr="00D7298F">
        <w:rPr>
          <w:color w:val="auto"/>
          <w:sz w:val="22"/>
          <w:szCs w:val="22"/>
        </w:rPr>
        <w:t xml:space="preserve"> smlouvy</w:t>
      </w:r>
      <w:r w:rsidR="00A84ED3" w:rsidRPr="00D7298F">
        <w:rPr>
          <w:color w:val="auto"/>
          <w:sz w:val="22"/>
          <w:szCs w:val="22"/>
        </w:rPr>
        <w:t xml:space="preserve"> (1</w:t>
      </w:r>
      <w:r w:rsidR="00627C3A" w:rsidRPr="00D7298F">
        <w:rPr>
          <w:color w:val="auto"/>
          <w:sz w:val="22"/>
          <w:szCs w:val="22"/>
        </w:rPr>
        <w:t>6</w:t>
      </w:r>
      <w:r w:rsidR="00A84ED3" w:rsidRPr="00D7298F">
        <w:rPr>
          <w:color w:val="auto"/>
          <w:sz w:val="22"/>
          <w:szCs w:val="22"/>
        </w:rPr>
        <w:t xml:space="preserve"> týdnů)</w:t>
      </w:r>
      <w:r w:rsidRPr="00D7298F">
        <w:rPr>
          <w:color w:val="auto"/>
          <w:sz w:val="22"/>
          <w:szCs w:val="22"/>
        </w:rPr>
        <w:t xml:space="preserve">, zavazuje se příkazník provádět pro příkazce práce a činnosti dle této smlouvy i po celou dobu prodloužení </w:t>
      </w:r>
      <w:r w:rsidR="004977B6" w:rsidRPr="00D7298F">
        <w:rPr>
          <w:color w:val="auto"/>
          <w:sz w:val="22"/>
          <w:szCs w:val="22"/>
        </w:rPr>
        <w:t>doby</w:t>
      </w:r>
      <w:r w:rsidR="004977B6" w:rsidRPr="008A022A">
        <w:rPr>
          <w:color w:val="auto"/>
          <w:sz w:val="22"/>
          <w:szCs w:val="22"/>
        </w:rPr>
        <w:t xml:space="preserve"> </w:t>
      </w:r>
      <w:r w:rsidRPr="008A022A">
        <w:rPr>
          <w:color w:val="auto"/>
          <w:sz w:val="22"/>
          <w:szCs w:val="22"/>
        </w:rPr>
        <w:t>realizace stavby. V případě prodloužení doby realizace stavby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1836AF" w:rsidRDefault="00B32778" w:rsidP="00D465DE">
      <w:pPr>
        <w:pStyle w:val="Zkladntext"/>
        <w:numPr>
          <w:ilvl w:val="0"/>
          <w:numId w:val="3"/>
        </w:numPr>
        <w:tabs>
          <w:tab w:val="clear" w:pos="357"/>
        </w:tabs>
        <w:rPr>
          <w:color w:val="auto"/>
          <w:sz w:val="22"/>
          <w:szCs w:val="22"/>
        </w:rPr>
      </w:pPr>
      <w:r w:rsidRPr="001836AF">
        <w:rPr>
          <w:color w:val="auto"/>
          <w:sz w:val="22"/>
          <w:szCs w:val="22"/>
        </w:rPr>
        <w:t>Příkazce poskytne příkazníkovi</w:t>
      </w:r>
      <w:r w:rsidR="00017987" w:rsidRPr="001836AF">
        <w:rPr>
          <w:color w:val="auto"/>
          <w:sz w:val="22"/>
          <w:szCs w:val="22"/>
        </w:rPr>
        <w:t xml:space="preserve"> za </w:t>
      </w:r>
      <w:r w:rsidR="00E02717" w:rsidRPr="001836AF">
        <w:rPr>
          <w:color w:val="auto"/>
          <w:sz w:val="22"/>
          <w:szCs w:val="22"/>
        </w:rPr>
        <w:t xml:space="preserve">jeho </w:t>
      </w:r>
      <w:r w:rsidR="00017987" w:rsidRPr="001836AF">
        <w:rPr>
          <w:color w:val="auto"/>
          <w:sz w:val="22"/>
          <w:szCs w:val="22"/>
        </w:rPr>
        <w:t>činnost</w:t>
      </w:r>
      <w:r w:rsidR="00586293" w:rsidRPr="001836AF">
        <w:rPr>
          <w:color w:val="auto"/>
          <w:sz w:val="22"/>
          <w:szCs w:val="22"/>
        </w:rPr>
        <w:t xml:space="preserve"> uvedenou v čl.</w:t>
      </w:r>
      <w:r w:rsidR="00C33C84" w:rsidRPr="001836AF">
        <w:rPr>
          <w:color w:val="auto"/>
          <w:sz w:val="22"/>
          <w:szCs w:val="22"/>
        </w:rPr>
        <w:t xml:space="preserve"> </w:t>
      </w:r>
      <w:r w:rsidR="00E14321" w:rsidRPr="001836AF">
        <w:rPr>
          <w:color w:val="auto"/>
          <w:sz w:val="22"/>
          <w:szCs w:val="22"/>
        </w:rPr>
        <w:t>2</w:t>
      </w:r>
      <w:r w:rsidR="00586293" w:rsidRPr="001836AF">
        <w:rPr>
          <w:color w:val="auto"/>
          <w:sz w:val="22"/>
          <w:szCs w:val="22"/>
        </w:rPr>
        <w:t>, odst.</w:t>
      </w:r>
      <w:r w:rsidR="00C33C84" w:rsidRPr="001836AF">
        <w:rPr>
          <w:color w:val="auto"/>
          <w:sz w:val="22"/>
          <w:szCs w:val="22"/>
        </w:rPr>
        <w:t xml:space="preserve"> </w:t>
      </w:r>
      <w:r w:rsidR="00DE141C" w:rsidRPr="001836AF">
        <w:rPr>
          <w:color w:val="auto"/>
          <w:sz w:val="22"/>
          <w:szCs w:val="22"/>
        </w:rPr>
        <w:t xml:space="preserve">1 až 5 </w:t>
      </w:r>
      <w:r w:rsidR="00586293" w:rsidRPr="001836AF">
        <w:rPr>
          <w:color w:val="auto"/>
          <w:sz w:val="22"/>
          <w:szCs w:val="22"/>
        </w:rPr>
        <w:t xml:space="preserve">této smlouvy </w:t>
      </w:r>
      <w:r w:rsidR="00E02717" w:rsidRPr="001836AF">
        <w:rPr>
          <w:b/>
          <w:color w:val="auto"/>
          <w:sz w:val="22"/>
          <w:szCs w:val="22"/>
        </w:rPr>
        <w:t xml:space="preserve">odměnu </w:t>
      </w:r>
      <w:r w:rsidR="00017987" w:rsidRPr="001836AF">
        <w:rPr>
          <w:b/>
          <w:color w:val="auto"/>
          <w:sz w:val="22"/>
          <w:szCs w:val="22"/>
        </w:rPr>
        <w:t>v</w:t>
      </w:r>
      <w:r w:rsidR="00E02717" w:rsidRPr="001836AF">
        <w:rPr>
          <w:b/>
          <w:color w:val="auto"/>
          <w:sz w:val="22"/>
          <w:szCs w:val="22"/>
        </w:rPr>
        <w:t xml:space="preserve"> celkové</w:t>
      </w:r>
      <w:r w:rsidR="00017987" w:rsidRPr="001836AF">
        <w:rPr>
          <w:b/>
          <w:color w:val="auto"/>
          <w:sz w:val="22"/>
          <w:szCs w:val="22"/>
        </w:rPr>
        <w:t xml:space="preserve"> výši </w:t>
      </w:r>
      <w:r w:rsidR="00A165BE" w:rsidRPr="001836AF">
        <w:rPr>
          <w:b/>
          <w:color w:val="auto"/>
          <w:sz w:val="22"/>
          <w:szCs w:val="22"/>
          <w:highlight w:val="yellow"/>
        </w:rPr>
        <w:t>………</w:t>
      </w:r>
      <w:proofErr w:type="gramStart"/>
      <w:r w:rsidR="00A165BE" w:rsidRPr="001836AF">
        <w:rPr>
          <w:b/>
          <w:color w:val="auto"/>
          <w:sz w:val="22"/>
          <w:szCs w:val="22"/>
          <w:highlight w:val="yellow"/>
        </w:rPr>
        <w:t>…..</w:t>
      </w:r>
      <w:r w:rsidR="00017987" w:rsidRPr="001836AF">
        <w:rPr>
          <w:b/>
          <w:color w:val="auto"/>
          <w:sz w:val="22"/>
          <w:szCs w:val="22"/>
          <w:highlight w:val="yellow"/>
        </w:rPr>
        <w:t>,-</w:t>
      </w:r>
      <w:r w:rsidR="00586293" w:rsidRPr="001836AF">
        <w:rPr>
          <w:b/>
          <w:color w:val="auto"/>
          <w:sz w:val="22"/>
          <w:szCs w:val="22"/>
          <w:highlight w:val="yellow"/>
        </w:rPr>
        <w:t>-</w:t>
      </w:r>
      <w:r w:rsidR="00586293" w:rsidRPr="001836AF">
        <w:rPr>
          <w:b/>
          <w:color w:val="auto"/>
          <w:sz w:val="22"/>
          <w:szCs w:val="22"/>
        </w:rPr>
        <w:t xml:space="preserve"> </w:t>
      </w:r>
      <w:r w:rsidR="00017987" w:rsidRPr="001836AF">
        <w:rPr>
          <w:b/>
          <w:color w:val="auto"/>
          <w:sz w:val="22"/>
          <w:szCs w:val="22"/>
        </w:rPr>
        <w:t>Kč</w:t>
      </w:r>
      <w:proofErr w:type="gramEnd"/>
      <w:r w:rsidR="006E5017" w:rsidRPr="001836AF">
        <w:rPr>
          <w:b/>
          <w:color w:val="auto"/>
          <w:sz w:val="22"/>
          <w:szCs w:val="22"/>
        </w:rPr>
        <w:t xml:space="preserve"> </w:t>
      </w:r>
      <w:r w:rsidR="009275C3" w:rsidRPr="001836AF">
        <w:rPr>
          <w:b/>
          <w:color w:val="auto"/>
          <w:sz w:val="22"/>
          <w:szCs w:val="22"/>
        </w:rPr>
        <w:t>bez</w:t>
      </w:r>
      <w:commentRangeStart w:id="2"/>
      <w:r w:rsidR="006E5017" w:rsidRPr="001836AF">
        <w:rPr>
          <w:b/>
          <w:color w:val="auto"/>
          <w:sz w:val="22"/>
          <w:szCs w:val="22"/>
        </w:rPr>
        <w:t xml:space="preserve"> DPH</w:t>
      </w:r>
      <w:commentRangeEnd w:id="2"/>
      <w:r w:rsidR="00E14321" w:rsidRPr="001836AF">
        <w:rPr>
          <w:rStyle w:val="Odkaznakoment"/>
          <w:color w:val="auto"/>
        </w:rPr>
        <w:commentReference w:id="2"/>
      </w:r>
      <w:r w:rsidR="00017987" w:rsidRPr="001836AF">
        <w:rPr>
          <w:color w:val="auto"/>
          <w:sz w:val="22"/>
          <w:szCs w:val="22"/>
        </w:rPr>
        <w:t>.</w:t>
      </w:r>
      <w:r w:rsidR="00586293" w:rsidRPr="001836AF">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w:t>
      </w:r>
      <w:proofErr w:type="gramStart"/>
      <w:r w:rsidR="009336E9" w:rsidRPr="002D0298">
        <w:rPr>
          <w:sz w:val="22"/>
          <w:szCs w:val="22"/>
        </w:rPr>
        <w:t>m.</w:t>
      </w:r>
      <w:proofErr w:type="spellStart"/>
      <w:r w:rsidR="009336E9" w:rsidRPr="002D0298">
        <w:rPr>
          <w:sz w:val="22"/>
          <w:szCs w:val="22"/>
        </w:rPr>
        <w:t>j</w:t>
      </w:r>
      <w:proofErr w:type="spellEnd"/>
      <w:r w:rsidR="009336E9" w:rsidRPr="002D0298">
        <w:rPr>
          <w:sz w:val="22"/>
          <w:szCs w:val="22"/>
        </w:rPr>
        <w:t>. i náklady</w:t>
      </w:r>
      <w:proofErr w:type="gramEnd"/>
      <w:r w:rsidR="009336E9" w:rsidRPr="002D0298">
        <w:rPr>
          <w:sz w:val="22"/>
          <w:szCs w:val="22"/>
        </w:rPr>
        <w:t xml:space="preserve">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w:t>
      </w:r>
      <w:r w:rsidR="0022056E" w:rsidRPr="002D0298">
        <w:rPr>
          <w:color w:val="auto"/>
          <w:sz w:val="22"/>
          <w:szCs w:val="22"/>
        </w:rPr>
        <w:lastRenderedPageBreak/>
        <w:t xml:space="preserve">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DE141C" w:rsidRPr="002D0298">
        <w:rPr>
          <w:color w:val="auto"/>
          <w:sz w:val="22"/>
          <w:szCs w:val="22"/>
        </w:rPr>
        <w:t>6</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2D7E99" w:rsidRPr="002D0298" w:rsidRDefault="002D7E99"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na za činnosti před zahájením stavby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stavby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stavby. </w:t>
      </w:r>
    </w:p>
    <w:p w:rsidR="006803E3" w:rsidRPr="002824C6"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po dokončení stavby bude uhrazena po </w:t>
      </w:r>
      <w:r w:rsidR="006803E3" w:rsidRPr="002D0298">
        <w:rPr>
          <w:sz w:val="22"/>
          <w:szCs w:val="22"/>
        </w:rPr>
        <w:t xml:space="preserve">vydání kolaudačního souhlasu, </w:t>
      </w:r>
      <w:r w:rsidR="006803E3" w:rsidRPr="002824C6">
        <w:rPr>
          <w:sz w:val="22"/>
          <w:szCs w:val="22"/>
        </w:rPr>
        <w:t>nebo po odstranění poslední případné vady či nedodělku (po dni podepsání zápisu o</w:t>
      </w:r>
      <w:r w:rsidR="008909B5" w:rsidRPr="002824C6">
        <w:rPr>
          <w:sz w:val="22"/>
          <w:szCs w:val="22"/>
        </w:rPr>
        <w:t> </w:t>
      </w:r>
      <w:r w:rsidR="006803E3" w:rsidRPr="002824C6">
        <w:rPr>
          <w:sz w:val="22"/>
          <w:szCs w:val="22"/>
        </w:rPr>
        <w:t>odstranění poslední případné vady či nedodělku), nebo po předání posledního podkladu pro čerpání poskytnuté</w:t>
      </w:r>
      <w:r w:rsidR="007C08DD" w:rsidRPr="002824C6">
        <w:rPr>
          <w:sz w:val="22"/>
          <w:szCs w:val="22"/>
        </w:rPr>
        <w:t>ho</w:t>
      </w:r>
      <w:r w:rsidR="006803E3" w:rsidRPr="002824C6">
        <w:rPr>
          <w:sz w:val="22"/>
          <w:szCs w:val="22"/>
        </w:rPr>
        <w:t xml:space="preserve"> finanční</w:t>
      </w:r>
      <w:r w:rsidR="007C08DD" w:rsidRPr="002824C6">
        <w:rPr>
          <w:sz w:val="22"/>
          <w:szCs w:val="22"/>
        </w:rPr>
        <w:t>ho</w:t>
      </w:r>
      <w:r w:rsidR="006803E3" w:rsidRPr="002824C6">
        <w:rPr>
          <w:sz w:val="22"/>
          <w:szCs w:val="22"/>
        </w:rPr>
        <w:t xml:space="preserve"> p</w:t>
      </w:r>
      <w:r w:rsidR="007C08DD" w:rsidRPr="002824C6">
        <w:rPr>
          <w:sz w:val="22"/>
          <w:szCs w:val="22"/>
        </w:rPr>
        <w:t>říspěvku</w:t>
      </w:r>
      <w:r w:rsidR="006803E3" w:rsidRPr="002824C6">
        <w:rPr>
          <w:sz w:val="22"/>
          <w:szCs w:val="22"/>
        </w:rPr>
        <w:t xml:space="preserve"> souvisejícího s realizací a dokončením stavby </w:t>
      </w:r>
      <w:r w:rsidRPr="002824C6">
        <w:rPr>
          <w:sz w:val="22"/>
          <w:szCs w:val="22"/>
        </w:rPr>
        <w:t>příkazci</w:t>
      </w:r>
      <w:r w:rsidR="006803E3" w:rsidRPr="002824C6">
        <w:rPr>
          <w:sz w:val="22"/>
          <w:szCs w:val="22"/>
        </w:rPr>
        <w:t>. Rozhodný je termín, který nastane později.</w:t>
      </w:r>
      <w:r w:rsidR="006803E3" w:rsidRPr="002824C6">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proofErr w:type="gramStart"/>
      <w:r w:rsidR="00DD326A">
        <w:rPr>
          <w:sz w:val="22"/>
          <w:szCs w:val="22"/>
        </w:rPr>
        <w:t>m.</w:t>
      </w:r>
      <w:proofErr w:type="spellStart"/>
      <w:r w:rsidR="00DD326A">
        <w:rPr>
          <w:sz w:val="22"/>
          <w:szCs w:val="22"/>
        </w:rPr>
        <w:t>j</w:t>
      </w:r>
      <w:proofErr w:type="spellEnd"/>
      <w:r w:rsidR="00DD326A">
        <w:rPr>
          <w:sz w:val="22"/>
          <w:szCs w:val="22"/>
        </w:rPr>
        <w:t xml:space="preserve">. </w:t>
      </w:r>
      <w:r w:rsidR="00DD326A" w:rsidRPr="003778B0">
        <w:rPr>
          <w:sz w:val="22"/>
          <w:szCs w:val="22"/>
        </w:rPr>
        <w:t>obsahovat</w:t>
      </w:r>
      <w:proofErr w:type="gramEnd"/>
      <w:r w:rsidR="00DD326A" w:rsidRPr="003778B0">
        <w:rPr>
          <w:sz w:val="22"/>
          <w:szCs w:val="22"/>
        </w:rPr>
        <w:t xml:space="preserve">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w:t>
      </w:r>
      <w:proofErr w:type="spellStart"/>
      <w:r w:rsidR="00DD326A">
        <w:rPr>
          <w:sz w:val="22"/>
          <w:szCs w:val="22"/>
        </w:rPr>
        <w:t>ust</w:t>
      </w:r>
      <w:proofErr w:type="spellEnd"/>
      <w:r w:rsidR="00DD326A">
        <w:rPr>
          <w:sz w:val="22"/>
          <w:szCs w:val="22"/>
        </w:rPr>
        <w:t xml:space="preserve">.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w:t>
      </w:r>
      <w:proofErr w:type="spellStart"/>
      <w:r w:rsidR="00DD326A">
        <w:rPr>
          <w:sz w:val="22"/>
          <w:szCs w:val="22"/>
        </w:rPr>
        <w:t>násl</w:t>
      </w:r>
      <w:proofErr w:type="spellEnd"/>
      <w:r w:rsidR="00DD326A">
        <w:rPr>
          <w:sz w:val="22"/>
          <w:szCs w:val="22"/>
        </w:rPr>
        <w:t>.</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commentRangeStart w:id="4"/>
      <w:r>
        <w:rPr>
          <w:color w:val="auto"/>
          <w:sz w:val="22"/>
          <w:szCs w:val="22"/>
        </w:rPr>
        <w:t xml:space="preserve">Pokud </w:t>
      </w:r>
      <w:r w:rsidR="00A71493" w:rsidRPr="00E07E84">
        <w:rPr>
          <w:color w:val="auto"/>
          <w:sz w:val="22"/>
          <w:szCs w:val="22"/>
        </w:rPr>
        <w:t xml:space="preserve">k datu uskutečnění zdanitelného plnění budou u </w:t>
      </w:r>
      <w:r w:rsidR="00A71493">
        <w:rPr>
          <w:color w:val="auto"/>
          <w:sz w:val="22"/>
          <w:szCs w:val="22"/>
        </w:rPr>
        <w:t>příkazníka</w:t>
      </w:r>
      <w:r w:rsidR="00A71493" w:rsidRPr="00E07E84">
        <w:rPr>
          <w:color w:val="auto"/>
          <w:sz w:val="22"/>
          <w:szCs w:val="22"/>
        </w:rPr>
        <w:t xml:space="preserve"> naplněny podmínky ustanovení § 106a zákona č. 235/2004 Sb., o dani s přidané hodnoty, ve znění pozdějších předpisů (dále jen „</w:t>
      </w:r>
      <w:proofErr w:type="spellStart"/>
      <w:r w:rsidR="00A71493" w:rsidRPr="00E07E84">
        <w:rPr>
          <w:color w:val="auto"/>
          <w:sz w:val="22"/>
          <w:szCs w:val="22"/>
        </w:rPr>
        <w:t>ZoDPH</w:t>
      </w:r>
      <w:proofErr w:type="spellEnd"/>
      <w:r w:rsidR="00A71493" w:rsidRPr="00E07E84">
        <w:rPr>
          <w:color w:val="auto"/>
          <w:sz w:val="22"/>
          <w:szCs w:val="22"/>
        </w:rPr>
        <w:t xml:space="preserve">“)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w:t>
      </w:r>
      <w:proofErr w:type="spellStart"/>
      <w:r w:rsidR="00A71493" w:rsidRPr="00E07E84">
        <w:rPr>
          <w:color w:val="auto"/>
          <w:sz w:val="22"/>
          <w:szCs w:val="22"/>
        </w:rPr>
        <w:t>ZoDPH</w:t>
      </w:r>
      <w:proofErr w:type="spellEnd"/>
      <w:r w:rsidR="00A71493" w:rsidRPr="00E07E84">
        <w:rPr>
          <w:color w:val="auto"/>
          <w:sz w:val="22"/>
          <w:szCs w:val="22"/>
        </w:rPr>
        <w:t xml:space="preserve">,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w:t>
      </w:r>
      <w:proofErr w:type="spellStart"/>
      <w:r w:rsidR="00A71493" w:rsidRPr="00E07E84">
        <w:rPr>
          <w:color w:val="auto"/>
          <w:sz w:val="22"/>
          <w:szCs w:val="22"/>
        </w:rPr>
        <w:t>ZoDPH</w:t>
      </w:r>
      <w:proofErr w:type="spellEnd"/>
      <w:r w:rsidR="00A71493" w:rsidRPr="00E07E84">
        <w:rPr>
          <w:color w:val="auto"/>
          <w:sz w:val="22"/>
          <w:szCs w:val="22"/>
        </w:rPr>
        <w:t xml:space="preserve">,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w:t>
      </w:r>
      <w:proofErr w:type="spellStart"/>
      <w:r w:rsidRPr="00E07E84">
        <w:rPr>
          <w:color w:val="auto"/>
          <w:sz w:val="22"/>
          <w:szCs w:val="22"/>
        </w:rPr>
        <w:t>ZoDPH</w:t>
      </w:r>
      <w:proofErr w:type="spellEnd"/>
      <w:r w:rsidRPr="00E07E84">
        <w:rPr>
          <w:color w:val="auto"/>
          <w:sz w:val="22"/>
          <w:szCs w:val="22"/>
        </w:rPr>
        <w:t>, může tato skutečnost rovněž ovlivnit lhůtu splatnosti finančního závazku. Případné sankce z těchto důvodů pak nepodléhají ujednáním o san</w:t>
      </w:r>
      <w:r>
        <w:rPr>
          <w:color w:val="auto"/>
          <w:sz w:val="22"/>
          <w:szCs w:val="22"/>
        </w:rPr>
        <w:t>kcích</w:t>
      </w:r>
      <w:commentRangeEnd w:id="4"/>
      <w:r w:rsidR="002625EA">
        <w:rPr>
          <w:rStyle w:val="Odkaznakoment"/>
          <w:color w:val="auto"/>
        </w:rPr>
        <w:commentReference w:id="4"/>
      </w:r>
      <w:r>
        <w:rPr>
          <w:color w:val="auto"/>
          <w:sz w:val="22"/>
          <w:szCs w:val="22"/>
        </w:rPr>
        <w:t>.</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2D7E99" w:rsidRPr="002D0298" w:rsidRDefault="002D7E99"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t>- na předání a převzetí staveniště, nebo</w:t>
      </w:r>
    </w:p>
    <w:p w:rsidR="00574515" w:rsidRPr="002D0298" w:rsidRDefault="00574515" w:rsidP="00574515">
      <w:pPr>
        <w:pStyle w:val="Zkladntext"/>
        <w:ind w:firstLine="357"/>
        <w:rPr>
          <w:sz w:val="22"/>
          <w:szCs w:val="22"/>
        </w:rPr>
      </w:pPr>
      <w:r w:rsidRPr="002D0298">
        <w:rPr>
          <w:sz w:val="22"/>
          <w:szCs w:val="22"/>
        </w:rPr>
        <w:t xml:space="preserve">- na předání a převzetí dokončené stavby mezi </w:t>
      </w:r>
      <w:r w:rsidR="0006336C" w:rsidRPr="002D0298">
        <w:rPr>
          <w:sz w:val="22"/>
          <w:szCs w:val="22"/>
        </w:rPr>
        <w:t>příkazcem</w:t>
      </w:r>
      <w:r w:rsidRPr="002D0298">
        <w:rPr>
          <w:sz w:val="22"/>
          <w:szCs w:val="22"/>
        </w:rPr>
        <w:t xml:space="preserve"> a zhotovitelem stavby,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stavby, nebo</w:t>
      </w:r>
    </w:p>
    <w:p w:rsidR="00574515" w:rsidRPr="00235FD0" w:rsidRDefault="00574515" w:rsidP="00574515">
      <w:pPr>
        <w:pStyle w:val="Zkladntext"/>
        <w:ind w:firstLine="357"/>
        <w:rPr>
          <w:color w:val="auto"/>
          <w:sz w:val="22"/>
          <w:szCs w:val="22"/>
        </w:rPr>
      </w:pPr>
      <w:r w:rsidRPr="00235FD0">
        <w:rPr>
          <w:color w:val="auto"/>
          <w:sz w:val="22"/>
          <w:szCs w:val="22"/>
        </w:rPr>
        <w:t>- na šetřeních svolaných stavebním úřadem</w:t>
      </w:r>
    </w:p>
    <w:p w:rsidR="00D65A80" w:rsidRPr="00235FD0" w:rsidRDefault="00D65A80" w:rsidP="00574515">
      <w:pPr>
        <w:pStyle w:val="Zkladntext"/>
        <w:ind w:firstLine="357"/>
        <w:rPr>
          <w:color w:val="auto"/>
          <w:sz w:val="22"/>
          <w:szCs w:val="22"/>
        </w:rPr>
      </w:pPr>
      <w:r w:rsidRPr="00235FD0">
        <w:rPr>
          <w:color w:val="auto"/>
          <w:sz w:val="22"/>
          <w:szCs w:val="22"/>
        </w:rPr>
        <w:t>j</w:t>
      </w:r>
      <w:r w:rsidR="00574515" w:rsidRPr="00235FD0">
        <w:rPr>
          <w:color w:val="auto"/>
          <w:sz w:val="22"/>
          <w:szCs w:val="22"/>
        </w:rPr>
        <w:t xml:space="preserve">e povinen </w:t>
      </w:r>
      <w:r w:rsidRPr="00235FD0">
        <w:rPr>
          <w:color w:val="auto"/>
          <w:sz w:val="22"/>
          <w:szCs w:val="22"/>
        </w:rPr>
        <w:t xml:space="preserve">zaplatit </w:t>
      </w:r>
      <w:r w:rsidR="0006336C" w:rsidRPr="00235FD0">
        <w:rPr>
          <w:color w:val="auto"/>
          <w:sz w:val="22"/>
          <w:szCs w:val="22"/>
        </w:rPr>
        <w:t>příkazci</w:t>
      </w:r>
      <w:r w:rsidRPr="00235FD0">
        <w:rPr>
          <w:color w:val="auto"/>
          <w:sz w:val="22"/>
          <w:szCs w:val="22"/>
        </w:rPr>
        <w:t xml:space="preserve"> smluvní pokutu ve výši </w:t>
      </w:r>
      <w:r w:rsidR="00733F67" w:rsidRPr="00235FD0">
        <w:rPr>
          <w:color w:val="auto"/>
          <w:sz w:val="22"/>
          <w:szCs w:val="22"/>
        </w:rPr>
        <w:t>5</w:t>
      </w:r>
      <w:r w:rsidRPr="00235FD0">
        <w:rPr>
          <w:color w:val="auto"/>
          <w:sz w:val="22"/>
          <w:szCs w:val="22"/>
        </w:rPr>
        <w:t>00,-- Kč za každou neúčast.</w:t>
      </w:r>
    </w:p>
    <w:p w:rsidR="00574515" w:rsidRPr="00235FD0" w:rsidRDefault="00574515" w:rsidP="00574515">
      <w:pPr>
        <w:pStyle w:val="Zkladntext"/>
        <w:rPr>
          <w:color w:val="auto"/>
          <w:sz w:val="22"/>
          <w:szCs w:val="22"/>
        </w:rPr>
      </w:pPr>
    </w:p>
    <w:p w:rsidR="00C504F2" w:rsidRPr="00235FD0" w:rsidRDefault="00D65A80" w:rsidP="00574515">
      <w:pPr>
        <w:pStyle w:val="Zkladntext"/>
        <w:numPr>
          <w:ilvl w:val="0"/>
          <w:numId w:val="7"/>
        </w:numPr>
        <w:rPr>
          <w:color w:val="auto"/>
          <w:sz w:val="22"/>
          <w:szCs w:val="22"/>
        </w:rPr>
      </w:pPr>
      <w:r w:rsidRPr="00235FD0">
        <w:rPr>
          <w:color w:val="auto"/>
          <w:sz w:val="22"/>
          <w:szCs w:val="22"/>
        </w:rPr>
        <w:t xml:space="preserve">Pokud </w:t>
      </w:r>
      <w:r w:rsidR="0006336C" w:rsidRPr="00235FD0">
        <w:rPr>
          <w:color w:val="auto"/>
          <w:sz w:val="22"/>
          <w:szCs w:val="22"/>
        </w:rPr>
        <w:t>příkazník</w:t>
      </w:r>
      <w:r w:rsidRPr="00235FD0">
        <w:rPr>
          <w:color w:val="auto"/>
          <w:sz w:val="22"/>
          <w:szCs w:val="22"/>
        </w:rPr>
        <w:t xml:space="preserve"> nezpracuje ve stanovené lhůtě, nebo zpracuje vadně jakýkoliv doklad, zprávu či podklad</w:t>
      </w:r>
      <w:r w:rsidR="00CE2FE8" w:rsidRPr="00235FD0">
        <w:rPr>
          <w:color w:val="auto"/>
          <w:sz w:val="22"/>
          <w:szCs w:val="22"/>
        </w:rPr>
        <w:t xml:space="preserve"> (dále jen „dokumenty“), k jejichž zpracování je povinen dle této smlouvy, nebo jejichž potřeba zpracování vyplyne z průběhu stavby, je povinen zaplatit </w:t>
      </w:r>
      <w:r w:rsidR="0006336C" w:rsidRPr="00235FD0">
        <w:rPr>
          <w:color w:val="auto"/>
          <w:sz w:val="22"/>
          <w:szCs w:val="22"/>
        </w:rPr>
        <w:t>příkazci</w:t>
      </w:r>
      <w:r w:rsidR="00CE2FE8" w:rsidRPr="00235FD0">
        <w:rPr>
          <w:color w:val="auto"/>
          <w:sz w:val="22"/>
          <w:szCs w:val="22"/>
        </w:rPr>
        <w:t xml:space="preserve"> smluvní pokutu ve výši </w:t>
      </w:r>
      <w:r w:rsidR="00733F67" w:rsidRPr="00235FD0">
        <w:rPr>
          <w:color w:val="auto"/>
          <w:sz w:val="22"/>
          <w:szCs w:val="22"/>
        </w:rPr>
        <w:t>5</w:t>
      </w:r>
      <w:r w:rsidR="00CE2FE8" w:rsidRPr="00235FD0">
        <w:rPr>
          <w:color w:val="auto"/>
          <w:sz w:val="22"/>
          <w:szCs w:val="22"/>
        </w:rPr>
        <w:t xml:space="preserve">00,-- Kč </w:t>
      </w:r>
      <w:r w:rsidR="00C504F2" w:rsidRPr="00235FD0">
        <w:rPr>
          <w:color w:val="auto"/>
          <w:sz w:val="22"/>
          <w:szCs w:val="22"/>
        </w:rPr>
        <w:t>za každý takto nezpracovaný či vadně zpracovaný dokument.</w:t>
      </w:r>
    </w:p>
    <w:p w:rsidR="00C504F2" w:rsidRPr="00235FD0" w:rsidRDefault="00C504F2" w:rsidP="00C504F2">
      <w:pPr>
        <w:pStyle w:val="Zkladntext"/>
        <w:rPr>
          <w:color w:val="auto"/>
          <w:sz w:val="22"/>
          <w:szCs w:val="22"/>
        </w:rPr>
      </w:pPr>
    </w:p>
    <w:p w:rsidR="00C504F2" w:rsidRPr="00235FD0" w:rsidRDefault="00C504F2" w:rsidP="00574515">
      <w:pPr>
        <w:pStyle w:val="Zkladntext"/>
        <w:numPr>
          <w:ilvl w:val="0"/>
          <w:numId w:val="7"/>
        </w:numPr>
        <w:rPr>
          <w:color w:val="auto"/>
          <w:sz w:val="22"/>
          <w:szCs w:val="22"/>
        </w:rPr>
      </w:pPr>
      <w:r w:rsidRPr="00235FD0">
        <w:rPr>
          <w:color w:val="auto"/>
          <w:sz w:val="22"/>
          <w:szCs w:val="22"/>
        </w:rPr>
        <w:t xml:space="preserve">Pokud </w:t>
      </w:r>
      <w:r w:rsidR="0006336C" w:rsidRPr="00235FD0">
        <w:rPr>
          <w:color w:val="auto"/>
          <w:sz w:val="22"/>
          <w:szCs w:val="22"/>
        </w:rPr>
        <w:t>příkazník</w:t>
      </w:r>
      <w:r w:rsidRPr="00235FD0">
        <w:rPr>
          <w:color w:val="auto"/>
          <w:sz w:val="22"/>
          <w:szCs w:val="22"/>
        </w:rPr>
        <w:t xml:space="preserve"> nesplní jinou povinnost stanovenou mu v této smlouvě v souvislosti s výkonem své činnosti, a to ani v náhradním termínu stanoveném </w:t>
      </w:r>
      <w:r w:rsidR="0006336C" w:rsidRPr="00235FD0">
        <w:rPr>
          <w:color w:val="auto"/>
          <w:sz w:val="22"/>
          <w:szCs w:val="22"/>
        </w:rPr>
        <w:t>příkazcem</w:t>
      </w:r>
      <w:r w:rsidRPr="00235FD0">
        <w:rPr>
          <w:color w:val="auto"/>
          <w:sz w:val="22"/>
          <w:szCs w:val="22"/>
        </w:rPr>
        <w:t xml:space="preserve"> (má se na mysli zejména jeho kontrolní činnost</w:t>
      </w:r>
      <w:r w:rsidR="00CE2FE8" w:rsidRPr="00235FD0">
        <w:rPr>
          <w:color w:val="auto"/>
          <w:sz w:val="22"/>
          <w:szCs w:val="22"/>
        </w:rPr>
        <w:t xml:space="preserve"> </w:t>
      </w:r>
      <w:r w:rsidRPr="00235FD0">
        <w:rPr>
          <w:color w:val="auto"/>
          <w:sz w:val="22"/>
          <w:szCs w:val="22"/>
        </w:rPr>
        <w:t xml:space="preserve">vůči zhotoviteli stavby), nebo se prokáže, že jím provedená kontrola nebyla provedena řádně, je povinen zaplatit </w:t>
      </w:r>
      <w:r w:rsidR="0006336C" w:rsidRPr="00235FD0">
        <w:rPr>
          <w:color w:val="auto"/>
          <w:sz w:val="22"/>
          <w:szCs w:val="22"/>
        </w:rPr>
        <w:t>příkazci</w:t>
      </w:r>
      <w:r w:rsidRPr="00235FD0">
        <w:rPr>
          <w:color w:val="auto"/>
          <w:sz w:val="22"/>
          <w:szCs w:val="22"/>
        </w:rPr>
        <w:t xml:space="preserve"> smluvní pokutu ve výši </w:t>
      </w:r>
      <w:r w:rsidR="00733F67" w:rsidRPr="00235FD0">
        <w:rPr>
          <w:color w:val="auto"/>
          <w:sz w:val="22"/>
          <w:szCs w:val="22"/>
        </w:rPr>
        <w:t>5</w:t>
      </w:r>
      <w:r w:rsidRPr="00235FD0">
        <w:rPr>
          <w:color w:val="auto"/>
          <w:sz w:val="22"/>
          <w:szCs w:val="22"/>
        </w:rPr>
        <w:t>00,-- Kč za každou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Kontrolní dny při provádění stavby</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stavby organizuje </w:t>
      </w:r>
      <w:r w:rsidR="0091649C" w:rsidRPr="002D0298">
        <w:rPr>
          <w:sz w:val="22"/>
          <w:szCs w:val="22"/>
        </w:rPr>
        <w:t>příkazník</w:t>
      </w:r>
      <w:r w:rsidRPr="002D0298">
        <w:rPr>
          <w:sz w:val="22"/>
          <w:szCs w:val="22"/>
        </w:rPr>
        <w:t xml:space="preserve"> ve spolupráci se zhotovitelem stavby kontrolní dny v termínech nezbytných pro řádné provádění kontroly, </w:t>
      </w:r>
      <w:r w:rsidRPr="002D0298">
        <w:rPr>
          <w:color w:val="auto"/>
          <w:sz w:val="22"/>
          <w:szCs w:val="22"/>
        </w:rPr>
        <w:t>nejméně však 1x</w:t>
      </w:r>
      <w:r w:rsidR="00F90F43">
        <w:rPr>
          <w:color w:val="auto"/>
          <w:sz w:val="22"/>
          <w:szCs w:val="22"/>
        </w:rPr>
        <w:t xml:space="preserve"> za 2 </w:t>
      </w:r>
      <w:r w:rsidRPr="002D0298">
        <w:rPr>
          <w:color w:val="auto"/>
          <w:sz w:val="22"/>
          <w:szCs w:val="22"/>
        </w:rPr>
        <w:t>týdn</w:t>
      </w:r>
      <w:r w:rsidR="00F90F43">
        <w:rPr>
          <w:color w:val="auto"/>
          <w:sz w:val="22"/>
          <w:szCs w:val="22"/>
        </w:rPr>
        <w:t>y</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Výkon činností v průběhu provádění stavby je občasný, tj. v průběhu provádění stavby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stavby.</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lastRenderedPageBreak/>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stavby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stavby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t xml:space="preserve">průběžné kontroly zaznamenávání změn jako podkladu pro zpracovávání dokumentace skutečného provedení stavby,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FF6C25" w:rsidRPr="002D0298" w:rsidRDefault="00030F96" w:rsidP="005D06A7">
      <w:pPr>
        <w:pStyle w:val="Zkladntext"/>
        <w:numPr>
          <w:ilvl w:val="0"/>
          <w:numId w:val="13"/>
        </w:numPr>
        <w:rPr>
          <w:sz w:val="22"/>
          <w:szCs w:val="22"/>
        </w:rPr>
      </w:pPr>
      <w:r w:rsidRPr="002D0298">
        <w:rPr>
          <w:sz w:val="22"/>
          <w:szCs w:val="22"/>
        </w:rPr>
        <w:t>Příkazník</w:t>
      </w:r>
      <w:r w:rsidR="00FF6C25" w:rsidRPr="002D0298">
        <w:rPr>
          <w:sz w:val="22"/>
          <w:szCs w:val="22"/>
        </w:rPr>
        <w:t xml:space="preserve"> v rámci své kontrolní činnosti kontroluje rovněž dodržování podmínek rozhodnutí a</w:t>
      </w:r>
      <w:r w:rsidR="000A0025">
        <w:rPr>
          <w:sz w:val="22"/>
          <w:szCs w:val="22"/>
        </w:rPr>
        <w:t> </w:t>
      </w:r>
      <w:r w:rsidR="00FF6C25" w:rsidRPr="002D0298">
        <w:rPr>
          <w:sz w:val="22"/>
          <w:szCs w:val="22"/>
        </w:rPr>
        <w:t>stanovisek dotčených orgánů a organizací.</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Při kontrole stavby</w:t>
      </w:r>
      <w:r w:rsidR="00FB553B" w:rsidRPr="002D0298">
        <w:rPr>
          <w:color w:val="auto"/>
          <w:sz w:val="22"/>
          <w:szCs w:val="22"/>
        </w:rPr>
        <w:t xml:space="preserve"> a jejích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8B1F8F" w:rsidRPr="002D0298" w:rsidRDefault="008B1F8F" w:rsidP="008B1F8F">
      <w:pPr>
        <w:pStyle w:val="Zkladntext"/>
        <w:jc w:val="center"/>
        <w:rPr>
          <w:b/>
          <w:sz w:val="22"/>
          <w:szCs w:val="22"/>
        </w:rPr>
      </w:pP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lastRenderedPageBreak/>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stavby, jíž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9628AA" w:rsidRPr="002D0298" w:rsidRDefault="009628AA"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A03194" w:rsidRPr="002D0298" w:rsidRDefault="00A03194" w:rsidP="005F73B6">
      <w:pPr>
        <w:pStyle w:val="Zkladntext"/>
        <w:rPr>
          <w:sz w:val="22"/>
          <w:szCs w:val="22"/>
        </w:rPr>
      </w:pP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prokáže-li se, že je osobou spojenou se zhotovitelem stavby,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A03194" w:rsidRPr="002D0298" w:rsidRDefault="00A03194" w:rsidP="005F73B6">
      <w:pPr>
        <w:pStyle w:val="Zkladntext"/>
        <w:rPr>
          <w:sz w:val="22"/>
          <w:szCs w:val="22"/>
        </w:rPr>
      </w:pP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stavby. </w:t>
      </w:r>
      <w:r w:rsidR="00AD1F86" w:rsidRPr="002D0298">
        <w:rPr>
          <w:sz w:val="22"/>
          <w:szCs w:val="22"/>
        </w:rPr>
        <w:t>Příkazník</w:t>
      </w:r>
      <w:r w:rsidRPr="002D0298">
        <w:rPr>
          <w:sz w:val="22"/>
          <w:szCs w:val="22"/>
        </w:rPr>
        <w:t xml:space="preserve"> v tomto smyslu prohlašuje, že není osobou spojenou se zhotovitelem stavby.</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w:t>
      </w:r>
      <w:proofErr w:type="spellStart"/>
      <w:r w:rsidR="00E5277D" w:rsidRPr="002D0298">
        <w:rPr>
          <w:sz w:val="22"/>
          <w:szCs w:val="22"/>
        </w:rPr>
        <w:t>ust</w:t>
      </w:r>
      <w:proofErr w:type="spellEnd"/>
      <w:r w:rsidR="00E5277D" w:rsidRPr="002D0298">
        <w:rPr>
          <w:sz w:val="22"/>
          <w:szCs w:val="22"/>
        </w:rPr>
        <w: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stavby.</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235FD0" w:rsidRDefault="001A0D81" w:rsidP="008C641C">
      <w:pPr>
        <w:pStyle w:val="Zkladntext21"/>
        <w:numPr>
          <w:ilvl w:val="0"/>
          <w:numId w:val="5"/>
        </w:numPr>
        <w:jc w:val="both"/>
        <w:rPr>
          <w:sz w:val="22"/>
          <w:szCs w:val="22"/>
        </w:rPr>
      </w:pPr>
      <w:r>
        <w:rPr>
          <w:sz w:val="22"/>
          <w:szCs w:val="22"/>
        </w:rPr>
        <w:t>Příkaz</w:t>
      </w:r>
      <w:r w:rsidR="00F9074C">
        <w:rPr>
          <w:sz w:val="22"/>
          <w:szCs w:val="22"/>
        </w:rPr>
        <w:t xml:space="preserve">ník bere na vědomí, že příkazce </w:t>
      </w:r>
      <w:r w:rsidR="001D399C">
        <w:rPr>
          <w:sz w:val="22"/>
          <w:szCs w:val="22"/>
        </w:rPr>
        <w:t>může</w:t>
      </w:r>
      <w:r w:rsidR="00F9074C">
        <w:rPr>
          <w:sz w:val="22"/>
          <w:szCs w:val="22"/>
        </w:rPr>
        <w:t xml:space="preserve"> v průběhu realizace stavby pořizovat fotodokumentaci realizace stavby vč. videozáznamů, a to zejména za účelem doložení dodržení </w:t>
      </w:r>
      <w:r w:rsidR="00F9074C" w:rsidRPr="00235FD0">
        <w:rPr>
          <w:sz w:val="22"/>
          <w:szCs w:val="22"/>
        </w:rPr>
        <w:t>podmínek provedení díla, doložení dodržení podmínek</w:t>
      </w:r>
      <w:r w:rsidR="00F81700" w:rsidRPr="00235FD0">
        <w:rPr>
          <w:sz w:val="22"/>
          <w:szCs w:val="22"/>
        </w:rPr>
        <w:t xml:space="preserve"> poskytnutí finančního příspěvku</w:t>
      </w:r>
      <w:r w:rsidR="00F9074C" w:rsidRPr="00235FD0">
        <w:rPr>
          <w:sz w:val="22"/>
          <w:szCs w:val="22"/>
        </w:rPr>
        <w:t>, apod</w:t>
      </w:r>
      <w:r w:rsidR="00227F0D" w:rsidRPr="00235FD0">
        <w:rPr>
          <w:sz w:val="22"/>
          <w:szCs w:val="22"/>
        </w:rPr>
        <w:t xml:space="preserve">. </w:t>
      </w:r>
    </w:p>
    <w:p w:rsidR="00227F0D" w:rsidRPr="002D0298" w:rsidRDefault="00227F0D" w:rsidP="00227F0D">
      <w:pPr>
        <w:pStyle w:val="Zkladntext21"/>
        <w:jc w:val="both"/>
        <w:rPr>
          <w:sz w:val="22"/>
          <w:szCs w:val="22"/>
        </w:rPr>
      </w:pPr>
    </w:p>
    <w:p w:rsidR="00227F0D" w:rsidRPr="002D0298" w:rsidRDefault="00AD1F86" w:rsidP="008C641C">
      <w:pPr>
        <w:pStyle w:val="Zkladntext21"/>
        <w:numPr>
          <w:ilvl w:val="0"/>
          <w:numId w:val="5"/>
        </w:numPr>
        <w:jc w:val="both"/>
        <w:rPr>
          <w:sz w:val="22"/>
          <w:szCs w:val="22"/>
        </w:rPr>
      </w:pPr>
      <w:r w:rsidRPr="00F9074C">
        <w:rPr>
          <w:sz w:val="22"/>
          <w:szCs w:val="22"/>
        </w:rPr>
        <w:t>Příkazník</w:t>
      </w:r>
      <w:r w:rsidR="00227F0D" w:rsidRPr="00F9074C">
        <w:rPr>
          <w:sz w:val="22"/>
          <w:szCs w:val="22"/>
        </w:rPr>
        <w:t xml:space="preserve"> </w:t>
      </w:r>
      <w:r w:rsidR="00F9074C" w:rsidRPr="00F9074C">
        <w:rPr>
          <w:sz w:val="22"/>
          <w:szCs w:val="22"/>
        </w:rPr>
        <w:t>bere na vědomí, že dokumentace, kterou</w:t>
      </w:r>
      <w:r w:rsidR="00F9074C">
        <w:rPr>
          <w:sz w:val="22"/>
          <w:szCs w:val="22"/>
        </w:rPr>
        <w:t xml:space="preserve">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2D0298">
        <w:rPr>
          <w:sz w:val="22"/>
          <w:szCs w:val="22"/>
        </w:rPr>
        <w:t>.</w:t>
      </w:r>
    </w:p>
    <w:p w:rsidR="00227F0D" w:rsidRPr="002D0298"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lastRenderedPageBreak/>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t xml:space="preserve">Vzhledem k tomu, že </w:t>
      </w:r>
      <w:r w:rsidR="00147298" w:rsidRPr="002D0298">
        <w:rPr>
          <w:sz w:val="22"/>
          <w:szCs w:val="22"/>
        </w:rPr>
        <w:t xml:space="preserve">prováděná stavba je financována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F463D6" w:rsidRDefault="00E04169" w:rsidP="008C641C">
      <w:pPr>
        <w:pStyle w:val="Zkladntext21"/>
        <w:numPr>
          <w:ilvl w:val="0"/>
          <w:numId w:val="5"/>
        </w:numPr>
        <w:jc w:val="both"/>
        <w:rPr>
          <w:sz w:val="22"/>
          <w:szCs w:val="22"/>
        </w:rPr>
      </w:pPr>
      <w:r w:rsidRPr="002D0298">
        <w:rPr>
          <w:sz w:val="22"/>
          <w:szCs w:val="22"/>
        </w:rPr>
        <w:t xml:space="preserve">Tato smlouva je uzavřena v souladu s usnesením Rady města Nové Město na Moravě přijatým </w:t>
      </w:r>
      <w:r w:rsidR="00B76F71" w:rsidRPr="002D0298">
        <w:rPr>
          <w:sz w:val="22"/>
          <w:szCs w:val="22"/>
        </w:rPr>
        <w:t xml:space="preserve">na </w:t>
      </w:r>
      <w:r w:rsidR="00B76F71" w:rsidRPr="00F463D6">
        <w:rPr>
          <w:sz w:val="22"/>
          <w:szCs w:val="22"/>
        </w:rPr>
        <w:t xml:space="preserve">její </w:t>
      </w:r>
      <w:r w:rsidR="001C3849" w:rsidRPr="00F463D6">
        <w:rPr>
          <w:sz w:val="22"/>
          <w:szCs w:val="22"/>
        </w:rPr>
        <w:t>…</w:t>
      </w:r>
      <w:r w:rsidR="00B76F71" w:rsidRPr="00F463D6">
        <w:rPr>
          <w:sz w:val="22"/>
          <w:szCs w:val="22"/>
        </w:rPr>
        <w:t>.</w:t>
      </w:r>
      <w:r w:rsidR="00DA7A27" w:rsidRPr="00F463D6">
        <w:rPr>
          <w:sz w:val="22"/>
          <w:szCs w:val="22"/>
        </w:rPr>
        <w:t xml:space="preserve"> </w:t>
      </w:r>
      <w:proofErr w:type="gramStart"/>
      <w:r w:rsidR="00B76F71" w:rsidRPr="00F463D6">
        <w:rPr>
          <w:sz w:val="22"/>
          <w:szCs w:val="22"/>
        </w:rPr>
        <w:t>schůzi</w:t>
      </w:r>
      <w:proofErr w:type="gramEnd"/>
      <w:r w:rsidR="00B76F71" w:rsidRPr="00F463D6">
        <w:rPr>
          <w:sz w:val="22"/>
          <w:szCs w:val="22"/>
        </w:rPr>
        <w:t xml:space="preserve"> dne </w:t>
      </w:r>
      <w:r w:rsidR="001C3849" w:rsidRPr="00F463D6">
        <w:rPr>
          <w:sz w:val="22"/>
          <w:szCs w:val="22"/>
        </w:rPr>
        <w:t>………….</w:t>
      </w:r>
      <w:r w:rsidR="00B76F71" w:rsidRPr="00F463D6">
        <w:rPr>
          <w:sz w:val="22"/>
          <w:szCs w:val="22"/>
        </w:rPr>
        <w:t xml:space="preserve"> pod bodem </w:t>
      </w:r>
      <w:r w:rsidR="001C3849" w:rsidRPr="00F463D6">
        <w:rPr>
          <w:sz w:val="22"/>
          <w:szCs w:val="22"/>
        </w:rPr>
        <w:t>…</w:t>
      </w:r>
      <w:r w:rsidR="00B76F71" w:rsidRPr="00F463D6">
        <w:rPr>
          <w:sz w:val="22"/>
          <w:szCs w:val="22"/>
        </w:rPr>
        <w:t>/</w:t>
      </w:r>
      <w:r w:rsidR="001C3849" w:rsidRPr="00F463D6">
        <w:rPr>
          <w:sz w:val="22"/>
          <w:szCs w:val="22"/>
        </w:rPr>
        <w:t>…</w:t>
      </w:r>
      <w:r w:rsidR="00B76F71" w:rsidRPr="00F463D6">
        <w:rPr>
          <w:sz w:val="22"/>
          <w:szCs w:val="22"/>
        </w:rPr>
        <w:t>/RM/20</w:t>
      </w:r>
      <w:r w:rsidR="001C3849" w:rsidRPr="00F463D6">
        <w:rPr>
          <w:sz w:val="22"/>
          <w:szCs w:val="22"/>
        </w:rPr>
        <w:t>…</w:t>
      </w:r>
      <w:r w:rsidRPr="00F463D6">
        <w:rPr>
          <w:sz w:val="22"/>
          <w:szCs w:val="22"/>
        </w:rPr>
        <w:t xml:space="preserve">.  </w:t>
      </w:r>
    </w:p>
    <w:p w:rsidR="008C641C" w:rsidRPr="002D0298" w:rsidRDefault="008C641C" w:rsidP="008C641C">
      <w:pPr>
        <w:pStyle w:val="Zkladntext21"/>
        <w:jc w:val="both"/>
        <w:rPr>
          <w:sz w:val="22"/>
          <w:szCs w:val="22"/>
        </w:rPr>
      </w:pPr>
    </w:p>
    <w:p w:rsidR="008C641C" w:rsidRDefault="008C641C" w:rsidP="008C641C">
      <w:pPr>
        <w:pStyle w:val="Zkladntext21"/>
        <w:numPr>
          <w:ilvl w:val="0"/>
          <w:numId w:val="5"/>
        </w:numPr>
        <w:jc w:val="both"/>
        <w:rPr>
          <w:sz w:val="22"/>
          <w:szCs w:val="22"/>
        </w:rPr>
      </w:pPr>
      <w:r w:rsidRPr="002D0298">
        <w:rPr>
          <w:sz w:val="22"/>
          <w:szCs w:val="22"/>
        </w:rPr>
        <w:t xml:space="preserve">Tato smlouva nabývá platnosti dnem </w:t>
      </w:r>
      <w:r w:rsidR="005D2B70">
        <w:rPr>
          <w:sz w:val="22"/>
          <w:szCs w:val="22"/>
        </w:rPr>
        <w:t xml:space="preserve">jejího </w:t>
      </w:r>
      <w:r w:rsidRPr="002D0298">
        <w:rPr>
          <w:sz w:val="22"/>
          <w:szCs w:val="22"/>
        </w:rPr>
        <w:t>podpisu oběma smluvními stranami</w:t>
      </w:r>
      <w:r w:rsidR="00681DA0">
        <w:rPr>
          <w:sz w:val="22"/>
          <w:szCs w:val="22"/>
        </w:rPr>
        <w:t xml:space="preserve"> a účinnosti dnem jejího uveřejnění v Centrálním registru smluv</w:t>
      </w:r>
      <w:r w:rsidRPr="002D0298">
        <w:rPr>
          <w:sz w:val="22"/>
          <w:szCs w:val="22"/>
        </w:rPr>
        <w:t>.</w:t>
      </w:r>
    </w:p>
    <w:p w:rsidR="00625381" w:rsidRDefault="00625381" w:rsidP="00625381">
      <w:pPr>
        <w:pStyle w:val="Zkladntext21"/>
        <w:jc w:val="both"/>
        <w:rPr>
          <w:sz w:val="22"/>
          <w:szCs w:val="22"/>
        </w:rPr>
      </w:pPr>
    </w:p>
    <w:p w:rsidR="00625381" w:rsidRPr="001C3849" w:rsidRDefault="00625381" w:rsidP="008C641C">
      <w:pPr>
        <w:pStyle w:val="Zkladntext21"/>
        <w:numPr>
          <w:ilvl w:val="0"/>
          <w:numId w:val="5"/>
        </w:numPr>
        <w:jc w:val="both"/>
        <w:rPr>
          <w:sz w:val="22"/>
          <w:szCs w:val="22"/>
        </w:rPr>
      </w:pPr>
      <w:r w:rsidRPr="001C3849">
        <w:rPr>
          <w:sz w:val="22"/>
          <w:szCs w:val="22"/>
        </w:rPr>
        <w:t xml:space="preserve">Tato smlouva pozbývá platnosti a účinnosti, pokud stavba nebude zahájena do </w:t>
      </w:r>
      <w:proofErr w:type="gramStart"/>
      <w:r w:rsidRPr="001C3849">
        <w:rPr>
          <w:sz w:val="22"/>
          <w:szCs w:val="22"/>
        </w:rPr>
        <w:t>31.12.20</w:t>
      </w:r>
      <w:r w:rsidR="00030070" w:rsidRPr="001C3849">
        <w:rPr>
          <w:sz w:val="22"/>
          <w:szCs w:val="22"/>
        </w:rPr>
        <w:t>2</w:t>
      </w:r>
      <w:r w:rsidR="001C3849" w:rsidRPr="001C3849">
        <w:rPr>
          <w:sz w:val="22"/>
          <w:szCs w:val="22"/>
        </w:rPr>
        <w:t>2</w:t>
      </w:r>
      <w:proofErr w:type="gramEnd"/>
      <w:r w:rsidRPr="001C3849">
        <w:rPr>
          <w:sz w:val="22"/>
          <w:szCs w:val="22"/>
        </w:rPr>
        <w:t>.</w:t>
      </w:r>
    </w:p>
    <w:p w:rsidR="003C3E7B" w:rsidRPr="002D0298" w:rsidRDefault="003C3E7B" w:rsidP="003C3E7B">
      <w:pPr>
        <w:pStyle w:val="Zkladntext21"/>
        <w:jc w:val="both"/>
        <w:rPr>
          <w:sz w:val="22"/>
          <w:szCs w:val="22"/>
        </w:rPr>
      </w:pPr>
    </w:p>
    <w:p w:rsidR="00793C62" w:rsidRPr="00476EE4" w:rsidRDefault="00793C62" w:rsidP="008C641C">
      <w:pPr>
        <w:pStyle w:val="Zkladntext"/>
        <w:numPr>
          <w:ilvl w:val="0"/>
          <w:numId w:val="5"/>
        </w:numPr>
        <w:rPr>
          <w:color w:val="auto"/>
          <w:sz w:val="22"/>
          <w:szCs w:val="22"/>
        </w:rPr>
      </w:pPr>
      <w:r w:rsidRPr="00476EE4">
        <w:rPr>
          <w:color w:val="auto"/>
          <w:sz w:val="22"/>
          <w:szCs w:val="22"/>
        </w:rPr>
        <w:t>Nedílnou součástí smlouvy jsou:</w:t>
      </w:r>
    </w:p>
    <w:p w:rsidR="00D83B74" w:rsidRPr="00476EE4" w:rsidRDefault="00793C62" w:rsidP="008C641C">
      <w:pPr>
        <w:numPr>
          <w:ilvl w:val="1"/>
          <w:numId w:val="5"/>
        </w:numPr>
        <w:rPr>
          <w:sz w:val="22"/>
          <w:szCs w:val="22"/>
        </w:rPr>
      </w:pPr>
      <w:r w:rsidRPr="00476EE4">
        <w:rPr>
          <w:sz w:val="22"/>
          <w:szCs w:val="22"/>
        </w:rPr>
        <w:t>Příloha č.</w:t>
      </w:r>
      <w:r w:rsidR="00BA6FA8" w:rsidRPr="00476EE4">
        <w:rPr>
          <w:sz w:val="22"/>
          <w:szCs w:val="22"/>
        </w:rPr>
        <w:t xml:space="preserve"> </w:t>
      </w:r>
      <w:r w:rsidRPr="00476EE4">
        <w:rPr>
          <w:sz w:val="22"/>
          <w:szCs w:val="22"/>
        </w:rPr>
        <w:t xml:space="preserve">1 – </w:t>
      </w:r>
      <w:r w:rsidR="008E5D36" w:rsidRPr="00476EE4">
        <w:rPr>
          <w:sz w:val="22"/>
          <w:szCs w:val="22"/>
        </w:rPr>
        <w:t>Specifikace prací a</w:t>
      </w:r>
      <w:r w:rsidR="00D83B74" w:rsidRPr="00476EE4">
        <w:rPr>
          <w:sz w:val="22"/>
          <w:szCs w:val="22"/>
        </w:rPr>
        <w:t xml:space="preserve"> činností podle čl. </w:t>
      </w:r>
      <w:r w:rsidR="00AD5C42" w:rsidRPr="00476EE4">
        <w:rPr>
          <w:sz w:val="22"/>
          <w:szCs w:val="22"/>
        </w:rPr>
        <w:t>2</w:t>
      </w:r>
      <w:r w:rsidR="00781288" w:rsidRPr="00476EE4">
        <w:rPr>
          <w:sz w:val="22"/>
          <w:szCs w:val="22"/>
        </w:rPr>
        <w:t>,</w:t>
      </w:r>
      <w:r w:rsidRPr="00476EE4">
        <w:rPr>
          <w:sz w:val="22"/>
          <w:szCs w:val="22"/>
        </w:rPr>
        <w:t xml:space="preserve"> odst. </w:t>
      </w:r>
      <w:r w:rsidR="00781288" w:rsidRPr="00476EE4">
        <w:rPr>
          <w:sz w:val="22"/>
          <w:szCs w:val="22"/>
        </w:rPr>
        <w:t>3</w:t>
      </w:r>
      <w:r w:rsidRPr="00476EE4">
        <w:rPr>
          <w:sz w:val="22"/>
          <w:szCs w:val="22"/>
        </w:rPr>
        <w:t xml:space="preserve"> </w:t>
      </w:r>
      <w:proofErr w:type="gramStart"/>
      <w:r w:rsidRPr="00476EE4">
        <w:rPr>
          <w:sz w:val="22"/>
          <w:szCs w:val="22"/>
        </w:rPr>
        <w:t>této</w:t>
      </w:r>
      <w:proofErr w:type="gramEnd"/>
      <w:r w:rsidRPr="00476EE4">
        <w:rPr>
          <w:sz w:val="22"/>
          <w:szCs w:val="22"/>
        </w:rPr>
        <w:t xml:space="preserve"> smlouvy</w:t>
      </w:r>
    </w:p>
    <w:p w:rsidR="00793C62" w:rsidRPr="00476EE4" w:rsidRDefault="00D83B74" w:rsidP="008C641C">
      <w:pPr>
        <w:numPr>
          <w:ilvl w:val="1"/>
          <w:numId w:val="5"/>
        </w:numPr>
        <w:rPr>
          <w:sz w:val="22"/>
          <w:szCs w:val="22"/>
        </w:rPr>
      </w:pPr>
      <w:r w:rsidRPr="00476EE4">
        <w:rPr>
          <w:sz w:val="22"/>
          <w:szCs w:val="22"/>
        </w:rPr>
        <w:t xml:space="preserve">Příloha č. 2 – </w:t>
      </w:r>
      <w:r w:rsidR="008E5D36" w:rsidRPr="00476EE4">
        <w:rPr>
          <w:sz w:val="22"/>
          <w:szCs w:val="22"/>
        </w:rPr>
        <w:t>P</w:t>
      </w:r>
      <w:r w:rsidRPr="00476EE4">
        <w:rPr>
          <w:sz w:val="22"/>
          <w:szCs w:val="22"/>
        </w:rPr>
        <w:t xml:space="preserve">lná moc podle čl. </w:t>
      </w:r>
      <w:r w:rsidR="00AD5C42" w:rsidRPr="00476EE4">
        <w:rPr>
          <w:sz w:val="22"/>
          <w:szCs w:val="22"/>
        </w:rPr>
        <w:t>8</w:t>
      </w:r>
      <w:r w:rsidR="00781288" w:rsidRPr="00476EE4">
        <w:rPr>
          <w:sz w:val="22"/>
          <w:szCs w:val="22"/>
        </w:rPr>
        <w:t>,</w:t>
      </w:r>
      <w:r w:rsidRPr="00476EE4">
        <w:rPr>
          <w:sz w:val="22"/>
          <w:szCs w:val="22"/>
        </w:rPr>
        <w:t xml:space="preserve"> odst. </w:t>
      </w:r>
      <w:r w:rsidR="00781288" w:rsidRPr="00476EE4">
        <w:rPr>
          <w:sz w:val="22"/>
          <w:szCs w:val="22"/>
        </w:rPr>
        <w:t>1</w:t>
      </w:r>
      <w:r w:rsidR="00A66ABF" w:rsidRPr="00476EE4">
        <w:rPr>
          <w:sz w:val="22"/>
          <w:szCs w:val="22"/>
        </w:rPr>
        <w:t>9</w:t>
      </w:r>
      <w:r w:rsidRPr="00476EE4">
        <w:rPr>
          <w:sz w:val="22"/>
          <w:szCs w:val="22"/>
        </w:rPr>
        <w:t xml:space="preserve"> této smlouvy</w:t>
      </w:r>
      <w:r w:rsidR="00793C62" w:rsidRPr="00476EE4">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proofErr w:type="gramStart"/>
      <w:r w:rsidRPr="002D0298">
        <w:rPr>
          <w:sz w:val="22"/>
          <w:szCs w:val="22"/>
        </w:rPr>
        <w:t xml:space="preserve">dne                                                   </w:t>
      </w:r>
      <w:r w:rsidR="00BF6A90">
        <w:rPr>
          <w:sz w:val="22"/>
          <w:szCs w:val="22"/>
        </w:rPr>
        <w:t xml:space="preserve">                                 </w:t>
      </w:r>
      <w:proofErr w:type="spellStart"/>
      <w:r w:rsidRPr="002D0298">
        <w:rPr>
          <w:sz w:val="22"/>
          <w:szCs w:val="22"/>
        </w:rPr>
        <w:t>dne</w:t>
      </w:r>
      <w:proofErr w:type="spellEnd"/>
      <w:proofErr w:type="gramEnd"/>
      <w:r w:rsidRPr="002D0298">
        <w:rPr>
          <w:sz w:val="22"/>
          <w:szCs w:val="22"/>
        </w:rPr>
        <w:t xml:space="preserv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Za </w:t>
      </w:r>
      <w:r w:rsidR="00CE4A7C" w:rsidRPr="002D0298">
        <w:rPr>
          <w:sz w:val="22"/>
          <w:szCs w:val="22"/>
        </w:rPr>
        <w:t>příkazce</w:t>
      </w:r>
      <w:r w:rsidRPr="002D0298">
        <w:rPr>
          <w:sz w:val="22"/>
          <w:szCs w:val="22"/>
        </w:rPr>
        <w:t>:</w:t>
      </w:r>
      <w:r w:rsidRPr="002D0298">
        <w:rPr>
          <w:sz w:val="22"/>
          <w:szCs w:val="22"/>
        </w:rPr>
        <w:tab/>
        <w:t xml:space="preserve">Za </w:t>
      </w:r>
      <w:r w:rsidR="00CE4A7C" w:rsidRPr="002D0298">
        <w:rPr>
          <w:sz w:val="22"/>
          <w:szCs w:val="22"/>
        </w:rPr>
        <w:t>příkazníka</w:t>
      </w:r>
      <w:r w:rsidRPr="002D0298">
        <w:rPr>
          <w:sz w:val="22"/>
          <w:szCs w:val="22"/>
        </w:rPr>
        <w:t>:</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F81700" w:rsidRDefault="00793C62" w:rsidP="007D1ABC">
      <w:pPr>
        <w:tabs>
          <w:tab w:val="left" w:pos="4962"/>
        </w:tabs>
        <w:jc w:val="both"/>
        <w:rPr>
          <w:sz w:val="22"/>
          <w:szCs w:val="22"/>
        </w:rPr>
      </w:pPr>
      <w:r w:rsidRPr="00F81700">
        <w:rPr>
          <w:sz w:val="22"/>
          <w:szCs w:val="22"/>
        </w:rPr>
        <w:t>……………………………………</w:t>
      </w:r>
      <w:r w:rsidRPr="00F81700">
        <w:rPr>
          <w:sz w:val="22"/>
          <w:szCs w:val="22"/>
        </w:rPr>
        <w:tab/>
        <w:t>……………………………………</w:t>
      </w:r>
    </w:p>
    <w:p w:rsidR="00793C62" w:rsidRPr="00F81700" w:rsidRDefault="00F81700" w:rsidP="00B36720">
      <w:pPr>
        <w:tabs>
          <w:tab w:val="center" w:pos="1701"/>
          <w:tab w:val="left" w:pos="4962"/>
          <w:tab w:val="center" w:pos="6663"/>
        </w:tabs>
        <w:jc w:val="both"/>
        <w:rPr>
          <w:sz w:val="22"/>
          <w:szCs w:val="22"/>
        </w:rPr>
      </w:pPr>
      <w:r>
        <w:rPr>
          <w:sz w:val="22"/>
          <w:szCs w:val="22"/>
        </w:rPr>
        <w:t xml:space="preserve">               </w:t>
      </w:r>
      <w:r w:rsidR="00793C62" w:rsidRPr="00F81700">
        <w:rPr>
          <w:sz w:val="22"/>
          <w:szCs w:val="22"/>
        </w:rPr>
        <w:t>M</w:t>
      </w:r>
      <w:r w:rsidR="00E04169" w:rsidRPr="00F81700">
        <w:rPr>
          <w:sz w:val="22"/>
          <w:szCs w:val="22"/>
        </w:rPr>
        <w:t>ichal Šmarda</w:t>
      </w:r>
      <w:r w:rsidR="00793C62" w:rsidRPr="00F81700">
        <w:rPr>
          <w:sz w:val="22"/>
          <w:szCs w:val="22"/>
        </w:rPr>
        <w:tab/>
      </w:r>
      <w:r w:rsidR="00793C62" w:rsidRPr="00F81700">
        <w:rPr>
          <w:sz w:val="22"/>
          <w:szCs w:val="22"/>
        </w:rPr>
        <w:tab/>
      </w:r>
      <w:r w:rsidR="00793C62" w:rsidRPr="00F81700">
        <w:rPr>
          <w:sz w:val="22"/>
          <w:szCs w:val="22"/>
          <w:highlight w:val="yellow"/>
        </w:rPr>
        <w:t>…………………</w:t>
      </w:r>
      <w:proofErr w:type="gramStart"/>
      <w:r w:rsidR="00793C62" w:rsidRPr="00F81700">
        <w:rPr>
          <w:sz w:val="22"/>
          <w:szCs w:val="22"/>
          <w:highlight w:val="yellow"/>
        </w:rPr>
        <w:t>…..</w:t>
      </w:r>
      <w:proofErr w:type="gramEnd"/>
    </w:p>
    <w:p w:rsidR="00F9537B" w:rsidRPr="005F1044" w:rsidRDefault="00F81700" w:rsidP="00772A05">
      <w:pPr>
        <w:tabs>
          <w:tab w:val="center" w:pos="1701"/>
          <w:tab w:val="left" w:pos="4962"/>
          <w:tab w:val="center" w:pos="6663"/>
        </w:tabs>
      </w:pPr>
      <w:r>
        <w:rPr>
          <w:sz w:val="22"/>
          <w:szCs w:val="22"/>
        </w:rPr>
        <w:t xml:space="preserve">                    </w:t>
      </w:r>
      <w:r w:rsidR="00E04169" w:rsidRPr="00F81700">
        <w:rPr>
          <w:sz w:val="22"/>
          <w:szCs w:val="22"/>
        </w:rPr>
        <w:t>starost</w:t>
      </w:r>
      <w:r w:rsidR="00793C62" w:rsidRPr="00F81700">
        <w:rPr>
          <w:sz w:val="22"/>
          <w:szCs w:val="22"/>
        </w:rPr>
        <w:t>a</w:t>
      </w:r>
      <w:r w:rsidR="00793C62" w:rsidRPr="00F81700">
        <w:rPr>
          <w:sz w:val="22"/>
          <w:szCs w:val="22"/>
        </w:rPr>
        <w:tab/>
      </w:r>
      <w:r w:rsidR="00793C62" w:rsidRPr="00F81700">
        <w:rPr>
          <w:sz w:val="22"/>
          <w:szCs w:val="22"/>
        </w:rPr>
        <w:tab/>
      </w:r>
      <w:r w:rsidR="00793C62" w:rsidRPr="00F81700">
        <w:rPr>
          <w:sz w:val="22"/>
          <w:szCs w:val="22"/>
          <w:highlight w:val="yellow"/>
        </w:rPr>
        <w:t>…………………………….</w:t>
      </w:r>
    </w:p>
    <w:sectPr w:rsidR="00F9537B" w:rsidRPr="005F1044" w:rsidSect="00733D74">
      <w:footerReference w:type="even" r:id="rId10"/>
      <w:footerReference w:type="default" r:id="rId11"/>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1-01-25T16:50:00Z" w:initials="u">
    <w:p w:rsidR="00AC2908" w:rsidRDefault="00AC2908">
      <w:pPr>
        <w:pStyle w:val="Textkomente"/>
      </w:pPr>
      <w:r>
        <w:rPr>
          <w:rStyle w:val="Odkaznakoment"/>
        </w:rPr>
        <w:annotationRef/>
      </w:r>
      <w:r>
        <w:t xml:space="preserve">Plátce DPH zde uvede svoji cenu </w:t>
      </w:r>
      <w:r w:rsidR="001836AF">
        <w:t xml:space="preserve">bez </w:t>
      </w:r>
      <w:r>
        <w:t>DPH.</w:t>
      </w:r>
    </w:p>
    <w:p w:rsidR="00AC2908" w:rsidRDefault="00AC2908">
      <w:pPr>
        <w:pStyle w:val="Textkomente"/>
      </w:pPr>
      <w:r>
        <w:t>Neplátce DPH zde uved</w:t>
      </w:r>
      <w:r w:rsidR="001836AF">
        <w:t xml:space="preserve">e svoji konečnou cenu a slova „bez </w:t>
      </w:r>
      <w:r>
        <w:t>DPH“ vymaže.</w:t>
      </w:r>
    </w:p>
    <w:p w:rsidR="00AC2908" w:rsidRDefault="00AC2908">
      <w:pPr>
        <w:pStyle w:val="Textkomente"/>
      </w:pPr>
      <w:r>
        <w:t>Stejně bude postupováno v </w:t>
      </w:r>
      <w:proofErr w:type="gramStart"/>
      <w:r>
        <w:t>odst.2 tohoto</w:t>
      </w:r>
      <w:proofErr w:type="gramEnd"/>
      <w:r>
        <w:t xml:space="preserve"> článku.</w:t>
      </w:r>
    </w:p>
    <w:p w:rsidR="00AC2908" w:rsidRDefault="00AC2908">
      <w:pPr>
        <w:pStyle w:val="Textkomente"/>
      </w:pPr>
      <w:r>
        <w:t>(tento komentář prosím vymažte)</w:t>
      </w:r>
    </w:p>
  </w:comment>
  <w:comment w:id="3" w:author="urad5" w:date="2021-01-26T10:13:00Z" w:initials="u">
    <w:p w:rsidR="00F90F43" w:rsidRDefault="00AC2908">
      <w:pPr>
        <w:pStyle w:val="Textkomente"/>
      </w:pPr>
      <w:r>
        <w:rPr>
          <w:rStyle w:val="Odkaznakoment"/>
        </w:rPr>
        <w:annotationRef/>
      </w:r>
      <w:r w:rsidR="009D042C">
        <w:t>P</w:t>
      </w:r>
      <w:r w:rsidR="00F90F43">
        <w:t xml:space="preserve">onechte pouze </w:t>
      </w:r>
      <w:proofErr w:type="gramStart"/>
      <w:r w:rsidR="00F90F43">
        <w:t>odpovídajíc</w:t>
      </w:r>
      <w:proofErr w:type="gramEnd"/>
      <w:r w:rsidR="00F90F43">
        <w:t xml:space="preserve"> část textu</w:t>
      </w:r>
      <w:r w:rsidR="009D042C">
        <w:t xml:space="preserve"> podle toho,zda jste či nejste plátcem DPH.</w:t>
      </w:r>
    </w:p>
    <w:p w:rsidR="00AC2908" w:rsidRDefault="00F90F43">
      <w:pPr>
        <w:pStyle w:val="Textkomente"/>
      </w:pPr>
      <w:r>
        <w:t>(</w:t>
      </w:r>
      <w:r w:rsidR="00AC2908">
        <w:t xml:space="preserve">tento </w:t>
      </w:r>
      <w:r>
        <w:t>komentář prosím vymažte)</w:t>
      </w:r>
    </w:p>
  </w:comment>
  <w:comment w:id="4" w:author="nmnm" w:date="2021-11-25T13:07:00Z" w:initials="u">
    <w:p w:rsidR="002625EA" w:rsidRDefault="002625EA" w:rsidP="002625EA">
      <w:pPr>
        <w:pStyle w:val="Textkomente"/>
      </w:pPr>
      <w:r>
        <w:rPr>
          <w:rStyle w:val="Odkaznakoment"/>
        </w:rPr>
        <w:annotationRef/>
      </w:r>
      <w:r>
        <w:t>platí pouze pro plátce DPH – neplátce DPH tento odstavec vymaže</w:t>
      </w:r>
    </w:p>
    <w:p w:rsidR="002625EA" w:rsidRDefault="002625EA" w:rsidP="002625EA">
      <w:pPr>
        <w:pStyle w:val="Textkomente"/>
      </w:pPr>
      <w:r>
        <w:t>(tento komentář prosím vymažte)</w:t>
      </w:r>
    </w:p>
  </w:comment>
  <w:comment w:id="5" w:author="nmnm" w:date="2018-11-16T09:25: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w:t>
      </w:r>
      <w:proofErr w:type="gramStart"/>
      <w:r w:rsidR="00B74DBB">
        <w:t>odst.1 této</w:t>
      </w:r>
      <w:proofErr w:type="gramEnd"/>
      <w:r w:rsidR="00B74DBB">
        <w:t xml:space="preserve"> smlouvy </w:t>
      </w:r>
      <w:r w:rsidR="004A570D">
        <w:t>do</w:t>
      </w:r>
      <w:r w:rsidR="00B74DBB">
        <w:t xml:space="preserve"> 49</w:t>
      </w:r>
      <w:r w:rsidR="004A570D">
        <w:t>.</w:t>
      </w:r>
      <w:r w:rsidR="00B74DBB">
        <w:t>999</w:t>
      </w:r>
      <w:r w:rsidR="004A570D">
        <w:t>,</w:t>
      </w:r>
      <w:r w:rsidR="00B74DBB">
        <w:t>99</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18-11-16T09:25:00Z" w:initials="u">
    <w:p w:rsidR="00B74DBB" w:rsidRDefault="00D9356B" w:rsidP="00B74DBB">
      <w:pPr>
        <w:pStyle w:val="Textkomente"/>
      </w:pPr>
      <w:r>
        <w:rPr>
          <w:rStyle w:val="Odkaznakoment"/>
        </w:rPr>
        <w:annotationRef/>
      </w:r>
      <w:r w:rsidR="00B74DBB">
        <w:t xml:space="preserve">varianta při nepovinném zveřejnění smlouvy dle zákona. V případě celkové odměny dle čl.4, </w:t>
      </w:r>
      <w:proofErr w:type="gramStart"/>
      <w:r w:rsidR="00B74DBB">
        <w:t>odst.1 této</w:t>
      </w:r>
      <w:proofErr w:type="gramEnd"/>
      <w:r w:rsidR="00B74DBB">
        <w:t xml:space="preserve"> smlouvy od 50.000,00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745" w:rsidRDefault="00C00745">
      <w:r>
        <w:separator/>
      </w:r>
    </w:p>
  </w:endnote>
  <w:endnote w:type="continuationSeparator" w:id="0">
    <w:p w:rsidR="00C00745" w:rsidRDefault="00C007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1F1731"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1F1731"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331483">
      <w:rPr>
        <w:rStyle w:val="slostrnky"/>
        <w:noProof/>
      </w:rPr>
      <w:t>2</w:t>
    </w:r>
    <w:r>
      <w:rPr>
        <w:rStyle w:val="slostrnky"/>
      </w:rPr>
      <w:fldChar w:fldCharType="end"/>
    </w:r>
  </w:p>
  <w:p w:rsidR="00AC2908" w:rsidRPr="00BE05DE" w:rsidRDefault="00AC2908">
    <w:pPr>
      <w:pStyle w:val="Zpat"/>
      <w:rPr>
        <w:sz w:val="20"/>
        <w:szCs w:val="20"/>
      </w:rPr>
    </w:pPr>
    <w:r w:rsidRPr="00BE05DE">
      <w:rPr>
        <w:sz w:val="20"/>
        <w:szCs w:val="20"/>
      </w:rPr>
      <w:t xml:space="preserve">TDS </w:t>
    </w:r>
    <w:r w:rsidR="008B1AE1">
      <w:rPr>
        <w:sz w:val="20"/>
        <w:szCs w:val="20"/>
      </w:rPr>
      <w:t xml:space="preserve">Lávka </w:t>
    </w:r>
    <w:proofErr w:type="spellStart"/>
    <w:r w:rsidR="008B1AE1">
      <w:rPr>
        <w:sz w:val="20"/>
        <w:szCs w:val="20"/>
      </w:rPr>
      <w:t>Olešná</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745" w:rsidRDefault="00C00745">
      <w:r>
        <w:separator/>
      </w:r>
    </w:p>
  </w:footnote>
  <w:footnote w:type="continuationSeparator" w:id="0">
    <w:p w:rsidR="00C00745" w:rsidRDefault="00C007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0FA"/>
    <w:rsid w:val="00003E49"/>
    <w:rsid w:val="00015BB9"/>
    <w:rsid w:val="0001615B"/>
    <w:rsid w:val="00016BAF"/>
    <w:rsid w:val="00017008"/>
    <w:rsid w:val="00017987"/>
    <w:rsid w:val="00021C15"/>
    <w:rsid w:val="0002357E"/>
    <w:rsid w:val="00030070"/>
    <w:rsid w:val="00030F96"/>
    <w:rsid w:val="00036C65"/>
    <w:rsid w:val="000464D9"/>
    <w:rsid w:val="00047538"/>
    <w:rsid w:val="0006070D"/>
    <w:rsid w:val="0006336C"/>
    <w:rsid w:val="00080232"/>
    <w:rsid w:val="000825EE"/>
    <w:rsid w:val="00086349"/>
    <w:rsid w:val="00093064"/>
    <w:rsid w:val="00094C58"/>
    <w:rsid w:val="000A0025"/>
    <w:rsid w:val="000A1F71"/>
    <w:rsid w:val="000A50B4"/>
    <w:rsid w:val="000B2DDD"/>
    <w:rsid w:val="000B60A1"/>
    <w:rsid w:val="000C15D5"/>
    <w:rsid w:val="000C6660"/>
    <w:rsid w:val="000D4B14"/>
    <w:rsid w:val="000D72C4"/>
    <w:rsid w:val="000E182D"/>
    <w:rsid w:val="000E2A28"/>
    <w:rsid w:val="000F0BD7"/>
    <w:rsid w:val="000F3D51"/>
    <w:rsid w:val="000F7E80"/>
    <w:rsid w:val="00123532"/>
    <w:rsid w:val="001247EA"/>
    <w:rsid w:val="00124CF1"/>
    <w:rsid w:val="001259E9"/>
    <w:rsid w:val="00135071"/>
    <w:rsid w:val="001364F4"/>
    <w:rsid w:val="00147298"/>
    <w:rsid w:val="001629DB"/>
    <w:rsid w:val="0016391D"/>
    <w:rsid w:val="00166369"/>
    <w:rsid w:val="0017771E"/>
    <w:rsid w:val="00180073"/>
    <w:rsid w:val="001806C8"/>
    <w:rsid w:val="001836AF"/>
    <w:rsid w:val="00183D3F"/>
    <w:rsid w:val="0019197B"/>
    <w:rsid w:val="0019440F"/>
    <w:rsid w:val="00195E2C"/>
    <w:rsid w:val="001A0D81"/>
    <w:rsid w:val="001A18DC"/>
    <w:rsid w:val="001A5255"/>
    <w:rsid w:val="001B2B43"/>
    <w:rsid w:val="001B4D99"/>
    <w:rsid w:val="001C3849"/>
    <w:rsid w:val="001C48E8"/>
    <w:rsid w:val="001C4F22"/>
    <w:rsid w:val="001C63E0"/>
    <w:rsid w:val="001C6B32"/>
    <w:rsid w:val="001C7F7B"/>
    <w:rsid w:val="001D0816"/>
    <w:rsid w:val="001D0C73"/>
    <w:rsid w:val="001D399C"/>
    <w:rsid w:val="001D6666"/>
    <w:rsid w:val="001E685D"/>
    <w:rsid w:val="001F1731"/>
    <w:rsid w:val="001F32AC"/>
    <w:rsid w:val="001F685E"/>
    <w:rsid w:val="00201241"/>
    <w:rsid w:val="002040E6"/>
    <w:rsid w:val="00204736"/>
    <w:rsid w:val="002072E8"/>
    <w:rsid w:val="002121D9"/>
    <w:rsid w:val="00212F3A"/>
    <w:rsid w:val="0022056E"/>
    <w:rsid w:val="00225CED"/>
    <w:rsid w:val="002270B1"/>
    <w:rsid w:val="00227F0D"/>
    <w:rsid w:val="00235FD0"/>
    <w:rsid w:val="002371A8"/>
    <w:rsid w:val="00237D40"/>
    <w:rsid w:val="002556F0"/>
    <w:rsid w:val="002625EA"/>
    <w:rsid w:val="002725FF"/>
    <w:rsid w:val="0028071F"/>
    <w:rsid w:val="002824C6"/>
    <w:rsid w:val="00287F80"/>
    <w:rsid w:val="002948B8"/>
    <w:rsid w:val="002976D6"/>
    <w:rsid w:val="002A1E44"/>
    <w:rsid w:val="002A6707"/>
    <w:rsid w:val="002A7401"/>
    <w:rsid w:val="002B3B7D"/>
    <w:rsid w:val="002B3D9E"/>
    <w:rsid w:val="002C2F7A"/>
    <w:rsid w:val="002C2FC8"/>
    <w:rsid w:val="002D0298"/>
    <w:rsid w:val="002D4A90"/>
    <w:rsid w:val="002D7E99"/>
    <w:rsid w:val="002E0CD6"/>
    <w:rsid w:val="002F210E"/>
    <w:rsid w:val="002F2354"/>
    <w:rsid w:val="002F4481"/>
    <w:rsid w:val="00301ED8"/>
    <w:rsid w:val="003032DF"/>
    <w:rsid w:val="00303FED"/>
    <w:rsid w:val="00305161"/>
    <w:rsid w:val="0032644C"/>
    <w:rsid w:val="00327186"/>
    <w:rsid w:val="003302BB"/>
    <w:rsid w:val="00331483"/>
    <w:rsid w:val="003339B3"/>
    <w:rsid w:val="00333A7B"/>
    <w:rsid w:val="00334401"/>
    <w:rsid w:val="00336269"/>
    <w:rsid w:val="00337E95"/>
    <w:rsid w:val="00342273"/>
    <w:rsid w:val="00342480"/>
    <w:rsid w:val="00352C22"/>
    <w:rsid w:val="00362FEC"/>
    <w:rsid w:val="00367FE4"/>
    <w:rsid w:val="0037071C"/>
    <w:rsid w:val="003819CA"/>
    <w:rsid w:val="00386EFF"/>
    <w:rsid w:val="00390D45"/>
    <w:rsid w:val="003916B9"/>
    <w:rsid w:val="00392F8C"/>
    <w:rsid w:val="00393A9E"/>
    <w:rsid w:val="00397001"/>
    <w:rsid w:val="003B17D6"/>
    <w:rsid w:val="003B2BAC"/>
    <w:rsid w:val="003B5307"/>
    <w:rsid w:val="003C3E7B"/>
    <w:rsid w:val="003C5171"/>
    <w:rsid w:val="003D301E"/>
    <w:rsid w:val="003D4EF9"/>
    <w:rsid w:val="003E0348"/>
    <w:rsid w:val="003E464D"/>
    <w:rsid w:val="003E7667"/>
    <w:rsid w:val="003F4FAB"/>
    <w:rsid w:val="00410059"/>
    <w:rsid w:val="004103EF"/>
    <w:rsid w:val="00415D24"/>
    <w:rsid w:val="004170F2"/>
    <w:rsid w:val="00421620"/>
    <w:rsid w:val="004409E4"/>
    <w:rsid w:val="00441941"/>
    <w:rsid w:val="00444550"/>
    <w:rsid w:val="00447E67"/>
    <w:rsid w:val="00453DD6"/>
    <w:rsid w:val="00455F61"/>
    <w:rsid w:val="0046030A"/>
    <w:rsid w:val="00461DDA"/>
    <w:rsid w:val="00462C53"/>
    <w:rsid w:val="00467BFD"/>
    <w:rsid w:val="00471EE5"/>
    <w:rsid w:val="00476EE4"/>
    <w:rsid w:val="004770D8"/>
    <w:rsid w:val="00480591"/>
    <w:rsid w:val="004811E5"/>
    <w:rsid w:val="004860D0"/>
    <w:rsid w:val="0048769F"/>
    <w:rsid w:val="00487808"/>
    <w:rsid w:val="004977B6"/>
    <w:rsid w:val="004A4ED5"/>
    <w:rsid w:val="004A53D7"/>
    <w:rsid w:val="004A570D"/>
    <w:rsid w:val="004A728F"/>
    <w:rsid w:val="004B239E"/>
    <w:rsid w:val="004B272E"/>
    <w:rsid w:val="004B316C"/>
    <w:rsid w:val="004B5826"/>
    <w:rsid w:val="004D0C30"/>
    <w:rsid w:val="004D4C39"/>
    <w:rsid w:val="004D5840"/>
    <w:rsid w:val="004D7C67"/>
    <w:rsid w:val="004E6988"/>
    <w:rsid w:val="004F3DD9"/>
    <w:rsid w:val="004F3FB9"/>
    <w:rsid w:val="004F4562"/>
    <w:rsid w:val="005015A8"/>
    <w:rsid w:val="0052247B"/>
    <w:rsid w:val="00531802"/>
    <w:rsid w:val="005333C8"/>
    <w:rsid w:val="0054185A"/>
    <w:rsid w:val="00545E59"/>
    <w:rsid w:val="0054682B"/>
    <w:rsid w:val="00551946"/>
    <w:rsid w:val="00552E4D"/>
    <w:rsid w:val="00553596"/>
    <w:rsid w:val="00557782"/>
    <w:rsid w:val="00563E22"/>
    <w:rsid w:val="00572F5F"/>
    <w:rsid w:val="00574515"/>
    <w:rsid w:val="00580780"/>
    <w:rsid w:val="00582E60"/>
    <w:rsid w:val="00582F49"/>
    <w:rsid w:val="00584694"/>
    <w:rsid w:val="00586293"/>
    <w:rsid w:val="00591050"/>
    <w:rsid w:val="00592096"/>
    <w:rsid w:val="005921FB"/>
    <w:rsid w:val="00595B4F"/>
    <w:rsid w:val="00597ECA"/>
    <w:rsid w:val="005A1C6C"/>
    <w:rsid w:val="005A4F44"/>
    <w:rsid w:val="005B220B"/>
    <w:rsid w:val="005C66C9"/>
    <w:rsid w:val="005D06A7"/>
    <w:rsid w:val="005D2795"/>
    <w:rsid w:val="005D2B70"/>
    <w:rsid w:val="005D7428"/>
    <w:rsid w:val="005E2D36"/>
    <w:rsid w:val="005E4D50"/>
    <w:rsid w:val="005E60CE"/>
    <w:rsid w:val="005F0021"/>
    <w:rsid w:val="005F73B6"/>
    <w:rsid w:val="00600683"/>
    <w:rsid w:val="0060127C"/>
    <w:rsid w:val="0061013A"/>
    <w:rsid w:val="00610FB4"/>
    <w:rsid w:val="00612DE2"/>
    <w:rsid w:val="0061786C"/>
    <w:rsid w:val="00620416"/>
    <w:rsid w:val="00620A15"/>
    <w:rsid w:val="00625381"/>
    <w:rsid w:val="00625838"/>
    <w:rsid w:val="00627C3A"/>
    <w:rsid w:val="00645DD4"/>
    <w:rsid w:val="00653673"/>
    <w:rsid w:val="00654268"/>
    <w:rsid w:val="00661DA7"/>
    <w:rsid w:val="0066589B"/>
    <w:rsid w:val="006711EB"/>
    <w:rsid w:val="006803E3"/>
    <w:rsid w:val="00681319"/>
    <w:rsid w:val="00681DA0"/>
    <w:rsid w:val="006860CC"/>
    <w:rsid w:val="00687BF4"/>
    <w:rsid w:val="00694E10"/>
    <w:rsid w:val="006A334A"/>
    <w:rsid w:val="006A519A"/>
    <w:rsid w:val="006C5949"/>
    <w:rsid w:val="006D0296"/>
    <w:rsid w:val="006D3240"/>
    <w:rsid w:val="006D7969"/>
    <w:rsid w:val="006E1BD1"/>
    <w:rsid w:val="006E5017"/>
    <w:rsid w:val="006E7BE0"/>
    <w:rsid w:val="006F081F"/>
    <w:rsid w:val="006F0C9F"/>
    <w:rsid w:val="006F6AF4"/>
    <w:rsid w:val="0071219E"/>
    <w:rsid w:val="0071404F"/>
    <w:rsid w:val="00715F04"/>
    <w:rsid w:val="007176D5"/>
    <w:rsid w:val="00733D74"/>
    <w:rsid w:val="00733F67"/>
    <w:rsid w:val="00736C1B"/>
    <w:rsid w:val="00740125"/>
    <w:rsid w:val="007415B5"/>
    <w:rsid w:val="0074307D"/>
    <w:rsid w:val="00743746"/>
    <w:rsid w:val="007479F8"/>
    <w:rsid w:val="007510FA"/>
    <w:rsid w:val="00754BC5"/>
    <w:rsid w:val="00754F8A"/>
    <w:rsid w:val="00772A05"/>
    <w:rsid w:val="00775940"/>
    <w:rsid w:val="00780285"/>
    <w:rsid w:val="00781288"/>
    <w:rsid w:val="00783AB9"/>
    <w:rsid w:val="007849EB"/>
    <w:rsid w:val="00790613"/>
    <w:rsid w:val="00793C62"/>
    <w:rsid w:val="007A1BCF"/>
    <w:rsid w:val="007A353F"/>
    <w:rsid w:val="007A3CB0"/>
    <w:rsid w:val="007A688A"/>
    <w:rsid w:val="007A77B0"/>
    <w:rsid w:val="007B15EF"/>
    <w:rsid w:val="007B1711"/>
    <w:rsid w:val="007B19A8"/>
    <w:rsid w:val="007C08DD"/>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126D0"/>
    <w:rsid w:val="00812C8F"/>
    <w:rsid w:val="00822F1A"/>
    <w:rsid w:val="0083224D"/>
    <w:rsid w:val="00837982"/>
    <w:rsid w:val="00840680"/>
    <w:rsid w:val="00843F9D"/>
    <w:rsid w:val="00852E63"/>
    <w:rsid w:val="00856325"/>
    <w:rsid w:val="008570E1"/>
    <w:rsid w:val="008653B2"/>
    <w:rsid w:val="00865E8A"/>
    <w:rsid w:val="0087147B"/>
    <w:rsid w:val="00877FB3"/>
    <w:rsid w:val="00880D38"/>
    <w:rsid w:val="00883A55"/>
    <w:rsid w:val="00890562"/>
    <w:rsid w:val="008909B5"/>
    <w:rsid w:val="0089185A"/>
    <w:rsid w:val="00894CB4"/>
    <w:rsid w:val="008A022A"/>
    <w:rsid w:val="008A058A"/>
    <w:rsid w:val="008A13FF"/>
    <w:rsid w:val="008A43C9"/>
    <w:rsid w:val="008B1AE1"/>
    <w:rsid w:val="008B1F8F"/>
    <w:rsid w:val="008B4698"/>
    <w:rsid w:val="008C544C"/>
    <w:rsid w:val="008C641C"/>
    <w:rsid w:val="008D30AE"/>
    <w:rsid w:val="008D3A55"/>
    <w:rsid w:val="008D44C7"/>
    <w:rsid w:val="008D5C1B"/>
    <w:rsid w:val="008E1C69"/>
    <w:rsid w:val="008E1E9C"/>
    <w:rsid w:val="008E3740"/>
    <w:rsid w:val="008E5D36"/>
    <w:rsid w:val="008F3525"/>
    <w:rsid w:val="0090669B"/>
    <w:rsid w:val="00913BB2"/>
    <w:rsid w:val="00914587"/>
    <w:rsid w:val="009156BF"/>
    <w:rsid w:val="0091649C"/>
    <w:rsid w:val="00922C3F"/>
    <w:rsid w:val="00925CDE"/>
    <w:rsid w:val="0092739B"/>
    <w:rsid w:val="009275C3"/>
    <w:rsid w:val="009336E9"/>
    <w:rsid w:val="0093456A"/>
    <w:rsid w:val="00940D03"/>
    <w:rsid w:val="009447A4"/>
    <w:rsid w:val="00957B27"/>
    <w:rsid w:val="00962870"/>
    <w:rsid w:val="009628AA"/>
    <w:rsid w:val="00971EED"/>
    <w:rsid w:val="00974491"/>
    <w:rsid w:val="009817D3"/>
    <w:rsid w:val="009838A8"/>
    <w:rsid w:val="0099088E"/>
    <w:rsid w:val="009A2F48"/>
    <w:rsid w:val="009A58F8"/>
    <w:rsid w:val="009A7CDD"/>
    <w:rsid w:val="009D042C"/>
    <w:rsid w:val="009E0803"/>
    <w:rsid w:val="009E3A4A"/>
    <w:rsid w:val="009F464F"/>
    <w:rsid w:val="009F491D"/>
    <w:rsid w:val="009F7867"/>
    <w:rsid w:val="00A004E9"/>
    <w:rsid w:val="00A0146D"/>
    <w:rsid w:val="00A03194"/>
    <w:rsid w:val="00A0409E"/>
    <w:rsid w:val="00A05C2A"/>
    <w:rsid w:val="00A065F9"/>
    <w:rsid w:val="00A11876"/>
    <w:rsid w:val="00A13BA5"/>
    <w:rsid w:val="00A165BE"/>
    <w:rsid w:val="00A22FAE"/>
    <w:rsid w:val="00A26CF6"/>
    <w:rsid w:val="00A3104C"/>
    <w:rsid w:val="00A36B91"/>
    <w:rsid w:val="00A43839"/>
    <w:rsid w:val="00A45F4F"/>
    <w:rsid w:val="00A46A36"/>
    <w:rsid w:val="00A50271"/>
    <w:rsid w:val="00A55958"/>
    <w:rsid w:val="00A6570F"/>
    <w:rsid w:val="00A65BCD"/>
    <w:rsid w:val="00A66ABF"/>
    <w:rsid w:val="00A66D10"/>
    <w:rsid w:val="00A71493"/>
    <w:rsid w:val="00A74753"/>
    <w:rsid w:val="00A81392"/>
    <w:rsid w:val="00A84ED3"/>
    <w:rsid w:val="00A862DE"/>
    <w:rsid w:val="00A92E6E"/>
    <w:rsid w:val="00AC2908"/>
    <w:rsid w:val="00AD1F86"/>
    <w:rsid w:val="00AD5C42"/>
    <w:rsid w:val="00AE0A46"/>
    <w:rsid w:val="00AE68FF"/>
    <w:rsid w:val="00AE6F23"/>
    <w:rsid w:val="00AF0A73"/>
    <w:rsid w:val="00AF23ED"/>
    <w:rsid w:val="00AF7186"/>
    <w:rsid w:val="00B01992"/>
    <w:rsid w:val="00B120C1"/>
    <w:rsid w:val="00B14C60"/>
    <w:rsid w:val="00B152E2"/>
    <w:rsid w:val="00B159F1"/>
    <w:rsid w:val="00B23C96"/>
    <w:rsid w:val="00B25415"/>
    <w:rsid w:val="00B259F9"/>
    <w:rsid w:val="00B2761E"/>
    <w:rsid w:val="00B27937"/>
    <w:rsid w:val="00B27DA1"/>
    <w:rsid w:val="00B3129F"/>
    <w:rsid w:val="00B32778"/>
    <w:rsid w:val="00B36720"/>
    <w:rsid w:val="00B468B6"/>
    <w:rsid w:val="00B5461D"/>
    <w:rsid w:val="00B571A9"/>
    <w:rsid w:val="00B63EB1"/>
    <w:rsid w:val="00B721D4"/>
    <w:rsid w:val="00B72F8D"/>
    <w:rsid w:val="00B73028"/>
    <w:rsid w:val="00B74DBB"/>
    <w:rsid w:val="00B76F71"/>
    <w:rsid w:val="00B812EC"/>
    <w:rsid w:val="00B81B36"/>
    <w:rsid w:val="00B82BBB"/>
    <w:rsid w:val="00B92379"/>
    <w:rsid w:val="00B95610"/>
    <w:rsid w:val="00B97558"/>
    <w:rsid w:val="00BA0BA4"/>
    <w:rsid w:val="00BA486F"/>
    <w:rsid w:val="00BA5BE8"/>
    <w:rsid w:val="00BA6FA8"/>
    <w:rsid w:val="00BB05F4"/>
    <w:rsid w:val="00BB45E2"/>
    <w:rsid w:val="00BC3B48"/>
    <w:rsid w:val="00BD2E61"/>
    <w:rsid w:val="00BD346D"/>
    <w:rsid w:val="00BD3955"/>
    <w:rsid w:val="00BD3BC6"/>
    <w:rsid w:val="00BD5C8C"/>
    <w:rsid w:val="00BE05DE"/>
    <w:rsid w:val="00BE1FE4"/>
    <w:rsid w:val="00BE7B20"/>
    <w:rsid w:val="00BF28BB"/>
    <w:rsid w:val="00BF41D2"/>
    <w:rsid w:val="00BF6A90"/>
    <w:rsid w:val="00C001F3"/>
    <w:rsid w:val="00C00745"/>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56D71"/>
    <w:rsid w:val="00C60D46"/>
    <w:rsid w:val="00C61E67"/>
    <w:rsid w:val="00C76BA5"/>
    <w:rsid w:val="00C80044"/>
    <w:rsid w:val="00C80E8B"/>
    <w:rsid w:val="00C858BC"/>
    <w:rsid w:val="00C92948"/>
    <w:rsid w:val="00C93AC5"/>
    <w:rsid w:val="00C95BAF"/>
    <w:rsid w:val="00C9665D"/>
    <w:rsid w:val="00CB384D"/>
    <w:rsid w:val="00CC65E7"/>
    <w:rsid w:val="00CD127C"/>
    <w:rsid w:val="00CE174A"/>
    <w:rsid w:val="00CE2FE8"/>
    <w:rsid w:val="00CE4A7C"/>
    <w:rsid w:val="00CE6D38"/>
    <w:rsid w:val="00CE7FD6"/>
    <w:rsid w:val="00CF63C9"/>
    <w:rsid w:val="00D04B95"/>
    <w:rsid w:val="00D164F4"/>
    <w:rsid w:val="00D16696"/>
    <w:rsid w:val="00D21EDF"/>
    <w:rsid w:val="00D44003"/>
    <w:rsid w:val="00D465DE"/>
    <w:rsid w:val="00D5193A"/>
    <w:rsid w:val="00D51FCB"/>
    <w:rsid w:val="00D5219C"/>
    <w:rsid w:val="00D55E6A"/>
    <w:rsid w:val="00D57E39"/>
    <w:rsid w:val="00D6021B"/>
    <w:rsid w:val="00D63800"/>
    <w:rsid w:val="00D63AD2"/>
    <w:rsid w:val="00D65A80"/>
    <w:rsid w:val="00D7298F"/>
    <w:rsid w:val="00D83B74"/>
    <w:rsid w:val="00D8640C"/>
    <w:rsid w:val="00D86906"/>
    <w:rsid w:val="00D87F1A"/>
    <w:rsid w:val="00D9356B"/>
    <w:rsid w:val="00DA1CE0"/>
    <w:rsid w:val="00DA39BC"/>
    <w:rsid w:val="00DA3D0B"/>
    <w:rsid w:val="00DA7A27"/>
    <w:rsid w:val="00DB0EC8"/>
    <w:rsid w:val="00DB2ECF"/>
    <w:rsid w:val="00DB3566"/>
    <w:rsid w:val="00DB672A"/>
    <w:rsid w:val="00DC10DE"/>
    <w:rsid w:val="00DC24C5"/>
    <w:rsid w:val="00DC6095"/>
    <w:rsid w:val="00DD03C0"/>
    <w:rsid w:val="00DD326A"/>
    <w:rsid w:val="00DD6EB4"/>
    <w:rsid w:val="00DD78D8"/>
    <w:rsid w:val="00DE141C"/>
    <w:rsid w:val="00DE3522"/>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5E3"/>
    <w:rsid w:val="00E322AB"/>
    <w:rsid w:val="00E327B1"/>
    <w:rsid w:val="00E33715"/>
    <w:rsid w:val="00E3575C"/>
    <w:rsid w:val="00E361A6"/>
    <w:rsid w:val="00E41BC6"/>
    <w:rsid w:val="00E44E86"/>
    <w:rsid w:val="00E47A9C"/>
    <w:rsid w:val="00E5277D"/>
    <w:rsid w:val="00E53B2C"/>
    <w:rsid w:val="00E55D83"/>
    <w:rsid w:val="00E55FB8"/>
    <w:rsid w:val="00E57F09"/>
    <w:rsid w:val="00E63FFF"/>
    <w:rsid w:val="00E806EB"/>
    <w:rsid w:val="00E861D6"/>
    <w:rsid w:val="00E8671D"/>
    <w:rsid w:val="00E8724E"/>
    <w:rsid w:val="00E90C3A"/>
    <w:rsid w:val="00E90C8A"/>
    <w:rsid w:val="00E92FDC"/>
    <w:rsid w:val="00E93340"/>
    <w:rsid w:val="00E96959"/>
    <w:rsid w:val="00E969A3"/>
    <w:rsid w:val="00EA185E"/>
    <w:rsid w:val="00EA24AD"/>
    <w:rsid w:val="00EA3F0C"/>
    <w:rsid w:val="00EA751B"/>
    <w:rsid w:val="00EB2DE8"/>
    <w:rsid w:val="00ED0C2E"/>
    <w:rsid w:val="00ED46FB"/>
    <w:rsid w:val="00EE1EC4"/>
    <w:rsid w:val="00EE2DA2"/>
    <w:rsid w:val="00EE7C32"/>
    <w:rsid w:val="00EF17E7"/>
    <w:rsid w:val="00EF2424"/>
    <w:rsid w:val="00EF3DBE"/>
    <w:rsid w:val="00EF4E24"/>
    <w:rsid w:val="00EF5818"/>
    <w:rsid w:val="00F04444"/>
    <w:rsid w:val="00F11973"/>
    <w:rsid w:val="00F11C1C"/>
    <w:rsid w:val="00F11E67"/>
    <w:rsid w:val="00F136AA"/>
    <w:rsid w:val="00F175D1"/>
    <w:rsid w:val="00F21B4A"/>
    <w:rsid w:val="00F2532F"/>
    <w:rsid w:val="00F32263"/>
    <w:rsid w:val="00F326A1"/>
    <w:rsid w:val="00F34CB7"/>
    <w:rsid w:val="00F40D5F"/>
    <w:rsid w:val="00F42385"/>
    <w:rsid w:val="00F44471"/>
    <w:rsid w:val="00F45B15"/>
    <w:rsid w:val="00F463D6"/>
    <w:rsid w:val="00F5100C"/>
    <w:rsid w:val="00F55F24"/>
    <w:rsid w:val="00F60550"/>
    <w:rsid w:val="00F65256"/>
    <w:rsid w:val="00F67FDB"/>
    <w:rsid w:val="00F72DFC"/>
    <w:rsid w:val="00F81700"/>
    <w:rsid w:val="00F8486D"/>
    <w:rsid w:val="00F879E7"/>
    <w:rsid w:val="00F9074C"/>
    <w:rsid w:val="00F90F43"/>
    <w:rsid w:val="00F9537B"/>
    <w:rsid w:val="00F957A3"/>
    <w:rsid w:val="00F96E8F"/>
    <w:rsid w:val="00FA3F13"/>
    <w:rsid w:val="00FA4C16"/>
    <w:rsid w:val="00FB01DB"/>
    <w:rsid w:val="00FB41D6"/>
    <w:rsid w:val="00FB553B"/>
    <w:rsid w:val="00FC0FB5"/>
    <w:rsid w:val="00FC1D30"/>
    <w:rsid w:val="00FE0E90"/>
    <w:rsid w:val="00FE55DB"/>
    <w:rsid w:val="00FF38AE"/>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 w:type="character" w:styleId="Hypertextovodkaz">
    <w:name w:val="Hyperlink"/>
    <w:basedOn w:val="Standardnpsmoodstavce"/>
    <w:rsid w:val="00415D2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fdi.cz/poskytovani-prispevk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525ADB-6E8C-413B-AAE0-044DBF6EA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10</TotalTime>
  <Pages>10</Pages>
  <Words>4167</Words>
  <Characters>24591</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28701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13</cp:revision>
  <cp:lastPrinted>2013-04-22T13:00:00Z</cp:lastPrinted>
  <dcterms:created xsi:type="dcterms:W3CDTF">2021-12-15T14:12:00Z</dcterms:created>
  <dcterms:modified xsi:type="dcterms:W3CDTF">2022-01-03T15:26:00Z</dcterms:modified>
</cp:coreProperties>
</file>